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5F" w:rsidRDefault="0053245F" w:rsidP="007C66C8">
      <w:pPr>
        <w:spacing w:after="0"/>
        <w:contextualSpacing/>
        <w:jc w:val="center"/>
        <w:rPr>
          <w:b/>
          <w:szCs w:val="28"/>
        </w:rPr>
      </w:pPr>
      <w:r w:rsidRPr="00DB5A22">
        <w:rPr>
          <w:b/>
          <w:szCs w:val="28"/>
        </w:rPr>
        <w:t>Анкета</w:t>
      </w:r>
    </w:p>
    <w:p w:rsidR="0053245F" w:rsidRPr="00DB5A22" w:rsidRDefault="0053245F" w:rsidP="007C66C8">
      <w:pPr>
        <w:spacing w:after="0"/>
        <w:contextualSpacing/>
        <w:jc w:val="center"/>
        <w:rPr>
          <w:b/>
          <w:szCs w:val="28"/>
        </w:rPr>
      </w:pPr>
      <w:r>
        <w:rPr>
          <w:b/>
          <w:szCs w:val="28"/>
        </w:rPr>
        <w:t>по восприятию предпринимательским сообществом контрольно-надзорной деятельности департамента транспорта и дорожного хозяйства Костромской области</w:t>
      </w:r>
    </w:p>
    <w:p w:rsidR="0053245F" w:rsidRPr="00DB5A22" w:rsidRDefault="0053245F" w:rsidP="007C66C8">
      <w:pPr>
        <w:spacing w:after="0"/>
        <w:contextualSpacing/>
        <w:jc w:val="both"/>
        <w:rPr>
          <w:szCs w:val="28"/>
        </w:rPr>
      </w:pPr>
    </w:p>
    <w:p w:rsidR="0053245F" w:rsidRPr="00A06BA5" w:rsidRDefault="0053245F" w:rsidP="00393A0A">
      <w:pPr>
        <w:spacing w:after="0"/>
        <w:contextualSpacing/>
        <w:jc w:val="both"/>
        <w:rPr>
          <w:szCs w:val="28"/>
        </w:rPr>
      </w:pPr>
      <w:r w:rsidRPr="00DB5A22">
        <w:rPr>
          <w:szCs w:val="28"/>
          <w:u w:val="single"/>
        </w:rPr>
        <w:t>Наименование мероприятия:</w:t>
      </w:r>
      <w:r w:rsidRPr="00DB5A22">
        <w:rPr>
          <w:szCs w:val="28"/>
        </w:rPr>
        <w:t xml:space="preserve"> Проведение </w:t>
      </w:r>
      <w:r w:rsidRPr="007305EB">
        <w:t xml:space="preserve">публичных обсуждений правоприменительной практики контрольно-надзорной деятельности при осуществлении </w:t>
      </w:r>
      <w:r w:rsidRPr="007305EB">
        <w:rPr>
          <w:szCs w:val="28"/>
        </w:rPr>
        <w:t xml:space="preserve">регионального государственного контроля и надзора проводимого департамента транспорта и дорожного хозяйства Костромской области </w:t>
      </w:r>
    </w:p>
    <w:p w:rsidR="0053245F" w:rsidRPr="005F07A4" w:rsidRDefault="0053245F" w:rsidP="007C66C8">
      <w:pPr>
        <w:spacing w:after="0"/>
        <w:contextualSpacing/>
        <w:jc w:val="both"/>
        <w:rPr>
          <w:sz w:val="20"/>
          <w:szCs w:val="20"/>
        </w:rPr>
      </w:pPr>
    </w:p>
    <w:p w:rsidR="0053245F" w:rsidRPr="00DB5A22" w:rsidRDefault="0053245F" w:rsidP="007C66C8">
      <w:pPr>
        <w:spacing w:after="0"/>
        <w:contextualSpacing/>
        <w:jc w:val="both"/>
        <w:rPr>
          <w:szCs w:val="28"/>
        </w:rPr>
      </w:pPr>
      <w:r w:rsidRPr="00DB5A22">
        <w:rPr>
          <w:szCs w:val="28"/>
          <w:u w:val="single"/>
        </w:rPr>
        <w:t>Место проведения:</w:t>
      </w:r>
      <w:r w:rsidRPr="00DB5A22">
        <w:rPr>
          <w:szCs w:val="28"/>
        </w:rPr>
        <w:t xml:space="preserve"> </w:t>
      </w:r>
      <w:r>
        <w:t>г. Кострома, ул. Костромская, д. 61</w:t>
      </w:r>
    </w:p>
    <w:p w:rsidR="0053245F" w:rsidRPr="005F07A4" w:rsidRDefault="0053245F" w:rsidP="007C66C8">
      <w:pPr>
        <w:spacing w:after="0"/>
        <w:contextualSpacing/>
        <w:jc w:val="both"/>
        <w:rPr>
          <w:sz w:val="20"/>
          <w:szCs w:val="20"/>
        </w:rPr>
      </w:pPr>
    </w:p>
    <w:p w:rsidR="0053245F" w:rsidRPr="00DB5A22" w:rsidRDefault="0053245F" w:rsidP="007C66C8">
      <w:pPr>
        <w:spacing w:after="0"/>
        <w:contextualSpacing/>
        <w:jc w:val="both"/>
        <w:rPr>
          <w:szCs w:val="28"/>
          <w:u w:val="single"/>
        </w:rPr>
      </w:pPr>
      <w:r w:rsidRPr="00DB5A22">
        <w:rPr>
          <w:szCs w:val="28"/>
          <w:u w:val="single"/>
        </w:rPr>
        <w:t>Дата проведения:</w:t>
      </w:r>
      <w:r w:rsidRPr="00DB5A22">
        <w:rPr>
          <w:szCs w:val="28"/>
        </w:rPr>
        <w:t xml:space="preserve"> </w:t>
      </w:r>
      <w:r>
        <w:rPr>
          <w:szCs w:val="28"/>
        </w:rPr>
        <w:t>«28</w:t>
      </w:r>
      <w:r w:rsidRPr="00DB5A22">
        <w:rPr>
          <w:szCs w:val="28"/>
        </w:rPr>
        <w:t>»</w:t>
      </w:r>
      <w:r>
        <w:rPr>
          <w:szCs w:val="28"/>
        </w:rPr>
        <w:t xml:space="preserve"> ноября </w:t>
      </w:r>
      <w:r w:rsidRPr="00DB5A22">
        <w:rPr>
          <w:szCs w:val="28"/>
        </w:rPr>
        <w:t>20</w:t>
      </w:r>
      <w:r>
        <w:rPr>
          <w:szCs w:val="28"/>
        </w:rPr>
        <w:t>19</w:t>
      </w:r>
      <w:r w:rsidRPr="00DB5A22">
        <w:rPr>
          <w:szCs w:val="28"/>
        </w:rPr>
        <w:t xml:space="preserve"> г</w:t>
      </w:r>
      <w:r>
        <w:rPr>
          <w:szCs w:val="28"/>
        </w:rPr>
        <w:t>ода</w:t>
      </w:r>
    </w:p>
    <w:p w:rsidR="0053245F" w:rsidRPr="00DB5A22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Pr="00DB5A22" w:rsidRDefault="0053245F" w:rsidP="007C66C8">
      <w:pPr>
        <w:spacing w:after="0"/>
        <w:contextualSpacing/>
        <w:jc w:val="center"/>
        <w:rPr>
          <w:b/>
          <w:szCs w:val="28"/>
        </w:rPr>
      </w:pPr>
      <w:r w:rsidRPr="00DB5A22">
        <w:rPr>
          <w:b/>
          <w:szCs w:val="28"/>
        </w:rPr>
        <w:t>Уважаемые коллеги!</w:t>
      </w:r>
    </w:p>
    <w:p w:rsidR="0053245F" w:rsidRPr="00DB5A22" w:rsidRDefault="0053245F" w:rsidP="007C66C8">
      <w:pPr>
        <w:spacing w:after="0"/>
        <w:contextualSpacing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DB5A22">
        <w:rPr>
          <w:b/>
          <w:szCs w:val="28"/>
        </w:rPr>
        <w:t>росим</w:t>
      </w:r>
      <w:r>
        <w:rPr>
          <w:b/>
          <w:szCs w:val="28"/>
        </w:rPr>
        <w:t xml:space="preserve"> Вас</w:t>
      </w:r>
      <w:r w:rsidRPr="00DB5A22">
        <w:rPr>
          <w:b/>
          <w:szCs w:val="28"/>
        </w:rPr>
        <w:t xml:space="preserve"> </w:t>
      </w:r>
      <w:r>
        <w:rPr>
          <w:b/>
          <w:szCs w:val="28"/>
        </w:rPr>
        <w:t xml:space="preserve">ответить на вопросы, которые помогут улучшить наше взаимодействие </w:t>
      </w:r>
      <w:bookmarkStart w:id="0" w:name="_GoBack"/>
      <w:bookmarkEnd w:id="0"/>
    </w:p>
    <w:p w:rsidR="0053245F" w:rsidRPr="00DB5A22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tbl>
      <w:tblPr>
        <w:tblW w:w="121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9355"/>
        <w:gridCol w:w="425"/>
        <w:gridCol w:w="426"/>
        <w:gridCol w:w="425"/>
        <w:gridCol w:w="283"/>
        <w:gridCol w:w="262"/>
      </w:tblGrid>
      <w:tr w:rsidR="0053245F" w:rsidRPr="00DB5A22" w:rsidTr="00325AF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rPr>
                <w:szCs w:val="28"/>
              </w:rPr>
            </w:pPr>
            <w:r>
              <w:rPr>
                <w:szCs w:val="28"/>
              </w:rPr>
              <w:t>Имя</w:t>
            </w:r>
            <w:r w:rsidRPr="00DB5A22">
              <w:rPr>
                <w:szCs w:val="28"/>
              </w:rPr>
              <w:t>:</w:t>
            </w:r>
          </w:p>
        </w:tc>
        <w:tc>
          <w:tcPr>
            <w:tcW w:w="9355" w:type="dxa"/>
            <w:tcBorders>
              <w:top w:val="nil"/>
              <w:left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jc w:val="right"/>
              <w:rPr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rPr>
                <w:szCs w:val="2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Default="0053245F" w:rsidP="007C66C8">
      <w:pPr>
        <w:spacing w:after="0"/>
        <w:contextualSpacing/>
        <w:jc w:val="both"/>
        <w:rPr>
          <w:szCs w:val="28"/>
        </w:rPr>
      </w:pPr>
      <w:r>
        <w:rPr>
          <w:szCs w:val="28"/>
        </w:rPr>
        <w:t xml:space="preserve">Наименование организации, должность*: </w:t>
      </w:r>
    </w:p>
    <w:p w:rsidR="0053245F" w:rsidRDefault="0053245F" w:rsidP="007C66C8">
      <w:pPr>
        <w:spacing w:after="0"/>
        <w:contextualSpacing/>
        <w:jc w:val="both"/>
        <w:rPr>
          <w:szCs w:val="28"/>
        </w:rPr>
      </w:pPr>
    </w:p>
    <w:tbl>
      <w:tblPr>
        <w:tblW w:w="10500" w:type="dxa"/>
        <w:tblInd w:w="-32" w:type="dxa"/>
        <w:tblBorders>
          <w:top w:val="single" w:sz="4" w:space="0" w:color="auto"/>
        </w:tblBorders>
        <w:tblLook w:val="00A0"/>
      </w:tblPr>
      <w:tblGrid>
        <w:gridCol w:w="10500"/>
      </w:tblGrid>
      <w:tr w:rsidR="0053245F" w:rsidRPr="00E3647D" w:rsidTr="005B0792">
        <w:tc>
          <w:tcPr>
            <w:tcW w:w="10500" w:type="dxa"/>
            <w:tcBorders>
              <w:top w:val="single" w:sz="4" w:space="0" w:color="auto"/>
            </w:tcBorders>
          </w:tcPr>
          <w:p w:rsidR="0053245F" w:rsidRPr="00E3647D" w:rsidRDefault="0053245F" w:rsidP="00E3647D">
            <w:pPr>
              <w:spacing w:after="0"/>
              <w:contextualSpacing/>
              <w:jc w:val="center"/>
              <w:rPr>
                <w:sz w:val="36"/>
                <w:szCs w:val="36"/>
                <w:vertAlign w:val="superscript"/>
              </w:rPr>
            </w:pPr>
            <w:r w:rsidRPr="00E3647D">
              <w:rPr>
                <w:sz w:val="36"/>
                <w:szCs w:val="36"/>
                <w:vertAlign w:val="superscript"/>
              </w:rPr>
              <w:t>(</w:t>
            </w:r>
            <w:r>
              <w:rPr>
                <w:sz w:val="36"/>
                <w:szCs w:val="36"/>
                <w:vertAlign w:val="superscript"/>
              </w:rPr>
              <w:t>*</w:t>
            </w:r>
            <w:r w:rsidRPr="00E3647D">
              <w:rPr>
                <w:sz w:val="36"/>
                <w:szCs w:val="36"/>
                <w:vertAlign w:val="superscript"/>
              </w:rPr>
              <w:t>не является обязательным для заполнения)</w:t>
            </w:r>
          </w:p>
        </w:tc>
      </w:tr>
    </w:tbl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Pr="00DB5A22">
        <w:rPr>
          <w:szCs w:val="28"/>
        </w:rPr>
        <w:t>. </w:t>
      </w:r>
      <w:r>
        <w:rPr>
          <w:szCs w:val="28"/>
        </w:rPr>
        <w:t>Вопросы правоприменительной практики, возникающие при осуществлении государственного регионального контроля за соблюдением юридическими лицами и индивидуальными предпринимателями</w:t>
      </w:r>
      <w:r w:rsidRPr="005B0792">
        <w:rPr>
          <w:szCs w:val="28"/>
        </w:rPr>
        <w:t xml:space="preserve"> </w:t>
      </w:r>
      <w:r>
        <w:rPr>
          <w:szCs w:val="28"/>
        </w:rPr>
        <w:t xml:space="preserve">обязательных требований при осуществлении деятельности по оказанию услуг по перевозке пассажиров и багажа легковым такси на территории Костромской области или </w:t>
      </w:r>
      <w:r w:rsidRPr="0096426E">
        <w:rPr>
          <w:szCs w:val="28"/>
        </w:rPr>
        <w:t>надзора за обеспечением сохранности автомобильных дорог общего пользования регионального и межмуниципального значения Костромской области</w:t>
      </w:r>
      <w:r>
        <w:rPr>
          <w:szCs w:val="28"/>
        </w:rPr>
        <w:t>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10422"/>
      </w:tblGrid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Default="0053245F" w:rsidP="005B0792">
      <w:pPr>
        <w:spacing w:after="0"/>
        <w:ind w:firstLine="709"/>
        <w:contextualSpacing/>
        <w:jc w:val="both"/>
      </w:pPr>
      <w:r>
        <w:rPr>
          <w:szCs w:val="28"/>
        </w:rPr>
        <w:t>2</w:t>
      </w:r>
      <w:r w:rsidRPr="00DB5A22">
        <w:rPr>
          <w:szCs w:val="28"/>
        </w:rPr>
        <w:t xml:space="preserve">.  </w:t>
      </w:r>
      <w:r w:rsidRPr="007643AF">
        <w:t xml:space="preserve">Ваши предложения по улучшению </w:t>
      </w:r>
      <w:r>
        <w:t>контрольно-надзорной деятельности</w:t>
      </w:r>
      <w:r w:rsidRPr="0014350E">
        <w:t xml:space="preserve"> </w:t>
      </w:r>
      <w:r>
        <w:t>Департамента: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10422"/>
      </w:tblGrid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  <w:tr w:rsidR="0053245F" w:rsidRPr="00E3647D" w:rsidTr="00234B61">
        <w:tc>
          <w:tcPr>
            <w:tcW w:w="10422" w:type="dxa"/>
          </w:tcPr>
          <w:p w:rsidR="0053245F" w:rsidRPr="00E3647D" w:rsidRDefault="0053245F" w:rsidP="00234B61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53245F" w:rsidRPr="00DB5A22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Default="0053245F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3. Адрес электронной почты, на который Вы бы хотели получить ответ на поставленные вопросы в пункте 1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10422"/>
      </w:tblGrid>
      <w:tr w:rsidR="0053245F" w:rsidRPr="00E3647D" w:rsidTr="006755FD">
        <w:tc>
          <w:tcPr>
            <w:tcW w:w="10422" w:type="dxa"/>
          </w:tcPr>
          <w:p w:rsidR="0053245F" w:rsidRPr="00E3647D" w:rsidRDefault="0053245F" w:rsidP="006755FD">
            <w:pPr>
              <w:spacing w:after="0"/>
              <w:contextualSpacing/>
              <w:jc w:val="both"/>
              <w:rPr>
                <w:szCs w:val="28"/>
              </w:rPr>
            </w:pPr>
          </w:p>
        </w:tc>
      </w:tr>
    </w:tbl>
    <w:p w:rsidR="0053245F" w:rsidRDefault="0053245F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</w:p>
    <w:p w:rsidR="0053245F" w:rsidRPr="00DB5A22" w:rsidRDefault="0053245F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>4. Как Вы оцениваете проведе</w:t>
      </w:r>
      <w:r w:rsidRPr="00DB5A22">
        <w:rPr>
          <w:szCs w:val="28"/>
        </w:rPr>
        <w:t xml:space="preserve">нное мероприятие </w:t>
      </w:r>
      <w:r>
        <w:rPr>
          <w:szCs w:val="28"/>
        </w:rPr>
        <w:t>на соответствие Вашим ожиданиям по следующим критериям:</w:t>
      </w:r>
    </w:p>
    <w:p w:rsidR="0053245F" w:rsidRPr="00DB5A22" w:rsidRDefault="0053245F" w:rsidP="007C66C8">
      <w:pPr>
        <w:tabs>
          <w:tab w:val="left" w:pos="2568"/>
        </w:tabs>
        <w:spacing w:after="0"/>
        <w:ind w:firstLine="709"/>
        <w:contextualSpacing/>
        <w:jc w:val="both"/>
        <w:rPr>
          <w:szCs w:val="28"/>
        </w:rPr>
      </w:pPr>
    </w:p>
    <w:tbl>
      <w:tblPr>
        <w:tblW w:w="0" w:type="auto"/>
        <w:jc w:val="center"/>
        <w:tblInd w:w="-1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042"/>
        <w:gridCol w:w="1042"/>
        <w:gridCol w:w="1042"/>
        <w:gridCol w:w="1042"/>
        <w:gridCol w:w="1042"/>
      </w:tblGrid>
      <w:tr w:rsidR="0053245F" w:rsidRPr="00DB5A22" w:rsidTr="005B0792">
        <w:trPr>
          <w:jc w:val="center"/>
        </w:trPr>
        <w:tc>
          <w:tcPr>
            <w:tcW w:w="4361" w:type="dxa"/>
            <w:vMerge w:val="restart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Критерии оценки</w:t>
            </w:r>
          </w:p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(по пятибалльной системе):</w:t>
            </w:r>
          </w:p>
        </w:tc>
        <w:tc>
          <w:tcPr>
            <w:tcW w:w="5210" w:type="dxa"/>
            <w:gridSpan w:val="5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Оценки</w:t>
            </w:r>
          </w:p>
        </w:tc>
      </w:tr>
      <w:tr w:rsidR="0053245F" w:rsidRPr="00DB5A22" w:rsidTr="005B0792">
        <w:trPr>
          <w:trHeight w:val="629"/>
          <w:jc w:val="center"/>
        </w:trPr>
        <w:tc>
          <w:tcPr>
            <w:tcW w:w="4361" w:type="dxa"/>
            <w:vMerge/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</w:p>
        </w:tc>
        <w:tc>
          <w:tcPr>
            <w:tcW w:w="1042" w:type="dxa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1</w:t>
            </w:r>
          </w:p>
        </w:tc>
        <w:tc>
          <w:tcPr>
            <w:tcW w:w="1042" w:type="dxa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2</w:t>
            </w:r>
          </w:p>
        </w:tc>
        <w:tc>
          <w:tcPr>
            <w:tcW w:w="1042" w:type="dxa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3</w:t>
            </w:r>
          </w:p>
        </w:tc>
        <w:tc>
          <w:tcPr>
            <w:tcW w:w="1042" w:type="dxa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4</w:t>
            </w:r>
          </w:p>
        </w:tc>
        <w:tc>
          <w:tcPr>
            <w:tcW w:w="1042" w:type="dxa"/>
            <w:vAlign w:val="center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  <w:r w:rsidRPr="00DB5A22">
              <w:rPr>
                <w:szCs w:val="28"/>
              </w:rPr>
              <w:t>5</w:t>
            </w:r>
          </w:p>
        </w:tc>
      </w:tr>
      <w:tr w:rsidR="0053245F" w:rsidRPr="00DB5A22" w:rsidTr="005B0792">
        <w:trPr>
          <w:jc w:val="center"/>
        </w:trPr>
        <w:tc>
          <w:tcPr>
            <w:tcW w:w="4361" w:type="dxa"/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тематической направленности</w:t>
            </w: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53245F" w:rsidRPr="00DB5A22" w:rsidTr="005B0792">
        <w:trPr>
          <w:jc w:val="center"/>
        </w:trPr>
        <w:tc>
          <w:tcPr>
            <w:tcW w:w="4361" w:type="dxa"/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программе</w:t>
            </w: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53245F" w:rsidRPr="00DB5A22" w:rsidTr="005B0792">
        <w:trPr>
          <w:jc w:val="center"/>
        </w:trPr>
        <w:tc>
          <w:tcPr>
            <w:tcW w:w="4361" w:type="dxa"/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квалификации выступающих</w:t>
            </w: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  <w:tr w:rsidR="0053245F" w:rsidRPr="00DB5A22" w:rsidTr="005B0792">
        <w:trPr>
          <w:jc w:val="center"/>
        </w:trPr>
        <w:tc>
          <w:tcPr>
            <w:tcW w:w="4361" w:type="dxa"/>
          </w:tcPr>
          <w:p w:rsidR="0053245F" w:rsidRPr="00DB5A22" w:rsidRDefault="0053245F" w:rsidP="007C66C8">
            <w:pPr>
              <w:spacing w:after="0"/>
              <w:contextualSpacing/>
              <w:jc w:val="both"/>
              <w:rPr>
                <w:szCs w:val="28"/>
              </w:rPr>
            </w:pPr>
            <w:r w:rsidRPr="00DB5A22">
              <w:rPr>
                <w:szCs w:val="28"/>
              </w:rPr>
              <w:t>по организации мероприятия</w:t>
            </w: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  <w:tc>
          <w:tcPr>
            <w:tcW w:w="1042" w:type="dxa"/>
            <w:vAlign w:val="bottom"/>
          </w:tcPr>
          <w:p w:rsidR="0053245F" w:rsidRPr="00DB5A22" w:rsidRDefault="0053245F" w:rsidP="007C66C8">
            <w:pPr>
              <w:spacing w:after="0"/>
              <w:contextualSpacing/>
              <w:jc w:val="center"/>
              <w:rPr>
                <w:szCs w:val="28"/>
              </w:rPr>
            </w:pPr>
          </w:p>
        </w:tc>
      </w:tr>
    </w:tbl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Ваше мнение о необходимости введения в практику проведение подобных мероприятий:   ДА </w:t>
      </w:r>
      <w:r>
        <w:rPr>
          <w:noProof/>
          <w:lang w:eastAsia="ru-RU"/>
        </w:rPr>
      </w:r>
      <w:r w:rsidRPr="00A72DCC">
        <w:rPr>
          <w:szCs w:val="28"/>
        </w:rPr>
        <w:pict>
          <v:group id="_x0000_s1026" editas="canvas" style="width:73.55pt;height:22.25pt;mso-position-horizontal-relative:char;mso-position-vertical-relative:line" coordorigin="4062,11072" coordsize="1784,5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062;top:11072;width:1784;height:559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4062;top:11072;width:595;height:559"/>
            <v:shape id="_x0000_s1029" type="#_x0000_t109" style="position:absolute;left:5250;top:11072;width:596;height:559"/>
            <w10:anchorlock/>
          </v:group>
        </w:pict>
      </w:r>
      <w:r>
        <w:rPr>
          <w:szCs w:val="28"/>
        </w:rPr>
        <w:t xml:space="preserve"> НЕТ</w:t>
      </w:r>
    </w:p>
    <w:p w:rsidR="0053245F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Pr="00DB5A22" w:rsidRDefault="0053245F" w:rsidP="007C66C8">
      <w:pPr>
        <w:spacing w:after="0"/>
        <w:contextualSpacing/>
        <w:jc w:val="both"/>
        <w:rPr>
          <w:szCs w:val="28"/>
        </w:rPr>
      </w:pPr>
      <w:r>
        <w:rPr>
          <w:noProof/>
          <w:lang w:eastAsia="ru-RU"/>
        </w:rPr>
        <w:pict>
          <v:shape id="_x0000_s1030" type="#_x0000_t109" style="position:absolute;left:0;text-align:left;margin-left:0;margin-top:4.2pt;width:20.6pt;height:19.05pt;z-index:251658240"/>
        </w:pict>
      </w:r>
      <w:r>
        <w:rPr>
          <w:szCs w:val="28"/>
        </w:rPr>
        <w:t xml:space="preserve">        Согласен (на) на сбор и обработку персональных данных</w:t>
      </w:r>
    </w:p>
    <w:p w:rsidR="0053245F" w:rsidRPr="00DB5A22" w:rsidRDefault="0053245F" w:rsidP="007C66C8">
      <w:pPr>
        <w:spacing w:after="0"/>
        <w:ind w:firstLine="709"/>
        <w:contextualSpacing/>
        <w:jc w:val="both"/>
        <w:rPr>
          <w:szCs w:val="28"/>
        </w:rPr>
      </w:pPr>
    </w:p>
    <w:p w:rsidR="0053245F" w:rsidRPr="00DB5A22" w:rsidRDefault="0053245F" w:rsidP="007C66C8">
      <w:pPr>
        <w:spacing w:after="0"/>
        <w:contextualSpacing/>
        <w:jc w:val="both"/>
        <w:rPr>
          <w:szCs w:val="28"/>
        </w:rPr>
      </w:pPr>
      <w:r w:rsidRPr="00DB5A22">
        <w:rPr>
          <w:szCs w:val="28"/>
        </w:rPr>
        <w:t>Подпись:   __________________</w:t>
      </w:r>
    </w:p>
    <w:p w:rsidR="0053245F" w:rsidRPr="00DB5A22" w:rsidRDefault="0053245F" w:rsidP="007C66C8">
      <w:pPr>
        <w:spacing w:after="0"/>
        <w:contextualSpacing/>
        <w:jc w:val="both"/>
        <w:rPr>
          <w:szCs w:val="28"/>
        </w:rPr>
      </w:pPr>
    </w:p>
    <w:p w:rsidR="0053245F" w:rsidRDefault="0053245F" w:rsidP="007C66C8">
      <w:pPr>
        <w:spacing w:after="0"/>
        <w:contextualSpacing/>
        <w:jc w:val="both"/>
        <w:rPr>
          <w:szCs w:val="28"/>
        </w:rPr>
      </w:pPr>
      <w:r w:rsidRPr="00DB5A22">
        <w:rPr>
          <w:szCs w:val="28"/>
        </w:rPr>
        <w:t xml:space="preserve">             «    »___________20__ г.</w:t>
      </w:r>
    </w:p>
    <w:p w:rsidR="0053245F" w:rsidRDefault="0053245F" w:rsidP="007C66C8">
      <w:pPr>
        <w:spacing w:after="0"/>
        <w:contextualSpacing/>
        <w:jc w:val="both"/>
        <w:rPr>
          <w:szCs w:val="28"/>
        </w:rPr>
      </w:pPr>
    </w:p>
    <w:p w:rsidR="0053245F" w:rsidRDefault="0053245F" w:rsidP="007C66C8">
      <w:pPr>
        <w:spacing w:after="0"/>
        <w:contextualSpacing/>
        <w:jc w:val="both"/>
        <w:rPr>
          <w:szCs w:val="28"/>
        </w:rPr>
      </w:pPr>
      <w:r>
        <w:rPr>
          <w:noProof/>
          <w:lang w:eastAsia="ru-RU"/>
        </w:rPr>
      </w:r>
      <w:r w:rsidRPr="00A72DCC">
        <w:rPr>
          <w:szCs w:val="28"/>
        </w:rPr>
        <w:pict>
          <v:group id="_x0000_s1031" editas="canvas" style="width:30.05pt;height:29pt;mso-position-horizontal-relative:char;mso-position-vertical-relative:line" coordorigin="5053,11917" coordsize="426,425">
            <o:lock v:ext="edit" aspectratio="t"/>
            <v:shape id="_x0000_s1032" type="#_x0000_t75" style="position:absolute;left:5053;top:11917;width:426;height:425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:rsidR="0053245F" w:rsidRPr="00DB5A22" w:rsidRDefault="0053245F" w:rsidP="00854642">
      <w:pPr>
        <w:spacing w:after="0"/>
        <w:contextualSpacing/>
        <w:jc w:val="center"/>
        <w:rPr>
          <w:szCs w:val="28"/>
        </w:rPr>
      </w:pPr>
      <w:r w:rsidRPr="007643AF">
        <w:rPr>
          <w:b/>
          <w:i/>
        </w:rPr>
        <w:t>Спасибо за сотрудничество!</w:t>
      </w:r>
    </w:p>
    <w:sectPr w:rsidR="0053245F" w:rsidRPr="00DB5A22" w:rsidSect="00DB5A22">
      <w:headerReference w:type="default" r:id="rId7"/>
      <w:pgSz w:w="11906" w:h="16838"/>
      <w:pgMar w:top="1134" w:right="566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45F" w:rsidRDefault="0053245F" w:rsidP="00907779">
      <w:pPr>
        <w:spacing w:after="0" w:line="240" w:lineRule="auto"/>
      </w:pPr>
      <w:r>
        <w:separator/>
      </w:r>
    </w:p>
  </w:endnote>
  <w:endnote w:type="continuationSeparator" w:id="0">
    <w:p w:rsidR="0053245F" w:rsidRDefault="0053245F" w:rsidP="0090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45F" w:rsidRDefault="0053245F" w:rsidP="00907779">
      <w:pPr>
        <w:spacing w:after="0" w:line="240" w:lineRule="auto"/>
      </w:pPr>
      <w:r>
        <w:separator/>
      </w:r>
    </w:p>
  </w:footnote>
  <w:footnote w:type="continuationSeparator" w:id="0">
    <w:p w:rsidR="0053245F" w:rsidRDefault="0053245F" w:rsidP="00907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45F" w:rsidRDefault="0053245F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5326"/>
    <w:multiLevelType w:val="hybridMultilevel"/>
    <w:tmpl w:val="58FAFBF2"/>
    <w:lvl w:ilvl="0" w:tplc="F1EA263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F14"/>
    <w:rsid w:val="0000027F"/>
    <w:rsid w:val="00000915"/>
    <w:rsid w:val="00002530"/>
    <w:rsid w:val="00002589"/>
    <w:rsid w:val="00002FDD"/>
    <w:rsid w:val="00004A71"/>
    <w:rsid w:val="00004CD2"/>
    <w:rsid w:val="00014F57"/>
    <w:rsid w:val="000213A2"/>
    <w:rsid w:val="00025728"/>
    <w:rsid w:val="00025EF2"/>
    <w:rsid w:val="00026F87"/>
    <w:rsid w:val="00027571"/>
    <w:rsid w:val="00027A01"/>
    <w:rsid w:val="00031AD7"/>
    <w:rsid w:val="00031C92"/>
    <w:rsid w:val="00032F02"/>
    <w:rsid w:val="00032F52"/>
    <w:rsid w:val="000346CF"/>
    <w:rsid w:val="00034E66"/>
    <w:rsid w:val="00035227"/>
    <w:rsid w:val="00035EA7"/>
    <w:rsid w:val="000375CB"/>
    <w:rsid w:val="00037F58"/>
    <w:rsid w:val="00040227"/>
    <w:rsid w:val="0004026A"/>
    <w:rsid w:val="000458EF"/>
    <w:rsid w:val="0005005E"/>
    <w:rsid w:val="00050BDF"/>
    <w:rsid w:val="00051BF9"/>
    <w:rsid w:val="00052930"/>
    <w:rsid w:val="00052A6A"/>
    <w:rsid w:val="00053F0A"/>
    <w:rsid w:val="00054D68"/>
    <w:rsid w:val="00055417"/>
    <w:rsid w:val="0005593A"/>
    <w:rsid w:val="00061D64"/>
    <w:rsid w:val="0006294C"/>
    <w:rsid w:val="00063E11"/>
    <w:rsid w:val="0006413D"/>
    <w:rsid w:val="00066246"/>
    <w:rsid w:val="00066C2E"/>
    <w:rsid w:val="000715F5"/>
    <w:rsid w:val="00071A53"/>
    <w:rsid w:val="00071D84"/>
    <w:rsid w:val="00073DD5"/>
    <w:rsid w:val="00075E5C"/>
    <w:rsid w:val="00076531"/>
    <w:rsid w:val="00076E29"/>
    <w:rsid w:val="00081153"/>
    <w:rsid w:val="000817EB"/>
    <w:rsid w:val="000819BB"/>
    <w:rsid w:val="00081AD7"/>
    <w:rsid w:val="00083970"/>
    <w:rsid w:val="00085606"/>
    <w:rsid w:val="00085CAA"/>
    <w:rsid w:val="0009061D"/>
    <w:rsid w:val="00090CDC"/>
    <w:rsid w:val="000918BA"/>
    <w:rsid w:val="0009296C"/>
    <w:rsid w:val="00093B8C"/>
    <w:rsid w:val="000951D3"/>
    <w:rsid w:val="000A0C12"/>
    <w:rsid w:val="000A2182"/>
    <w:rsid w:val="000A626B"/>
    <w:rsid w:val="000A7370"/>
    <w:rsid w:val="000B02D3"/>
    <w:rsid w:val="000B04B0"/>
    <w:rsid w:val="000B27DC"/>
    <w:rsid w:val="000B3107"/>
    <w:rsid w:val="000B6EE5"/>
    <w:rsid w:val="000B76C8"/>
    <w:rsid w:val="000B7F43"/>
    <w:rsid w:val="000C104A"/>
    <w:rsid w:val="000C15A8"/>
    <w:rsid w:val="000C192A"/>
    <w:rsid w:val="000C1BA3"/>
    <w:rsid w:val="000C212C"/>
    <w:rsid w:val="000C31C6"/>
    <w:rsid w:val="000C3FBF"/>
    <w:rsid w:val="000C63E5"/>
    <w:rsid w:val="000D03D1"/>
    <w:rsid w:val="000D1276"/>
    <w:rsid w:val="000D1F94"/>
    <w:rsid w:val="000D305E"/>
    <w:rsid w:val="000D328E"/>
    <w:rsid w:val="000D4B80"/>
    <w:rsid w:val="000D5ADE"/>
    <w:rsid w:val="000D733F"/>
    <w:rsid w:val="000D73CA"/>
    <w:rsid w:val="000D7EF9"/>
    <w:rsid w:val="000E1D7B"/>
    <w:rsid w:val="000E2FC6"/>
    <w:rsid w:val="000E3433"/>
    <w:rsid w:val="000E3843"/>
    <w:rsid w:val="000E4B84"/>
    <w:rsid w:val="000E5348"/>
    <w:rsid w:val="000E552C"/>
    <w:rsid w:val="000E617C"/>
    <w:rsid w:val="000E7042"/>
    <w:rsid w:val="000E7B75"/>
    <w:rsid w:val="000F5A88"/>
    <w:rsid w:val="000F6940"/>
    <w:rsid w:val="00103A70"/>
    <w:rsid w:val="0010644B"/>
    <w:rsid w:val="00106605"/>
    <w:rsid w:val="00110075"/>
    <w:rsid w:val="001100DA"/>
    <w:rsid w:val="00110D68"/>
    <w:rsid w:val="00112775"/>
    <w:rsid w:val="00113A11"/>
    <w:rsid w:val="00113EAD"/>
    <w:rsid w:val="00116332"/>
    <w:rsid w:val="001207DF"/>
    <w:rsid w:val="00132DAB"/>
    <w:rsid w:val="00132F92"/>
    <w:rsid w:val="001345FB"/>
    <w:rsid w:val="00135335"/>
    <w:rsid w:val="00135901"/>
    <w:rsid w:val="001360CF"/>
    <w:rsid w:val="00137831"/>
    <w:rsid w:val="00142025"/>
    <w:rsid w:val="0014350E"/>
    <w:rsid w:val="001438F2"/>
    <w:rsid w:val="00143DD1"/>
    <w:rsid w:val="0014402A"/>
    <w:rsid w:val="00155104"/>
    <w:rsid w:val="0015525D"/>
    <w:rsid w:val="0015556E"/>
    <w:rsid w:val="00155C70"/>
    <w:rsid w:val="00157C7E"/>
    <w:rsid w:val="00161429"/>
    <w:rsid w:val="00163AA8"/>
    <w:rsid w:val="00163E28"/>
    <w:rsid w:val="00164531"/>
    <w:rsid w:val="001653CB"/>
    <w:rsid w:val="00165D6C"/>
    <w:rsid w:val="00167142"/>
    <w:rsid w:val="001673D5"/>
    <w:rsid w:val="00170F76"/>
    <w:rsid w:val="00170FAB"/>
    <w:rsid w:val="0017121B"/>
    <w:rsid w:val="00171A9B"/>
    <w:rsid w:val="00172D41"/>
    <w:rsid w:val="00172FA1"/>
    <w:rsid w:val="00174257"/>
    <w:rsid w:val="001762D9"/>
    <w:rsid w:val="00177624"/>
    <w:rsid w:val="00177B9C"/>
    <w:rsid w:val="00177FE4"/>
    <w:rsid w:val="0018013E"/>
    <w:rsid w:val="00180421"/>
    <w:rsid w:val="00182342"/>
    <w:rsid w:val="00184E2C"/>
    <w:rsid w:val="00185BDF"/>
    <w:rsid w:val="00191AEF"/>
    <w:rsid w:val="00192414"/>
    <w:rsid w:val="001972CF"/>
    <w:rsid w:val="001A1791"/>
    <w:rsid w:val="001A2040"/>
    <w:rsid w:val="001A284C"/>
    <w:rsid w:val="001A2A8B"/>
    <w:rsid w:val="001A3D27"/>
    <w:rsid w:val="001A40E6"/>
    <w:rsid w:val="001A460A"/>
    <w:rsid w:val="001A5A16"/>
    <w:rsid w:val="001A6041"/>
    <w:rsid w:val="001B1845"/>
    <w:rsid w:val="001B3243"/>
    <w:rsid w:val="001B3DCB"/>
    <w:rsid w:val="001B45F8"/>
    <w:rsid w:val="001B4D59"/>
    <w:rsid w:val="001B5112"/>
    <w:rsid w:val="001B5F60"/>
    <w:rsid w:val="001B6275"/>
    <w:rsid w:val="001B78D4"/>
    <w:rsid w:val="001C03E8"/>
    <w:rsid w:val="001C0BE0"/>
    <w:rsid w:val="001C2557"/>
    <w:rsid w:val="001C53AD"/>
    <w:rsid w:val="001C6FC9"/>
    <w:rsid w:val="001C75AC"/>
    <w:rsid w:val="001D0F43"/>
    <w:rsid w:val="001D2B01"/>
    <w:rsid w:val="001D37DB"/>
    <w:rsid w:val="001D4D75"/>
    <w:rsid w:val="001D550F"/>
    <w:rsid w:val="001D5CDB"/>
    <w:rsid w:val="001D5D5F"/>
    <w:rsid w:val="001D658B"/>
    <w:rsid w:val="001D6E6C"/>
    <w:rsid w:val="001E1BBD"/>
    <w:rsid w:val="001E33F6"/>
    <w:rsid w:val="001E454B"/>
    <w:rsid w:val="001E6E89"/>
    <w:rsid w:val="001F019F"/>
    <w:rsid w:val="001F02BB"/>
    <w:rsid w:val="001F0842"/>
    <w:rsid w:val="001F1493"/>
    <w:rsid w:val="001F3121"/>
    <w:rsid w:val="001F3804"/>
    <w:rsid w:val="001F4C98"/>
    <w:rsid w:val="001F7649"/>
    <w:rsid w:val="00200B78"/>
    <w:rsid w:val="0020245B"/>
    <w:rsid w:val="00202CA2"/>
    <w:rsid w:val="00204821"/>
    <w:rsid w:val="00205462"/>
    <w:rsid w:val="00206916"/>
    <w:rsid w:val="00206A1E"/>
    <w:rsid w:val="00206E59"/>
    <w:rsid w:val="00207308"/>
    <w:rsid w:val="00210B3F"/>
    <w:rsid w:val="00210B76"/>
    <w:rsid w:val="00211723"/>
    <w:rsid w:val="00211B1D"/>
    <w:rsid w:val="002120A0"/>
    <w:rsid w:val="00212A1A"/>
    <w:rsid w:val="00215707"/>
    <w:rsid w:val="0021595A"/>
    <w:rsid w:val="00215A3F"/>
    <w:rsid w:val="00215FA4"/>
    <w:rsid w:val="0021682A"/>
    <w:rsid w:val="002223CC"/>
    <w:rsid w:val="00222E07"/>
    <w:rsid w:val="002231A0"/>
    <w:rsid w:val="00223B05"/>
    <w:rsid w:val="00226C89"/>
    <w:rsid w:val="00227909"/>
    <w:rsid w:val="00230BBE"/>
    <w:rsid w:val="00231457"/>
    <w:rsid w:val="00231CA9"/>
    <w:rsid w:val="00232359"/>
    <w:rsid w:val="00232BBA"/>
    <w:rsid w:val="00232E0A"/>
    <w:rsid w:val="00232EC9"/>
    <w:rsid w:val="002345F8"/>
    <w:rsid w:val="00234B61"/>
    <w:rsid w:val="00235D22"/>
    <w:rsid w:val="00236ECD"/>
    <w:rsid w:val="00240D5C"/>
    <w:rsid w:val="00241C0F"/>
    <w:rsid w:val="00242C8D"/>
    <w:rsid w:val="00245EE6"/>
    <w:rsid w:val="00246383"/>
    <w:rsid w:val="00246C3A"/>
    <w:rsid w:val="00247076"/>
    <w:rsid w:val="002470AF"/>
    <w:rsid w:val="002505C2"/>
    <w:rsid w:val="002515EF"/>
    <w:rsid w:val="00252204"/>
    <w:rsid w:val="002537AC"/>
    <w:rsid w:val="00254BFC"/>
    <w:rsid w:val="002555A4"/>
    <w:rsid w:val="0025731D"/>
    <w:rsid w:val="0026037F"/>
    <w:rsid w:val="00262493"/>
    <w:rsid w:val="0026291F"/>
    <w:rsid w:val="00263164"/>
    <w:rsid w:val="00264BC1"/>
    <w:rsid w:val="00264C81"/>
    <w:rsid w:val="00276FF1"/>
    <w:rsid w:val="0028276D"/>
    <w:rsid w:val="00285741"/>
    <w:rsid w:val="00287119"/>
    <w:rsid w:val="00290AC7"/>
    <w:rsid w:val="002914C2"/>
    <w:rsid w:val="002929CB"/>
    <w:rsid w:val="002931E8"/>
    <w:rsid w:val="00293CA2"/>
    <w:rsid w:val="002945C3"/>
    <w:rsid w:val="00294FB0"/>
    <w:rsid w:val="00295527"/>
    <w:rsid w:val="00296626"/>
    <w:rsid w:val="00296D24"/>
    <w:rsid w:val="002976CD"/>
    <w:rsid w:val="002A2586"/>
    <w:rsid w:val="002A2930"/>
    <w:rsid w:val="002A47F0"/>
    <w:rsid w:val="002A5676"/>
    <w:rsid w:val="002A6144"/>
    <w:rsid w:val="002A636D"/>
    <w:rsid w:val="002B2E29"/>
    <w:rsid w:val="002B442D"/>
    <w:rsid w:val="002B464E"/>
    <w:rsid w:val="002B71A5"/>
    <w:rsid w:val="002B73CD"/>
    <w:rsid w:val="002B78E2"/>
    <w:rsid w:val="002B7E1F"/>
    <w:rsid w:val="002C0445"/>
    <w:rsid w:val="002C2602"/>
    <w:rsid w:val="002C28E4"/>
    <w:rsid w:val="002C4978"/>
    <w:rsid w:val="002C5ADD"/>
    <w:rsid w:val="002C793E"/>
    <w:rsid w:val="002D2385"/>
    <w:rsid w:val="002D3D28"/>
    <w:rsid w:val="002D47FE"/>
    <w:rsid w:val="002D4E4E"/>
    <w:rsid w:val="002D62DB"/>
    <w:rsid w:val="002D75A6"/>
    <w:rsid w:val="002E208D"/>
    <w:rsid w:val="002E26A5"/>
    <w:rsid w:val="002E6A08"/>
    <w:rsid w:val="002F09D5"/>
    <w:rsid w:val="002F12B4"/>
    <w:rsid w:val="002F2F7B"/>
    <w:rsid w:val="002F34D5"/>
    <w:rsid w:val="002F38D1"/>
    <w:rsid w:val="002F73AA"/>
    <w:rsid w:val="00300B97"/>
    <w:rsid w:val="00301FEC"/>
    <w:rsid w:val="0030259F"/>
    <w:rsid w:val="00302D50"/>
    <w:rsid w:val="00303CE7"/>
    <w:rsid w:val="00304223"/>
    <w:rsid w:val="0030723F"/>
    <w:rsid w:val="00307506"/>
    <w:rsid w:val="00312F01"/>
    <w:rsid w:val="0031320C"/>
    <w:rsid w:val="00313A0A"/>
    <w:rsid w:val="00314B46"/>
    <w:rsid w:val="00321463"/>
    <w:rsid w:val="0032222F"/>
    <w:rsid w:val="00322BAA"/>
    <w:rsid w:val="0032447F"/>
    <w:rsid w:val="00325AF3"/>
    <w:rsid w:val="0033552B"/>
    <w:rsid w:val="00335CE0"/>
    <w:rsid w:val="00337EDC"/>
    <w:rsid w:val="003409CC"/>
    <w:rsid w:val="00345DBA"/>
    <w:rsid w:val="003504A1"/>
    <w:rsid w:val="0035226B"/>
    <w:rsid w:val="00352409"/>
    <w:rsid w:val="00352E84"/>
    <w:rsid w:val="00354FB5"/>
    <w:rsid w:val="00356373"/>
    <w:rsid w:val="00357BBB"/>
    <w:rsid w:val="0036276A"/>
    <w:rsid w:val="00362C1A"/>
    <w:rsid w:val="0036536A"/>
    <w:rsid w:val="003657D1"/>
    <w:rsid w:val="003667F2"/>
    <w:rsid w:val="00367B17"/>
    <w:rsid w:val="00367DDA"/>
    <w:rsid w:val="0037287A"/>
    <w:rsid w:val="00374943"/>
    <w:rsid w:val="00374985"/>
    <w:rsid w:val="00375734"/>
    <w:rsid w:val="00375BAC"/>
    <w:rsid w:val="00375FE8"/>
    <w:rsid w:val="00376319"/>
    <w:rsid w:val="00380533"/>
    <w:rsid w:val="00381ACD"/>
    <w:rsid w:val="00381F38"/>
    <w:rsid w:val="0038277B"/>
    <w:rsid w:val="00382D05"/>
    <w:rsid w:val="003830E3"/>
    <w:rsid w:val="00383B19"/>
    <w:rsid w:val="00384963"/>
    <w:rsid w:val="00384E5C"/>
    <w:rsid w:val="00385B43"/>
    <w:rsid w:val="003862F0"/>
    <w:rsid w:val="0039101C"/>
    <w:rsid w:val="00393890"/>
    <w:rsid w:val="00393A0A"/>
    <w:rsid w:val="003953B4"/>
    <w:rsid w:val="003958C4"/>
    <w:rsid w:val="00395CED"/>
    <w:rsid w:val="00396F52"/>
    <w:rsid w:val="003976F3"/>
    <w:rsid w:val="003A0071"/>
    <w:rsid w:val="003A0635"/>
    <w:rsid w:val="003A0ABF"/>
    <w:rsid w:val="003A1079"/>
    <w:rsid w:val="003A20DE"/>
    <w:rsid w:val="003A3A7E"/>
    <w:rsid w:val="003A3DC3"/>
    <w:rsid w:val="003A3ECC"/>
    <w:rsid w:val="003A4688"/>
    <w:rsid w:val="003A62ED"/>
    <w:rsid w:val="003A7002"/>
    <w:rsid w:val="003B26D1"/>
    <w:rsid w:val="003B382E"/>
    <w:rsid w:val="003B4D54"/>
    <w:rsid w:val="003B5D24"/>
    <w:rsid w:val="003C4ABE"/>
    <w:rsid w:val="003C605C"/>
    <w:rsid w:val="003C75FC"/>
    <w:rsid w:val="003D594F"/>
    <w:rsid w:val="003D749A"/>
    <w:rsid w:val="003E1632"/>
    <w:rsid w:val="003E294A"/>
    <w:rsid w:val="003E351C"/>
    <w:rsid w:val="003E4836"/>
    <w:rsid w:val="003E4E46"/>
    <w:rsid w:val="003E5E27"/>
    <w:rsid w:val="003E60F3"/>
    <w:rsid w:val="003E6BEE"/>
    <w:rsid w:val="003E7847"/>
    <w:rsid w:val="003F00DD"/>
    <w:rsid w:val="003F1131"/>
    <w:rsid w:val="003F18E4"/>
    <w:rsid w:val="003F2015"/>
    <w:rsid w:val="003F293D"/>
    <w:rsid w:val="003F6143"/>
    <w:rsid w:val="003F6A5F"/>
    <w:rsid w:val="0040084F"/>
    <w:rsid w:val="0040086C"/>
    <w:rsid w:val="00400C99"/>
    <w:rsid w:val="00403C39"/>
    <w:rsid w:val="004041F1"/>
    <w:rsid w:val="00406723"/>
    <w:rsid w:val="00410464"/>
    <w:rsid w:val="00410915"/>
    <w:rsid w:val="004116A7"/>
    <w:rsid w:val="00412F2E"/>
    <w:rsid w:val="0041306A"/>
    <w:rsid w:val="00413644"/>
    <w:rsid w:val="004144CC"/>
    <w:rsid w:val="00414A9E"/>
    <w:rsid w:val="0041511D"/>
    <w:rsid w:val="00420F2A"/>
    <w:rsid w:val="00421112"/>
    <w:rsid w:val="00421A4F"/>
    <w:rsid w:val="00425AA4"/>
    <w:rsid w:val="004264FB"/>
    <w:rsid w:val="00427BAC"/>
    <w:rsid w:val="00432EB6"/>
    <w:rsid w:val="004363C7"/>
    <w:rsid w:val="004418BA"/>
    <w:rsid w:val="0044316A"/>
    <w:rsid w:val="004449B8"/>
    <w:rsid w:val="00447110"/>
    <w:rsid w:val="004501D3"/>
    <w:rsid w:val="00450876"/>
    <w:rsid w:val="00451193"/>
    <w:rsid w:val="004516C2"/>
    <w:rsid w:val="00454083"/>
    <w:rsid w:val="004541DE"/>
    <w:rsid w:val="00454C77"/>
    <w:rsid w:val="00454F8F"/>
    <w:rsid w:val="00455563"/>
    <w:rsid w:val="0045652D"/>
    <w:rsid w:val="00456B1B"/>
    <w:rsid w:val="00460FF0"/>
    <w:rsid w:val="00461083"/>
    <w:rsid w:val="00461090"/>
    <w:rsid w:val="00461B20"/>
    <w:rsid w:val="0046222A"/>
    <w:rsid w:val="004652D0"/>
    <w:rsid w:val="0046530C"/>
    <w:rsid w:val="00465ED5"/>
    <w:rsid w:val="0046795F"/>
    <w:rsid w:val="0047175B"/>
    <w:rsid w:val="004717D5"/>
    <w:rsid w:val="00473139"/>
    <w:rsid w:val="00473D0F"/>
    <w:rsid w:val="00475321"/>
    <w:rsid w:val="00476331"/>
    <w:rsid w:val="00476A0E"/>
    <w:rsid w:val="00482660"/>
    <w:rsid w:val="004829E4"/>
    <w:rsid w:val="00482F8E"/>
    <w:rsid w:val="00483BF7"/>
    <w:rsid w:val="004851F7"/>
    <w:rsid w:val="00486E24"/>
    <w:rsid w:val="00487522"/>
    <w:rsid w:val="0048764B"/>
    <w:rsid w:val="00490FDC"/>
    <w:rsid w:val="00493688"/>
    <w:rsid w:val="00493736"/>
    <w:rsid w:val="0049686E"/>
    <w:rsid w:val="004A240E"/>
    <w:rsid w:val="004A3063"/>
    <w:rsid w:val="004A4034"/>
    <w:rsid w:val="004A5115"/>
    <w:rsid w:val="004A6EAE"/>
    <w:rsid w:val="004B402D"/>
    <w:rsid w:val="004B44C7"/>
    <w:rsid w:val="004B4D7B"/>
    <w:rsid w:val="004B626E"/>
    <w:rsid w:val="004C02C0"/>
    <w:rsid w:val="004C179A"/>
    <w:rsid w:val="004C2447"/>
    <w:rsid w:val="004C4730"/>
    <w:rsid w:val="004C4B08"/>
    <w:rsid w:val="004D0E4B"/>
    <w:rsid w:val="004D10EF"/>
    <w:rsid w:val="004D55EC"/>
    <w:rsid w:val="004D7940"/>
    <w:rsid w:val="004E00FD"/>
    <w:rsid w:val="004E516F"/>
    <w:rsid w:val="004E5628"/>
    <w:rsid w:val="004E5836"/>
    <w:rsid w:val="004F22D1"/>
    <w:rsid w:val="004F2E38"/>
    <w:rsid w:val="004F4045"/>
    <w:rsid w:val="004F4B59"/>
    <w:rsid w:val="004F5439"/>
    <w:rsid w:val="004F6302"/>
    <w:rsid w:val="004F6674"/>
    <w:rsid w:val="00500572"/>
    <w:rsid w:val="005019B9"/>
    <w:rsid w:val="0050398A"/>
    <w:rsid w:val="005052DA"/>
    <w:rsid w:val="00505731"/>
    <w:rsid w:val="005068DA"/>
    <w:rsid w:val="00513CF6"/>
    <w:rsid w:val="005156C6"/>
    <w:rsid w:val="00515703"/>
    <w:rsid w:val="0051620B"/>
    <w:rsid w:val="00517C0D"/>
    <w:rsid w:val="0052093D"/>
    <w:rsid w:val="00521FFD"/>
    <w:rsid w:val="0052334D"/>
    <w:rsid w:val="00530A1F"/>
    <w:rsid w:val="00530F8F"/>
    <w:rsid w:val="0053227E"/>
    <w:rsid w:val="0053245F"/>
    <w:rsid w:val="005324C1"/>
    <w:rsid w:val="005333B9"/>
    <w:rsid w:val="005334D9"/>
    <w:rsid w:val="00540806"/>
    <w:rsid w:val="005410B5"/>
    <w:rsid w:val="00541DC7"/>
    <w:rsid w:val="00545911"/>
    <w:rsid w:val="005471E9"/>
    <w:rsid w:val="005475D1"/>
    <w:rsid w:val="00550C9F"/>
    <w:rsid w:val="00551A51"/>
    <w:rsid w:val="00552052"/>
    <w:rsid w:val="00552FCF"/>
    <w:rsid w:val="00553443"/>
    <w:rsid w:val="0055392C"/>
    <w:rsid w:val="00560011"/>
    <w:rsid w:val="00560D5C"/>
    <w:rsid w:val="005618DF"/>
    <w:rsid w:val="00561A42"/>
    <w:rsid w:val="005629A3"/>
    <w:rsid w:val="0056332E"/>
    <w:rsid w:val="00565127"/>
    <w:rsid w:val="00565930"/>
    <w:rsid w:val="0056641C"/>
    <w:rsid w:val="0057052F"/>
    <w:rsid w:val="005720C9"/>
    <w:rsid w:val="005723E5"/>
    <w:rsid w:val="00572979"/>
    <w:rsid w:val="00572B72"/>
    <w:rsid w:val="00575D7B"/>
    <w:rsid w:val="00576BA7"/>
    <w:rsid w:val="005774CE"/>
    <w:rsid w:val="00577AFA"/>
    <w:rsid w:val="0058097A"/>
    <w:rsid w:val="00582C34"/>
    <w:rsid w:val="00583E4F"/>
    <w:rsid w:val="00585E1E"/>
    <w:rsid w:val="00590000"/>
    <w:rsid w:val="005903EE"/>
    <w:rsid w:val="00590C3B"/>
    <w:rsid w:val="00591BDB"/>
    <w:rsid w:val="00592778"/>
    <w:rsid w:val="00593000"/>
    <w:rsid w:val="00594976"/>
    <w:rsid w:val="005959C8"/>
    <w:rsid w:val="00597743"/>
    <w:rsid w:val="005A16E3"/>
    <w:rsid w:val="005A1E40"/>
    <w:rsid w:val="005A223B"/>
    <w:rsid w:val="005A2D47"/>
    <w:rsid w:val="005A312B"/>
    <w:rsid w:val="005A33CF"/>
    <w:rsid w:val="005A670C"/>
    <w:rsid w:val="005A69E2"/>
    <w:rsid w:val="005A7995"/>
    <w:rsid w:val="005B0792"/>
    <w:rsid w:val="005B129E"/>
    <w:rsid w:val="005B31B5"/>
    <w:rsid w:val="005B5224"/>
    <w:rsid w:val="005B5D9A"/>
    <w:rsid w:val="005B7431"/>
    <w:rsid w:val="005C1D77"/>
    <w:rsid w:val="005C1F81"/>
    <w:rsid w:val="005C2937"/>
    <w:rsid w:val="005C3531"/>
    <w:rsid w:val="005C3634"/>
    <w:rsid w:val="005D0FDC"/>
    <w:rsid w:val="005D146A"/>
    <w:rsid w:val="005D222F"/>
    <w:rsid w:val="005D3B3D"/>
    <w:rsid w:val="005D3D04"/>
    <w:rsid w:val="005D3E9C"/>
    <w:rsid w:val="005D75C1"/>
    <w:rsid w:val="005D7835"/>
    <w:rsid w:val="005E0E9F"/>
    <w:rsid w:val="005E1384"/>
    <w:rsid w:val="005E1C3F"/>
    <w:rsid w:val="005E1D47"/>
    <w:rsid w:val="005E3670"/>
    <w:rsid w:val="005E3AF9"/>
    <w:rsid w:val="005E4459"/>
    <w:rsid w:val="005E472C"/>
    <w:rsid w:val="005E5384"/>
    <w:rsid w:val="005E62FF"/>
    <w:rsid w:val="005F07A4"/>
    <w:rsid w:val="005F105F"/>
    <w:rsid w:val="005F481C"/>
    <w:rsid w:val="005F4998"/>
    <w:rsid w:val="005F5646"/>
    <w:rsid w:val="005F5E74"/>
    <w:rsid w:val="005F66E3"/>
    <w:rsid w:val="005F7B79"/>
    <w:rsid w:val="006016A7"/>
    <w:rsid w:val="00603AB3"/>
    <w:rsid w:val="0060791B"/>
    <w:rsid w:val="00607F15"/>
    <w:rsid w:val="00614E33"/>
    <w:rsid w:val="0061531A"/>
    <w:rsid w:val="006159C5"/>
    <w:rsid w:val="00616BE5"/>
    <w:rsid w:val="00616DAD"/>
    <w:rsid w:val="00617720"/>
    <w:rsid w:val="0062007D"/>
    <w:rsid w:val="00622C8E"/>
    <w:rsid w:val="00627C2D"/>
    <w:rsid w:val="006303D2"/>
    <w:rsid w:val="0063050A"/>
    <w:rsid w:val="00631953"/>
    <w:rsid w:val="006323F4"/>
    <w:rsid w:val="006350F0"/>
    <w:rsid w:val="006364C9"/>
    <w:rsid w:val="0063679F"/>
    <w:rsid w:val="00637B67"/>
    <w:rsid w:val="00641AE6"/>
    <w:rsid w:val="0064394A"/>
    <w:rsid w:val="00644656"/>
    <w:rsid w:val="0064501C"/>
    <w:rsid w:val="00645DA5"/>
    <w:rsid w:val="00646016"/>
    <w:rsid w:val="006477D4"/>
    <w:rsid w:val="00647E85"/>
    <w:rsid w:val="00651407"/>
    <w:rsid w:val="006514B3"/>
    <w:rsid w:val="00651AD1"/>
    <w:rsid w:val="00651CBC"/>
    <w:rsid w:val="00651F89"/>
    <w:rsid w:val="00652064"/>
    <w:rsid w:val="00652D41"/>
    <w:rsid w:val="00652DD8"/>
    <w:rsid w:val="0065359B"/>
    <w:rsid w:val="006538EF"/>
    <w:rsid w:val="00653D6D"/>
    <w:rsid w:val="00654FE6"/>
    <w:rsid w:val="0065572A"/>
    <w:rsid w:val="00656F7A"/>
    <w:rsid w:val="0066077F"/>
    <w:rsid w:val="00660957"/>
    <w:rsid w:val="006616B4"/>
    <w:rsid w:val="006625C7"/>
    <w:rsid w:val="00662949"/>
    <w:rsid w:val="00663250"/>
    <w:rsid w:val="0066353F"/>
    <w:rsid w:val="00663E3D"/>
    <w:rsid w:val="00665EDA"/>
    <w:rsid w:val="0066607B"/>
    <w:rsid w:val="00666CCD"/>
    <w:rsid w:val="006672DF"/>
    <w:rsid w:val="0067075F"/>
    <w:rsid w:val="00671C4C"/>
    <w:rsid w:val="00671D9E"/>
    <w:rsid w:val="0067310A"/>
    <w:rsid w:val="00673EBB"/>
    <w:rsid w:val="00673FF4"/>
    <w:rsid w:val="006755FD"/>
    <w:rsid w:val="00675DBF"/>
    <w:rsid w:val="0067657A"/>
    <w:rsid w:val="00677DDF"/>
    <w:rsid w:val="00677DFE"/>
    <w:rsid w:val="0068270F"/>
    <w:rsid w:val="00685DAA"/>
    <w:rsid w:val="006867BD"/>
    <w:rsid w:val="006900B8"/>
    <w:rsid w:val="00690F10"/>
    <w:rsid w:val="00691480"/>
    <w:rsid w:val="0069225E"/>
    <w:rsid w:val="00695043"/>
    <w:rsid w:val="0069656F"/>
    <w:rsid w:val="00697915"/>
    <w:rsid w:val="006A072A"/>
    <w:rsid w:val="006A2C8B"/>
    <w:rsid w:val="006A35DF"/>
    <w:rsid w:val="006A3A6E"/>
    <w:rsid w:val="006A4870"/>
    <w:rsid w:val="006A605E"/>
    <w:rsid w:val="006A6D1D"/>
    <w:rsid w:val="006B16D3"/>
    <w:rsid w:val="006B4692"/>
    <w:rsid w:val="006B55DF"/>
    <w:rsid w:val="006B60CA"/>
    <w:rsid w:val="006B6FC1"/>
    <w:rsid w:val="006C1AD2"/>
    <w:rsid w:val="006C2A35"/>
    <w:rsid w:val="006C3231"/>
    <w:rsid w:val="006C5BD4"/>
    <w:rsid w:val="006C7A18"/>
    <w:rsid w:val="006D0EA4"/>
    <w:rsid w:val="006D4D79"/>
    <w:rsid w:val="006D5C25"/>
    <w:rsid w:val="006D5FA4"/>
    <w:rsid w:val="006D705F"/>
    <w:rsid w:val="006E03D4"/>
    <w:rsid w:val="006E117E"/>
    <w:rsid w:val="006E63B6"/>
    <w:rsid w:val="006E6B65"/>
    <w:rsid w:val="006E7EB1"/>
    <w:rsid w:val="006F36E1"/>
    <w:rsid w:val="006F48E0"/>
    <w:rsid w:val="006F5D15"/>
    <w:rsid w:val="006F7776"/>
    <w:rsid w:val="00702E91"/>
    <w:rsid w:val="0070374C"/>
    <w:rsid w:val="007039DA"/>
    <w:rsid w:val="00703F5A"/>
    <w:rsid w:val="007041CF"/>
    <w:rsid w:val="0070428A"/>
    <w:rsid w:val="007064BB"/>
    <w:rsid w:val="00706859"/>
    <w:rsid w:val="00706F74"/>
    <w:rsid w:val="007112C7"/>
    <w:rsid w:val="00715B0C"/>
    <w:rsid w:val="00716246"/>
    <w:rsid w:val="00716F14"/>
    <w:rsid w:val="0071792D"/>
    <w:rsid w:val="00721460"/>
    <w:rsid w:val="0072411F"/>
    <w:rsid w:val="0072417B"/>
    <w:rsid w:val="007246E0"/>
    <w:rsid w:val="00724A93"/>
    <w:rsid w:val="00724AD6"/>
    <w:rsid w:val="00725451"/>
    <w:rsid w:val="007264DB"/>
    <w:rsid w:val="00726BDE"/>
    <w:rsid w:val="00726E2B"/>
    <w:rsid w:val="00727C2A"/>
    <w:rsid w:val="007305EB"/>
    <w:rsid w:val="00730989"/>
    <w:rsid w:val="00731044"/>
    <w:rsid w:val="00731AA0"/>
    <w:rsid w:val="00731ADB"/>
    <w:rsid w:val="00732082"/>
    <w:rsid w:val="0073359B"/>
    <w:rsid w:val="00733E55"/>
    <w:rsid w:val="007368BE"/>
    <w:rsid w:val="00737375"/>
    <w:rsid w:val="007424EE"/>
    <w:rsid w:val="00742B85"/>
    <w:rsid w:val="0074410A"/>
    <w:rsid w:val="00744343"/>
    <w:rsid w:val="007460FC"/>
    <w:rsid w:val="00746A44"/>
    <w:rsid w:val="00752CC6"/>
    <w:rsid w:val="00753E63"/>
    <w:rsid w:val="00761B2A"/>
    <w:rsid w:val="00764302"/>
    <w:rsid w:val="007643AF"/>
    <w:rsid w:val="00766908"/>
    <w:rsid w:val="00766C59"/>
    <w:rsid w:val="00766D75"/>
    <w:rsid w:val="0076726B"/>
    <w:rsid w:val="00767E17"/>
    <w:rsid w:val="00771C2F"/>
    <w:rsid w:val="00773CF3"/>
    <w:rsid w:val="0077400C"/>
    <w:rsid w:val="00776036"/>
    <w:rsid w:val="007769CC"/>
    <w:rsid w:val="00776A26"/>
    <w:rsid w:val="00781971"/>
    <w:rsid w:val="007849D5"/>
    <w:rsid w:val="00785428"/>
    <w:rsid w:val="00785BE3"/>
    <w:rsid w:val="007863FC"/>
    <w:rsid w:val="007867FA"/>
    <w:rsid w:val="00786CCF"/>
    <w:rsid w:val="00791C0F"/>
    <w:rsid w:val="007923F2"/>
    <w:rsid w:val="00794C7A"/>
    <w:rsid w:val="007A0D46"/>
    <w:rsid w:val="007A15DE"/>
    <w:rsid w:val="007A1736"/>
    <w:rsid w:val="007A25F1"/>
    <w:rsid w:val="007A55B4"/>
    <w:rsid w:val="007A6DD5"/>
    <w:rsid w:val="007B0961"/>
    <w:rsid w:val="007B4611"/>
    <w:rsid w:val="007B46C8"/>
    <w:rsid w:val="007B5341"/>
    <w:rsid w:val="007B5763"/>
    <w:rsid w:val="007B5CEE"/>
    <w:rsid w:val="007B76B0"/>
    <w:rsid w:val="007C03D3"/>
    <w:rsid w:val="007C2603"/>
    <w:rsid w:val="007C2C04"/>
    <w:rsid w:val="007C3CFC"/>
    <w:rsid w:val="007C66C8"/>
    <w:rsid w:val="007C690E"/>
    <w:rsid w:val="007C7522"/>
    <w:rsid w:val="007C76C7"/>
    <w:rsid w:val="007C7D48"/>
    <w:rsid w:val="007D101B"/>
    <w:rsid w:val="007D1635"/>
    <w:rsid w:val="007D2630"/>
    <w:rsid w:val="007D5C6F"/>
    <w:rsid w:val="007E26C5"/>
    <w:rsid w:val="007E3427"/>
    <w:rsid w:val="007E72B2"/>
    <w:rsid w:val="007F4871"/>
    <w:rsid w:val="0080049F"/>
    <w:rsid w:val="00800ED3"/>
    <w:rsid w:val="00801E44"/>
    <w:rsid w:val="008021B9"/>
    <w:rsid w:val="0080345E"/>
    <w:rsid w:val="00803879"/>
    <w:rsid w:val="00803B4D"/>
    <w:rsid w:val="00805C1C"/>
    <w:rsid w:val="00806784"/>
    <w:rsid w:val="00807903"/>
    <w:rsid w:val="00812332"/>
    <w:rsid w:val="0081244D"/>
    <w:rsid w:val="0081420C"/>
    <w:rsid w:val="00814845"/>
    <w:rsid w:val="00817247"/>
    <w:rsid w:val="00822417"/>
    <w:rsid w:val="0082319B"/>
    <w:rsid w:val="00823607"/>
    <w:rsid w:val="0082652E"/>
    <w:rsid w:val="008301E0"/>
    <w:rsid w:val="008311D8"/>
    <w:rsid w:val="00831EA9"/>
    <w:rsid w:val="00832F79"/>
    <w:rsid w:val="00835270"/>
    <w:rsid w:val="00841187"/>
    <w:rsid w:val="0084370F"/>
    <w:rsid w:val="00845085"/>
    <w:rsid w:val="00846C44"/>
    <w:rsid w:val="00846D66"/>
    <w:rsid w:val="008471ED"/>
    <w:rsid w:val="008503DB"/>
    <w:rsid w:val="00854642"/>
    <w:rsid w:val="0085487E"/>
    <w:rsid w:val="00854FD2"/>
    <w:rsid w:val="00855086"/>
    <w:rsid w:val="00855237"/>
    <w:rsid w:val="00856331"/>
    <w:rsid w:val="0086083A"/>
    <w:rsid w:val="00860E18"/>
    <w:rsid w:val="00861130"/>
    <w:rsid w:val="00861D45"/>
    <w:rsid w:val="00865B0E"/>
    <w:rsid w:val="008663DF"/>
    <w:rsid w:val="00866884"/>
    <w:rsid w:val="00866B50"/>
    <w:rsid w:val="00870032"/>
    <w:rsid w:val="00870E88"/>
    <w:rsid w:val="0087365D"/>
    <w:rsid w:val="00873E16"/>
    <w:rsid w:val="00874687"/>
    <w:rsid w:val="008749CF"/>
    <w:rsid w:val="00875020"/>
    <w:rsid w:val="00875D3E"/>
    <w:rsid w:val="008765E5"/>
    <w:rsid w:val="00877117"/>
    <w:rsid w:val="00883305"/>
    <w:rsid w:val="00884E6F"/>
    <w:rsid w:val="00885A46"/>
    <w:rsid w:val="008870F3"/>
    <w:rsid w:val="00891395"/>
    <w:rsid w:val="0089235E"/>
    <w:rsid w:val="00892EA1"/>
    <w:rsid w:val="00894458"/>
    <w:rsid w:val="008A4ADC"/>
    <w:rsid w:val="008A5790"/>
    <w:rsid w:val="008A5996"/>
    <w:rsid w:val="008A5F04"/>
    <w:rsid w:val="008A7257"/>
    <w:rsid w:val="008A7B97"/>
    <w:rsid w:val="008B056A"/>
    <w:rsid w:val="008B0B4F"/>
    <w:rsid w:val="008B164D"/>
    <w:rsid w:val="008B218D"/>
    <w:rsid w:val="008B3419"/>
    <w:rsid w:val="008B35B1"/>
    <w:rsid w:val="008B422B"/>
    <w:rsid w:val="008B4CEB"/>
    <w:rsid w:val="008B551C"/>
    <w:rsid w:val="008C102F"/>
    <w:rsid w:val="008C16F2"/>
    <w:rsid w:val="008C6EAC"/>
    <w:rsid w:val="008D14DF"/>
    <w:rsid w:val="008D270D"/>
    <w:rsid w:val="008D2779"/>
    <w:rsid w:val="008D5D7F"/>
    <w:rsid w:val="008E047B"/>
    <w:rsid w:val="008E34DD"/>
    <w:rsid w:val="008E5B63"/>
    <w:rsid w:val="008E64C6"/>
    <w:rsid w:val="008E6E1D"/>
    <w:rsid w:val="008E7FFC"/>
    <w:rsid w:val="008F0352"/>
    <w:rsid w:val="008F1A5A"/>
    <w:rsid w:val="008F2921"/>
    <w:rsid w:val="008F2B04"/>
    <w:rsid w:val="008F5E98"/>
    <w:rsid w:val="008F6E02"/>
    <w:rsid w:val="008F72EE"/>
    <w:rsid w:val="008F75F2"/>
    <w:rsid w:val="00900CD6"/>
    <w:rsid w:val="0090340C"/>
    <w:rsid w:val="00905A28"/>
    <w:rsid w:val="00905A3D"/>
    <w:rsid w:val="00906BE1"/>
    <w:rsid w:val="00907228"/>
    <w:rsid w:val="00907779"/>
    <w:rsid w:val="0091064A"/>
    <w:rsid w:val="00911FCA"/>
    <w:rsid w:val="00915B93"/>
    <w:rsid w:val="009176E0"/>
    <w:rsid w:val="00917E9E"/>
    <w:rsid w:val="00920208"/>
    <w:rsid w:val="00920B8F"/>
    <w:rsid w:val="0093504D"/>
    <w:rsid w:val="009367B4"/>
    <w:rsid w:val="0093696C"/>
    <w:rsid w:val="00940B0C"/>
    <w:rsid w:val="00940E5B"/>
    <w:rsid w:val="00942572"/>
    <w:rsid w:val="0094583F"/>
    <w:rsid w:val="00945C3F"/>
    <w:rsid w:val="00945C83"/>
    <w:rsid w:val="00951A3E"/>
    <w:rsid w:val="0095236F"/>
    <w:rsid w:val="00952FA4"/>
    <w:rsid w:val="00953643"/>
    <w:rsid w:val="00954037"/>
    <w:rsid w:val="009550D2"/>
    <w:rsid w:val="0095584D"/>
    <w:rsid w:val="00955BF6"/>
    <w:rsid w:val="009603A8"/>
    <w:rsid w:val="009616BD"/>
    <w:rsid w:val="00961FB7"/>
    <w:rsid w:val="00962048"/>
    <w:rsid w:val="00962F31"/>
    <w:rsid w:val="00963D00"/>
    <w:rsid w:val="0096426E"/>
    <w:rsid w:val="009653DF"/>
    <w:rsid w:val="00966185"/>
    <w:rsid w:val="00966793"/>
    <w:rsid w:val="00966C29"/>
    <w:rsid w:val="00967A56"/>
    <w:rsid w:val="00967D4B"/>
    <w:rsid w:val="009721EC"/>
    <w:rsid w:val="00972B88"/>
    <w:rsid w:val="00973A25"/>
    <w:rsid w:val="009775AD"/>
    <w:rsid w:val="00982A24"/>
    <w:rsid w:val="00984DD3"/>
    <w:rsid w:val="00987395"/>
    <w:rsid w:val="00987618"/>
    <w:rsid w:val="0099118B"/>
    <w:rsid w:val="0099373E"/>
    <w:rsid w:val="009939CC"/>
    <w:rsid w:val="00993C1A"/>
    <w:rsid w:val="00995B28"/>
    <w:rsid w:val="00997059"/>
    <w:rsid w:val="009A0D15"/>
    <w:rsid w:val="009A18DD"/>
    <w:rsid w:val="009A20D7"/>
    <w:rsid w:val="009A3C57"/>
    <w:rsid w:val="009A4A1D"/>
    <w:rsid w:val="009A534D"/>
    <w:rsid w:val="009A5BBB"/>
    <w:rsid w:val="009A5D85"/>
    <w:rsid w:val="009B0589"/>
    <w:rsid w:val="009B0984"/>
    <w:rsid w:val="009B1F01"/>
    <w:rsid w:val="009B29F1"/>
    <w:rsid w:val="009B2EF8"/>
    <w:rsid w:val="009B534D"/>
    <w:rsid w:val="009B63AE"/>
    <w:rsid w:val="009C0BA2"/>
    <w:rsid w:val="009C4D42"/>
    <w:rsid w:val="009C569D"/>
    <w:rsid w:val="009C5B0E"/>
    <w:rsid w:val="009C5B13"/>
    <w:rsid w:val="009C64BC"/>
    <w:rsid w:val="009C6AD3"/>
    <w:rsid w:val="009C7064"/>
    <w:rsid w:val="009D0CEA"/>
    <w:rsid w:val="009D434D"/>
    <w:rsid w:val="009D58C7"/>
    <w:rsid w:val="009D5E5D"/>
    <w:rsid w:val="009D5EAF"/>
    <w:rsid w:val="009D68BC"/>
    <w:rsid w:val="009E022D"/>
    <w:rsid w:val="009E11E0"/>
    <w:rsid w:val="009E4CC3"/>
    <w:rsid w:val="009E5D7A"/>
    <w:rsid w:val="009E67C4"/>
    <w:rsid w:val="009E7E6A"/>
    <w:rsid w:val="009F0FFE"/>
    <w:rsid w:val="009F151E"/>
    <w:rsid w:val="009F15C4"/>
    <w:rsid w:val="009F3FCC"/>
    <w:rsid w:val="009F4616"/>
    <w:rsid w:val="009F5D54"/>
    <w:rsid w:val="009F739B"/>
    <w:rsid w:val="009F759F"/>
    <w:rsid w:val="009F79E1"/>
    <w:rsid w:val="00A01212"/>
    <w:rsid w:val="00A01992"/>
    <w:rsid w:val="00A06BA5"/>
    <w:rsid w:val="00A06E2A"/>
    <w:rsid w:val="00A14415"/>
    <w:rsid w:val="00A144FE"/>
    <w:rsid w:val="00A15E70"/>
    <w:rsid w:val="00A16E32"/>
    <w:rsid w:val="00A16E3D"/>
    <w:rsid w:val="00A1789B"/>
    <w:rsid w:val="00A179AE"/>
    <w:rsid w:val="00A20312"/>
    <w:rsid w:val="00A204A6"/>
    <w:rsid w:val="00A27DAA"/>
    <w:rsid w:val="00A31B89"/>
    <w:rsid w:val="00A32D11"/>
    <w:rsid w:val="00A350CD"/>
    <w:rsid w:val="00A354BF"/>
    <w:rsid w:val="00A36846"/>
    <w:rsid w:val="00A37112"/>
    <w:rsid w:val="00A4005D"/>
    <w:rsid w:val="00A40074"/>
    <w:rsid w:val="00A416E9"/>
    <w:rsid w:val="00A41FE6"/>
    <w:rsid w:val="00A452D4"/>
    <w:rsid w:val="00A475B1"/>
    <w:rsid w:val="00A47F8C"/>
    <w:rsid w:val="00A51D11"/>
    <w:rsid w:val="00A5313E"/>
    <w:rsid w:val="00A53388"/>
    <w:rsid w:val="00A54858"/>
    <w:rsid w:val="00A55A33"/>
    <w:rsid w:val="00A55FC6"/>
    <w:rsid w:val="00A61070"/>
    <w:rsid w:val="00A6317F"/>
    <w:rsid w:val="00A6362A"/>
    <w:rsid w:val="00A64193"/>
    <w:rsid w:val="00A667DA"/>
    <w:rsid w:val="00A66D25"/>
    <w:rsid w:val="00A6735B"/>
    <w:rsid w:val="00A679C0"/>
    <w:rsid w:val="00A7219B"/>
    <w:rsid w:val="00A727B1"/>
    <w:rsid w:val="00A72DCC"/>
    <w:rsid w:val="00A72FCE"/>
    <w:rsid w:val="00A74FC5"/>
    <w:rsid w:val="00A800A3"/>
    <w:rsid w:val="00A806A9"/>
    <w:rsid w:val="00A80A84"/>
    <w:rsid w:val="00A821AA"/>
    <w:rsid w:val="00A85925"/>
    <w:rsid w:val="00A8592C"/>
    <w:rsid w:val="00A85F07"/>
    <w:rsid w:val="00A86522"/>
    <w:rsid w:val="00A87C85"/>
    <w:rsid w:val="00A87ECF"/>
    <w:rsid w:val="00A91D22"/>
    <w:rsid w:val="00A92090"/>
    <w:rsid w:val="00A929CB"/>
    <w:rsid w:val="00A931E7"/>
    <w:rsid w:val="00A93502"/>
    <w:rsid w:val="00A93998"/>
    <w:rsid w:val="00A94AAC"/>
    <w:rsid w:val="00A95B33"/>
    <w:rsid w:val="00A95D66"/>
    <w:rsid w:val="00AA0D3C"/>
    <w:rsid w:val="00AA271F"/>
    <w:rsid w:val="00AA278C"/>
    <w:rsid w:val="00AA2E4E"/>
    <w:rsid w:val="00AA4E85"/>
    <w:rsid w:val="00AA5252"/>
    <w:rsid w:val="00AA670F"/>
    <w:rsid w:val="00AB19B0"/>
    <w:rsid w:val="00AB2BF6"/>
    <w:rsid w:val="00AB58B0"/>
    <w:rsid w:val="00AB59F1"/>
    <w:rsid w:val="00AB6BCF"/>
    <w:rsid w:val="00AB77C2"/>
    <w:rsid w:val="00AB78AE"/>
    <w:rsid w:val="00AC0953"/>
    <w:rsid w:val="00AC0DD9"/>
    <w:rsid w:val="00AC1F97"/>
    <w:rsid w:val="00AC7409"/>
    <w:rsid w:val="00AC7F4A"/>
    <w:rsid w:val="00AD1515"/>
    <w:rsid w:val="00AD227F"/>
    <w:rsid w:val="00AD328B"/>
    <w:rsid w:val="00AD75FB"/>
    <w:rsid w:val="00AD76CB"/>
    <w:rsid w:val="00AD7E0D"/>
    <w:rsid w:val="00AE02F3"/>
    <w:rsid w:val="00AE131A"/>
    <w:rsid w:val="00AE3080"/>
    <w:rsid w:val="00AE3119"/>
    <w:rsid w:val="00AE3B52"/>
    <w:rsid w:val="00AE5FAD"/>
    <w:rsid w:val="00AE7F1D"/>
    <w:rsid w:val="00AF039C"/>
    <w:rsid w:val="00AF5AB3"/>
    <w:rsid w:val="00AF6656"/>
    <w:rsid w:val="00AF6E00"/>
    <w:rsid w:val="00AF735A"/>
    <w:rsid w:val="00AF751D"/>
    <w:rsid w:val="00B03651"/>
    <w:rsid w:val="00B043DC"/>
    <w:rsid w:val="00B05CAC"/>
    <w:rsid w:val="00B05DD8"/>
    <w:rsid w:val="00B06480"/>
    <w:rsid w:val="00B07025"/>
    <w:rsid w:val="00B07457"/>
    <w:rsid w:val="00B13659"/>
    <w:rsid w:val="00B154CC"/>
    <w:rsid w:val="00B20997"/>
    <w:rsid w:val="00B26874"/>
    <w:rsid w:val="00B27AF8"/>
    <w:rsid w:val="00B30EDE"/>
    <w:rsid w:val="00B31DC2"/>
    <w:rsid w:val="00B322CE"/>
    <w:rsid w:val="00B32EC7"/>
    <w:rsid w:val="00B34A39"/>
    <w:rsid w:val="00B361CA"/>
    <w:rsid w:val="00B3765A"/>
    <w:rsid w:val="00B401CC"/>
    <w:rsid w:val="00B404FB"/>
    <w:rsid w:val="00B46A36"/>
    <w:rsid w:val="00B46A5C"/>
    <w:rsid w:val="00B47D08"/>
    <w:rsid w:val="00B51827"/>
    <w:rsid w:val="00B53652"/>
    <w:rsid w:val="00B61E0A"/>
    <w:rsid w:val="00B61F42"/>
    <w:rsid w:val="00B62459"/>
    <w:rsid w:val="00B64400"/>
    <w:rsid w:val="00B667BB"/>
    <w:rsid w:val="00B67D0C"/>
    <w:rsid w:val="00B70F6C"/>
    <w:rsid w:val="00B71904"/>
    <w:rsid w:val="00B738D0"/>
    <w:rsid w:val="00B73C1B"/>
    <w:rsid w:val="00B74468"/>
    <w:rsid w:val="00B76B82"/>
    <w:rsid w:val="00B76E5E"/>
    <w:rsid w:val="00B80C36"/>
    <w:rsid w:val="00B82129"/>
    <w:rsid w:val="00B822B3"/>
    <w:rsid w:val="00B82985"/>
    <w:rsid w:val="00B83872"/>
    <w:rsid w:val="00B83A41"/>
    <w:rsid w:val="00B87342"/>
    <w:rsid w:val="00B87452"/>
    <w:rsid w:val="00B9082C"/>
    <w:rsid w:val="00B934B9"/>
    <w:rsid w:val="00B95F27"/>
    <w:rsid w:val="00B9649C"/>
    <w:rsid w:val="00BA74C1"/>
    <w:rsid w:val="00BB2A5E"/>
    <w:rsid w:val="00BB5556"/>
    <w:rsid w:val="00BB5B93"/>
    <w:rsid w:val="00BB5E0A"/>
    <w:rsid w:val="00BC0D2C"/>
    <w:rsid w:val="00BC11AA"/>
    <w:rsid w:val="00BC16F0"/>
    <w:rsid w:val="00BC4E74"/>
    <w:rsid w:val="00BC50AB"/>
    <w:rsid w:val="00BC7DCA"/>
    <w:rsid w:val="00BD019C"/>
    <w:rsid w:val="00BD0354"/>
    <w:rsid w:val="00BD0802"/>
    <w:rsid w:val="00BD6B68"/>
    <w:rsid w:val="00BD6C73"/>
    <w:rsid w:val="00BE00A7"/>
    <w:rsid w:val="00BE01BA"/>
    <w:rsid w:val="00BE050C"/>
    <w:rsid w:val="00BE0AAF"/>
    <w:rsid w:val="00BE3860"/>
    <w:rsid w:val="00BE532F"/>
    <w:rsid w:val="00BE58D3"/>
    <w:rsid w:val="00BF1B6E"/>
    <w:rsid w:val="00BF1D2E"/>
    <w:rsid w:val="00BF2519"/>
    <w:rsid w:val="00BF2542"/>
    <w:rsid w:val="00BF2FF5"/>
    <w:rsid w:val="00BF4975"/>
    <w:rsid w:val="00BF6596"/>
    <w:rsid w:val="00BF6A23"/>
    <w:rsid w:val="00BF7326"/>
    <w:rsid w:val="00BF7553"/>
    <w:rsid w:val="00C0348B"/>
    <w:rsid w:val="00C068AC"/>
    <w:rsid w:val="00C06B7B"/>
    <w:rsid w:val="00C07D28"/>
    <w:rsid w:val="00C10793"/>
    <w:rsid w:val="00C12708"/>
    <w:rsid w:val="00C12955"/>
    <w:rsid w:val="00C132E6"/>
    <w:rsid w:val="00C1440B"/>
    <w:rsid w:val="00C168E2"/>
    <w:rsid w:val="00C20CA1"/>
    <w:rsid w:val="00C23740"/>
    <w:rsid w:val="00C237BD"/>
    <w:rsid w:val="00C23CCC"/>
    <w:rsid w:val="00C24E1F"/>
    <w:rsid w:val="00C26CA2"/>
    <w:rsid w:val="00C27A0F"/>
    <w:rsid w:val="00C300D7"/>
    <w:rsid w:val="00C3020C"/>
    <w:rsid w:val="00C31256"/>
    <w:rsid w:val="00C318C8"/>
    <w:rsid w:val="00C33092"/>
    <w:rsid w:val="00C347EE"/>
    <w:rsid w:val="00C3529F"/>
    <w:rsid w:val="00C354C9"/>
    <w:rsid w:val="00C35B8C"/>
    <w:rsid w:val="00C35FE6"/>
    <w:rsid w:val="00C36BDE"/>
    <w:rsid w:val="00C41600"/>
    <w:rsid w:val="00C47798"/>
    <w:rsid w:val="00C50E13"/>
    <w:rsid w:val="00C51E30"/>
    <w:rsid w:val="00C54A6F"/>
    <w:rsid w:val="00C54EA7"/>
    <w:rsid w:val="00C5642E"/>
    <w:rsid w:val="00C57766"/>
    <w:rsid w:val="00C57CA8"/>
    <w:rsid w:val="00C60646"/>
    <w:rsid w:val="00C60861"/>
    <w:rsid w:val="00C61447"/>
    <w:rsid w:val="00C61EE4"/>
    <w:rsid w:val="00C64DC4"/>
    <w:rsid w:val="00C65321"/>
    <w:rsid w:val="00C65B97"/>
    <w:rsid w:val="00C65CFF"/>
    <w:rsid w:val="00C70127"/>
    <w:rsid w:val="00C70973"/>
    <w:rsid w:val="00C7238F"/>
    <w:rsid w:val="00C73838"/>
    <w:rsid w:val="00C73EFB"/>
    <w:rsid w:val="00C752BA"/>
    <w:rsid w:val="00C76C7D"/>
    <w:rsid w:val="00C804B3"/>
    <w:rsid w:val="00C805AF"/>
    <w:rsid w:val="00C82684"/>
    <w:rsid w:val="00C83098"/>
    <w:rsid w:val="00C832D9"/>
    <w:rsid w:val="00C839CD"/>
    <w:rsid w:val="00C83A31"/>
    <w:rsid w:val="00C83AAC"/>
    <w:rsid w:val="00C846B9"/>
    <w:rsid w:val="00C854F9"/>
    <w:rsid w:val="00C8720E"/>
    <w:rsid w:val="00C87963"/>
    <w:rsid w:val="00C9088B"/>
    <w:rsid w:val="00C91346"/>
    <w:rsid w:val="00C933B0"/>
    <w:rsid w:val="00C952A2"/>
    <w:rsid w:val="00C96194"/>
    <w:rsid w:val="00C9673D"/>
    <w:rsid w:val="00CA0598"/>
    <w:rsid w:val="00CA191A"/>
    <w:rsid w:val="00CA192A"/>
    <w:rsid w:val="00CA2AD5"/>
    <w:rsid w:val="00CA2E01"/>
    <w:rsid w:val="00CA34C4"/>
    <w:rsid w:val="00CA5795"/>
    <w:rsid w:val="00CA5865"/>
    <w:rsid w:val="00CA6581"/>
    <w:rsid w:val="00CA69E3"/>
    <w:rsid w:val="00CA6F64"/>
    <w:rsid w:val="00CA7ED4"/>
    <w:rsid w:val="00CB00FC"/>
    <w:rsid w:val="00CB23F0"/>
    <w:rsid w:val="00CB2B83"/>
    <w:rsid w:val="00CB47FB"/>
    <w:rsid w:val="00CB5821"/>
    <w:rsid w:val="00CB6FAD"/>
    <w:rsid w:val="00CB714E"/>
    <w:rsid w:val="00CC3928"/>
    <w:rsid w:val="00CC3FF4"/>
    <w:rsid w:val="00CC610D"/>
    <w:rsid w:val="00CC6299"/>
    <w:rsid w:val="00CD2EC6"/>
    <w:rsid w:val="00CD302E"/>
    <w:rsid w:val="00CD5679"/>
    <w:rsid w:val="00CD60F3"/>
    <w:rsid w:val="00CD6141"/>
    <w:rsid w:val="00CE0A43"/>
    <w:rsid w:val="00CE0FD8"/>
    <w:rsid w:val="00CE136D"/>
    <w:rsid w:val="00CE1577"/>
    <w:rsid w:val="00CE2553"/>
    <w:rsid w:val="00CE4FE9"/>
    <w:rsid w:val="00CE59D0"/>
    <w:rsid w:val="00CE5D24"/>
    <w:rsid w:val="00CE629C"/>
    <w:rsid w:val="00CE7EF9"/>
    <w:rsid w:val="00CF05C9"/>
    <w:rsid w:val="00CF15C0"/>
    <w:rsid w:val="00CF1A37"/>
    <w:rsid w:val="00CF2A1E"/>
    <w:rsid w:val="00CF3C6C"/>
    <w:rsid w:val="00CF4328"/>
    <w:rsid w:val="00CF4454"/>
    <w:rsid w:val="00CF44BF"/>
    <w:rsid w:val="00CF4FEE"/>
    <w:rsid w:val="00CF6B15"/>
    <w:rsid w:val="00D008AE"/>
    <w:rsid w:val="00D0136E"/>
    <w:rsid w:val="00D01F2E"/>
    <w:rsid w:val="00D05E60"/>
    <w:rsid w:val="00D104E7"/>
    <w:rsid w:val="00D1070A"/>
    <w:rsid w:val="00D1128C"/>
    <w:rsid w:val="00D11956"/>
    <w:rsid w:val="00D11F5A"/>
    <w:rsid w:val="00D141E1"/>
    <w:rsid w:val="00D169C7"/>
    <w:rsid w:val="00D170F8"/>
    <w:rsid w:val="00D17256"/>
    <w:rsid w:val="00D1755A"/>
    <w:rsid w:val="00D178E9"/>
    <w:rsid w:val="00D21785"/>
    <w:rsid w:val="00D219D3"/>
    <w:rsid w:val="00D2343F"/>
    <w:rsid w:val="00D23E69"/>
    <w:rsid w:val="00D23FB2"/>
    <w:rsid w:val="00D24812"/>
    <w:rsid w:val="00D2596F"/>
    <w:rsid w:val="00D30B91"/>
    <w:rsid w:val="00D329A1"/>
    <w:rsid w:val="00D33797"/>
    <w:rsid w:val="00D34527"/>
    <w:rsid w:val="00D34DB6"/>
    <w:rsid w:val="00D34EB0"/>
    <w:rsid w:val="00D37209"/>
    <w:rsid w:val="00D37777"/>
    <w:rsid w:val="00D37C01"/>
    <w:rsid w:val="00D40CB3"/>
    <w:rsid w:val="00D42103"/>
    <w:rsid w:val="00D43A9B"/>
    <w:rsid w:val="00D44427"/>
    <w:rsid w:val="00D4496F"/>
    <w:rsid w:val="00D45893"/>
    <w:rsid w:val="00D45CDB"/>
    <w:rsid w:val="00D46262"/>
    <w:rsid w:val="00D5062B"/>
    <w:rsid w:val="00D52282"/>
    <w:rsid w:val="00D52531"/>
    <w:rsid w:val="00D53458"/>
    <w:rsid w:val="00D547A1"/>
    <w:rsid w:val="00D56B7F"/>
    <w:rsid w:val="00D615EB"/>
    <w:rsid w:val="00D645C7"/>
    <w:rsid w:val="00D70262"/>
    <w:rsid w:val="00D721D2"/>
    <w:rsid w:val="00D72E16"/>
    <w:rsid w:val="00D744C4"/>
    <w:rsid w:val="00D74ABB"/>
    <w:rsid w:val="00D77C55"/>
    <w:rsid w:val="00D77D67"/>
    <w:rsid w:val="00D8011F"/>
    <w:rsid w:val="00D81AAC"/>
    <w:rsid w:val="00D82BED"/>
    <w:rsid w:val="00D82E2A"/>
    <w:rsid w:val="00D83ED1"/>
    <w:rsid w:val="00D851A6"/>
    <w:rsid w:val="00D864CC"/>
    <w:rsid w:val="00D86AB0"/>
    <w:rsid w:val="00D87D87"/>
    <w:rsid w:val="00D915C1"/>
    <w:rsid w:val="00D923D2"/>
    <w:rsid w:val="00D92BAA"/>
    <w:rsid w:val="00D93C05"/>
    <w:rsid w:val="00D948C9"/>
    <w:rsid w:val="00D948F9"/>
    <w:rsid w:val="00D94EF1"/>
    <w:rsid w:val="00D95EFB"/>
    <w:rsid w:val="00D9702E"/>
    <w:rsid w:val="00DA00DC"/>
    <w:rsid w:val="00DA0789"/>
    <w:rsid w:val="00DA2C46"/>
    <w:rsid w:val="00DA2C58"/>
    <w:rsid w:val="00DA3242"/>
    <w:rsid w:val="00DA4C08"/>
    <w:rsid w:val="00DA7320"/>
    <w:rsid w:val="00DB0F56"/>
    <w:rsid w:val="00DB4892"/>
    <w:rsid w:val="00DB5A1D"/>
    <w:rsid w:val="00DB5A22"/>
    <w:rsid w:val="00DC1672"/>
    <w:rsid w:val="00DC2C12"/>
    <w:rsid w:val="00DC319F"/>
    <w:rsid w:val="00DC5132"/>
    <w:rsid w:val="00DC54D2"/>
    <w:rsid w:val="00DC642B"/>
    <w:rsid w:val="00DC7C17"/>
    <w:rsid w:val="00DD067B"/>
    <w:rsid w:val="00DD153B"/>
    <w:rsid w:val="00DD29BF"/>
    <w:rsid w:val="00DD5BF6"/>
    <w:rsid w:val="00DD6C14"/>
    <w:rsid w:val="00DE17BC"/>
    <w:rsid w:val="00DE2CA9"/>
    <w:rsid w:val="00DE549F"/>
    <w:rsid w:val="00DE6901"/>
    <w:rsid w:val="00DE7377"/>
    <w:rsid w:val="00DF0471"/>
    <w:rsid w:val="00DF2426"/>
    <w:rsid w:val="00DF2A63"/>
    <w:rsid w:val="00DF39F5"/>
    <w:rsid w:val="00DF4008"/>
    <w:rsid w:val="00DF5156"/>
    <w:rsid w:val="00DF6D59"/>
    <w:rsid w:val="00DF70F6"/>
    <w:rsid w:val="00DF75CB"/>
    <w:rsid w:val="00E01F5E"/>
    <w:rsid w:val="00E02466"/>
    <w:rsid w:val="00E026CD"/>
    <w:rsid w:val="00E03788"/>
    <w:rsid w:val="00E03F8E"/>
    <w:rsid w:val="00E04176"/>
    <w:rsid w:val="00E043FF"/>
    <w:rsid w:val="00E05B90"/>
    <w:rsid w:val="00E212AD"/>
    <w:rsid w:val="00E23DA3"/>
    <w:rsid w:val="00E259AB"/>
    <w:rsid w:val="00E27344"/>
    <w:rsid w:val="00E31B41"/>
    <w:rsid w:val="00E31F8D"/>
    <w:rsid w:val="00E321E5"/>
    <w:rsid w:val="00E32BB3"/>
    <w:rsid w:val="00E3319B"/>
    <w:rsid w:val="00E34599"/>
    <w:rsid w:val="00E34B59"/>
    <w:rsid w:val="00E35BD5"/>
    <w:rsid w:val="00E3647D"/>
    <w:rsid w:val="00E42547"/>
    <w:rsid w:val="00E448BC"/>
    <w:rsid w:val="00E44E4F"/>
    <w:rsid w:val="00E474B1"/>
    <w:rsid w:val="00E47AE0"/>
    <w:rsid w:val="00E530AB"/>
    <w:rsid w:val="00E54FF6"/>
    <w:rsid w:val="00E56CA6"/>
    <w:rsid w:val="00E575D6"/>
    <w:rsid w:val="00E57FAC"/>
    <w:rsid w:val="00E60F6A"/>
    <w:rsid w:val="00E62806"/>
    <w:rsid w:val="00E6331C"/>
    <w:rsid w:val="00E6480C"/>
    <w:rsid w:val="00E72F14"/>
    <w:rsid w:val="00E74923"/>
    <w:rsid w:val="00E74983"/>
    <w:rsid w:val="00E76F68"/>
    <w:rsid w:val="00E77A79"/>
    <w:rsid w:val="00E812C7"/>
    <w:rsid w:val="00E828E9"/>
    <w:rsid w:val="00E8554B"/>
    <w:rsid w:val="00E85626"/>
    <w:rsid w:val="00E85BDB"/>
    <w:rsid w:val="00E86E35"/>
    <w:rsid w:val="00E87EC9"/>
    <w:rsid w:val="00E907A2"/>
    <w:rsid w:val="00E90A3C"/>
    <w:rsid w:val="00E918C0"/>
    <w:rsid w:val="00E9365B"/>
    <w:rsid w:val="00E93F3B"/>
    <w:rsid w:val="00E94533"/>
    <w:rsid w:val="00E94660"/>
    <w:rsid w:val="00E949E9"/>
    <w:rsid w:val="00E94ED2"/>
    <w:rsid w:val="00E95C71"/>
    <w:rsid w:val="00E96089"/>
    <w:rsid w:val="00E96671"/>
    <w:rsid w:val="00E977EB"/>
    <w:rsid w:val="00EA180E"/>
    <w:rsid w:val="00EA2EBB"/>
    <w:rsid w:val="00EA2FE5"/>
    <w:rsid w:val="00EB0CF3"/>
    <w:rsid w:val="00EB5890"/>
    <w:rsid w:val="00EB5D78"/>
    <w:rsid w:val="00EB703D"/>
    <w:rsid w:val="00EB75C3"/>
    <w:rsid w:val="00EC0209"/>
    <w:rsid w:val="00EC080E"/>
    <w:rsid w:val="00EC2605"/>
    <w:rsid w:val="00EC357E"/>
    <w:rsid w:val="00EC5012"/>
    <w:rsid w:val="00ED0528"/>
    <w:rsid w:val="00ED1799"/>
    <w:rsid w:val="00ED2369"/>
    <w:rsid w:val="00ED249F"/>
    <w:rsid w:val="00ED32F6"/>
    <w:rsid w:val="00ED4B15"/>
    <w:rsid w:val="00ED5508"/>
    <w:rsid w:val="00ED6DF4"/>
    <w:rsid w:val="00ED780B"/>
    <w:rsid w:val="00EE08BE"/>
    <w:rsid w:val="00EE2562"/>
    <w:rsid w:val="00EE3817"/>
    <w:rsid w:val="00EE6E7E"/>
    <w:rsid w:val="00EF0A83"/>
    <w:rsid w:val="00EF1D54"/>
    <w:rsid w:val="00EF58E7"/>
    <w:rsid w:val="00EF6AE7"/>
    <w:rsid w:val="00EF7548"/>
    <w:rsid w:val="00EF7AB8"/>
    <w:rsid w:val="00F0060E"/>
    <w:rsid w:val="00F01546"/>
    <w:rsid w:val="00F01C71"/>
    <w:rsid w:val="00F01D9D"/>
    <w:rsid w:val="00F039D7"/>
    <w:rsid w:val="00F05BB3"/>
    <w:rsid w:val="00F066CC"/>
    <w:rsid w:val="00F07519"/>
    <w:rsid w:val="00F102DB"/>
    <w:rsid w:val="00F1073C"/>
    <w:rsid w:val="00F10DBA"/>
    <w:rsid w:val="00F11121"/>
    <w:rsid w:val="00F117BE"/>
    <w:rsid w:val="00F145BF"/>
    <w:rsid w:val="00F172A2"/>
    <w:rsid w:val="00F22755"/>
    <w:rsid w:val="00F230EA"/>
    <w:rsid w:val="00F256DB"/>
    <w:rsid w:val="00F25DF9"/>
    <w:rsid w:val="00F26329"/>
    <w:rsid w:val="00F279F5"/>
    <w:rsid w:val="00F27B60"/>
    <w:rsid w:val="00F30B12"/>
    <w:rsid w:val="00F3225B"/>
    <w:rsid w:val="00F33F81"/>
    <w:rsid w:val="00F33FCF"/>
    <w:rsid w:val="00F342E6"/>
    <w:rsid w:val="00F35C4D"/>
    <w:rsid w:val="00F369B6"/>
    <w:rsid w:val="00F37064"/>
    <w:rsid w:val="00F37C30"/>
    <w:rsid w:val="00F37F7C"/>
    <w:rsid w:val="00F416F1"/>
    <w:rsid w:val="00F45F4F"/>
    <w:rsid w:val="00F46178"/>
    <w:rsid w:val="00F50ECA"/>
    <w:rsid w:val="00F51B9C"/>
    <w:rsid w:val="00F522F3"/>
    <w:rsid w:val="00F54B53"/>
    <w:rsid w:val="00F55786"/>
    <w:rsid w:val="00F62DDF"/>
    <w:rsid w:val="00F63B99"/>
    <w:rsid w:val="00F63E44"/>
    <w:rsid w:val="00F63F1F"/>
    <w:rsid w:val="00F6523D"/>
    <w:rsid w:val="00F656C1"/>
    <w:rsid w:val="00F661B4"/>
    <w:rsid w:val="00F67580"/>
    <w:rsid w:val="00F67E77"/>
    <w:rsid w:val="00F73F20"/>
    <w:rsid w:val="00F77051"/>
    <w:rsid w:val="00F80E52"/>
    <w:rsid w:val="00F81B7D"/>
    <w:rsid w:val="00F82DF0"/>
    <w:rsid w:val="00F8336C"/>
    <w:rsid w:val="00F84E98"/>
    <w:rsid w:val="00F866DC"/>
    <w:rsid w:val="00F87074"/>
    <w:rsid w:val="00F87D9D"/>
    <w:rsid w:val="00F940DE"/>
    <w:rsid w:val="00F94167"/>
    <w:rsid w:val="00FA080B"/>
    <w:rsid w:val="00FA10DF"/>
    <w:rsid w:val="00FA1162"/>
    <w:rsid w:val="00FA3A66"/>
    <w:rsid w:val="00FA6052"/>
    <w:rsid w:val="00FA72AB"/>
    <w:rsid w:val="00FA731A"/>
    <w:rsid w:val="00FB0794"/>
    <w:rsid w:val="00FB2319"/>
    <w:rsid w:val="00FB31BC"/>
    <w:rsid w:val="00FB3665"/>
    <w:rsid w:val="00FC1DAA"/>
    <w:rsid w:val="00FC2066"/>
    <w:rsid w:val="00FC2D11"/>
    <w:rsid w:val="00FC3DF4"/>
    <w:rsid w:val="00FC428E"/>
    <w:rsid w:val="00FC4E82"/>
    <w:rsid w:val="00FC5BA3"/>
    <w:rsid w:val="00FC6E57"/>
    <w:rsid w:val="00FD26C4"/>
    <w:rsid w:val="00FD2A74"/>
    <w:rsid w:val="00FD5E08"/>
    <w:rsid w:val="00FE0BB9"/>
    <w:rsid w:val="00FE2459"/>
    <w:rsid w:val="00FE585E"/>
    <w:rsid w:val="00FE768C"/>
    <w:rsid w:val="00FE7CB4"/>
    <w:rsid w:val="00FF03D3"/>
    <w:rsid w:val="00FF308C"/>
    <w:rsid w:val="00FF3535"/>
    <w:rsid w:val="00FF48B5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178"/>
    <w:pPr>
      <w:spacing w:after="200" w:line="276" w:lineRule="auto"/>
    </w:pPr>
    <w:rPr>
      <w:bCs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5348"/>
    <w:pPr>
      <w:spacing w:after="0" w:line="240" w:lineRule="auto"/>
    </w:pPr>
    <w:rPr>
      <w:rFonts w:ascii="Tahoma" w:hAnsi="Tahoma"/>
      <w:bCs w:val="0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4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90777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777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0777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7779"/>
    <w:rPr>
      <w:rFonts w:cs="Times New Roman"/>
      <w:sz w:val="22"/>
      <w:lang w:eastAsia="en-US"/>
    </w:rPr>
  </w:style>
  <w:style w:type="table" w:styleId="TableGrid">
    <w:name w:val="Table Grid"/>
    <w:basedOn w:val="TableNormal"/>
    <w:uiPriority w:val="99"/>
    <w:rsid w:val="004679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DB5A22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2</Pages>
  <Words>300</Words>
  <Characters>1713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Kobilackiy_SE</dc:creator>
  <cp:keywords/>
  <dc:description/>
  <cp:lastModifiedBy>User</cp:lastModifiedBy>
  <cp:revision>14</cp:revision>
  <cp:lastPrinted>2017-06-14T07:16:00Z</cp:lastPrinted>
  <dcterms:created xsi:type="dcterms:W3CDTF">2017-08-09T09:30:00Z</dcterms:created>
  <dcterms:modified xsi:type="dcterms:W3CDTF">2019-11-11T09:00:00Z</dcterms:modified>
</cp:coreProperties>
</file>