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679" w:rsidRPr="00D60020" w:rsidRDefault="00001679" w:rsidP="00E3562D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0"/>
          <w:lang w:eastAsia="ru-RU"/>
        </w:rPr>
      </w:pPr>
      <w:r w:rsidRPr="00BD1A0E">
        <w:rPr>
          <w:rFonts w:ascii="Times New Roman" w:hAnsi="Times New Roman"/>
          <w:noProof/>
          <w:sz w:val="28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5pt;height:44.25pt">
            <v:imagedata r:id="rId4" o:title="" grayscale="t"/>
          </v:shape>
        </w:pict>
      </w:r>
    </w:p>
    <w:p w:rsidR="00001679" w:rsidRPr="00D60020" w:rsidRDefault="00001679" w:rsidP="00E3562D">
      <w:pPr>
        <w:keepNext/>
        <w:spacing w:after="0" w:line="240" w:lineRule="auto"/>
        <w:ind w:firstLine="567"/>
        <w:jc w:val="center"/>
        <w:outlineLvl w:val="2"/>
        <w:rPr>
          <w:rFonts w:ascii="Times New Roman" w:hAnsi="Times New Roman"/>
          <w:b/>
          <w:sz w:val="28"/>
          <w:szCs w:val="20"/>
          <w:lang w:eastAsia="ru-RU"/>
        </w:rPr>
      </w:pPr>
    </w:p>
    <w:p w:rsidR="00001679" w:rsidRPr="00724D93" w:rsidRDefault="00001679" w:rsidP="00E3562D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24D93">
        <w:rPr>
          <w:rFonts w:ascii="Times New Roman" w:hAnsi="Times New Roman"/>
          <w:sz w:val="28"/>
          <w:szCs w:val="28"/>
          <w:lang w:eastAsia="ru-RU"/>
        </w:rPr>
        <w:t>ДЕПАРТАМЕНТ  ТРАНСПОРТА</w:t>
      </w:r>
    </w:p>
    <w:p w:rsidR="00001679" w:rsidRPr="00724D93" w:rsidRDefault="00001679" w:rsidP="00E3562D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24D93">
        <w:rPr>
          <w:rFonts w:ascii="Times New Roman" w:hAnsi="Times New Roman"/>
          <w:sz w:val="28"/>
          <w:szCs w:val="28"/>
          <w:lang w:eastAsia="ru-RU"/>
        </w:rPr>
        <w:t>И ДОРОЖНОГО ХОЗЯЙСТВА</w:t>
      </w:r>
    </w:p>
    <w:p w:rsidR="00001679" w:rsidRPr="008D5040" w:rsidRDefault="00001679" w:rsidP="00E3562D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724D93">
        <w:rPr>
          <w:rFonts w:ascii="Times New Roman" w:hAnsi="Times New Roman"/>
          <w:sz w:val="28"/>
          <w:szCs w:val="28"/>
          <w:lang w:eastAsia="ru-RU"/>
        </w:rPr>
        <w:t>КОСТРОМСКОЙ  ОБЛАСТИ</w:t>
      </w:r>
    </w:p>
    <w:p w:rsidR="00001679" w:rsidRPr="008D5040" w:rsidRDefault="00001679" w:rsidP="00E3562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01679" w:rsidRPr="008D5040" w:rsidRDefault="00001679" w:rsidP="00E3562D">
      <w:pPr>
        <w:keepNext/>
        <w:spacing w:after="0" w:line="240" w:lineRule="auto"/>
        <w:jc w:val="center"/>
        <w:outlineLvl w:val="3"/>
        <w:rPr>
          <w:rFonts w:ascii="Times New Roman" w:hAnsi="Times New Roman"/>
          <w:bCs/>
          <w:sz w:val="28"/>
          <w:szCs w:val="28"/>
          <w:lang w:eastAsia="ru-RU"/>
        </w:rPr>
      </w:pPr>
      <w:r w:rsidRPr="008D5040">
        <w:rPr>
          <w:rFonts w:ascii="Times New Roman" w:hAnsi="Times New Roman"/>
          <w:bCs/>
          <w:sz w:val="28"/>
          <w:szCs w:val="28"/>
          <w:lang w:eastAsia="ru-RU"/>
        </w:rPr>
        <w:t>П  Р  И  К  А  З</w:t>
      </w:r>
    </w:p>
    <w:p w:rsidR="00001679" w:rsidRPr="008D5040" w:rsidRDefault="00001679" w:rsidP="00E356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01679" w:rsidRPr="00E3562D" w:rsidRDefault="00001679" w:rsidP="00E3562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D5040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 xml:space="preserve"> ____ » ___________ </w:t>
      </w:r>
      <w:r w:rsidRPr="008D5040">
        <w:rPr>
          <w:rFonts w:ascii="Times New Roman" w:hAnsi="Times New Roman"/>
          <w:sz w:val="28"/>
          <w:szCs w:val="28"/>
          <w:lang w:eastAsia="ru-RU"/>
        </w:rPr>
        <w:t>2016</w:t>
      </w:r>
      <w:r>
        <w:rPr>
          <w:rFonts w:ascii="Times New Roman" w:hAnsi="Times New Roman"/>
          <w:sz w:val="28"/>
          <w:szCs w:val="28"/>
          <w:lang w:eastAsia="ru-RU"/>
        </w:rPr>
        <w:t xml:space="preserve"> г.   </w:t>
      </w:r>
      <w:r w:rsidRPr="008D5040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_______</w:t>
      </w:r>
    </w:p>
    <w:p w:rsidR="00001679" w:rsidRPr="008D5040" w:rsidRDefault="00001679" w:rsidP="00E3562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01679" w:rsidRPr="00BC56F5" w:rsidRDefault="00001679" w:rsidP="00E356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-291.6pt;margin-top:9.1pt;width:223.2pt;height:56.0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" o:allowincell="f" filled="f" stroked="f">
            <v:textbox>
              <w:txbxContent>
                <w:p w:rsidR="00001679" w:rsidRDefault="00001679" w:rsidP="00E3562D"/>
              </w:txbxContent>
            </v:textbox>
          </v:shape>
        </w:pict>
      </w:r>
      <w:r w:rsidRPr="008D5040">
        <w:rPr>
          <w:rFonts w:ascii="Times New Roman" w:hAnsi="Times New Roman"/>
          <w:sz w:val="28"/>
          <w:szCs w:val="28"/>
          <w:lang w:eastAsia="ru-RU"/>
        </w:rPr>
        <w:t>г. Кострома</w:t>
      </w:r>
    </w:p>
    <w:p w:rsidR="00001679" w:rsidRDefault="00001679" w:rsidP="00BC56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1679" w:rsidRPr="002E597A" w:rsidRDefault="00001679" w:rsidP="00BC56F5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2E597A">
        <w:rPr>
          <w:rFonts w:ascii="Times New Roman" w:hAnsi="Times New Roman"/>
          <w:b/>
          <w:sz w:val="27"/>
          <w:szCs w:val="27"/>
        </w:rPr>
        <w:t>Об утверждении Порядка проведения открытого конкурса на право осуществления перевозок по межмуниципальным маршрутам регулярных перевозок автомобильным транспортом на территории Костромской области по нерегулируемым тарифам и шкалы для оценки критериев заявок на участие в открытом конкурсе на право осуществления перевозок по межмуниципальному маршруту регулярных перевозок автомобильным транспортом на территории Костромской области по нерегулируемым тарифам</w:t>
      </w:r>
    </w:p>
    <w:p w:rsidR="00001679" w:rsidRPr="002E597A" w:rsidRDefault="00001679" w:rsidP="00BC56F5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001679" w:rsidRPr="002E597A" w:rsidRDefault="00001679" w:rsidP="002E597A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2E597A">
        <w:rPr>
          <w:rFonts w:ascii="Times New Roman" w:hAnsi="Times New Roman"/>
          <w:sz w:val="27"/>
          <w:szCs w:val="27"/>
        </w:rPr>
        <w:t>(</w:t>
      </w:r>
      <w:r w:rsidRPr="002E597A">
        <w:rPr>
          <w:rFonts w:ascii="Times New Roman" w:hAnsi="Times New Roman"/>
          <w:sz w:val="27"/>
          <w:szCs w:val="27"/>
          <w:lang w:eastAsia="ru-RU"/>
        </w:rPr>
        <w:t>в ред. приказа департамента транспорта и дорожного хозяйства Костромской области от 17.10.2016 № 189)</w:t>
      </w:r>
    </w:p>
    <w:p w:rsidR="00001679" w:rsidRPr="002E597A" w:rsidRDefault="00001679" w:rsidP="00BC56F5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001679" w:rsidRPr="002E597A" w:rsidRDefault="00001679" w:rsidP="002B393F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2E597A">
        <w:rPr>
          <w:rFonts w:ascii="Times New Roman" w:hAnsi="Times New Roman"/>
          <w:sz w:val="27"/>
          <w:szCs w:val="27"/>
        </w:rPr>
        <w:t>В соответствии с Федеральным законом от 13 июля 2015 года                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частью 2 статьи 6.3 Закона Костромской области от 18 ноября 2009 года № 539-4-ЗКО «Об организации транспортного обслуживания населения в Костромской области» приказываю:</w:t>
      </w:r>
    </w:p>
    <w:p w:rsidR="00001679" w:rsidRPr="002E597A" w:rsidRDefault="00001679" w:rsidP="002B393F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2E597A">
        <w:rPr>
          <w:rFonts w:ascii="Times New Roman" w:hAnsi="Times New Roman"/>
          <w:sz w:val="27"/>
          <w:szCs w:val="27"/>
        </w:rPr>
        <w:t>1. Утвердить Порядок проведения открытого конкурса на право осуществления перевозок по межмуниципальным маршрутам регулярных перевозок автомобильным транспортом на территории Костромской области по нерегулируемым тарифам согласно приложению № 1 к настоящему приказу.</w:t>
      </w:r>
    </w:p>
    <w:p w:rsidR="00001679" w:rsidRPr="002E597A" w:rsidRDefault="00001679" w:rsidP="002B393F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2E597A">
        <w:rPr>
          <w:rFonts w:ascii="Times New Roman" w:hAnsi="Times New Roman"/>
          <w:sz w:val="27"/>
          <w:szCs w:val="27"/>
        </w:rPr>
        <w:t>2. Утвердить шкалу для оценки критериев заявок на участие в открытом конкурсе на право осуществления перевозок по межмуниципальному маршруту регулярных перевозок автомобильным транспортом на территории Костромской области по нерегулируемым тарифам согласно приложению № 2 к настоящему приказу.</w:t>
      </w:r>
    </w:p>
    <w:p w:rsidR="00001679" w:rsidRPr="002E597A" w:rsidRDefault="00001679" w:rsidP="002B393F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2E597A">
        <w:rPr>
          <w:rFonts w:ascii="Times New Roman" w:hAnsi="Times New Roman"/>
          <w:sz w:val="27"/>
          <w:szCs w:val="27"/>
        </w:rPr>
        <w:t>3. Настоящий приказ вступает в силу со дня подписания и подлежит обязательному опубликованию.</w:t>
      </w:r>
    </w:p>
    <w:p w:rsidR="00001679" w:rsidRPr="002E597A" w:rsidRDefault="00001679" w:rsidP="002B393F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001679" w:rsidRPr="002E597A" w:rsidRDefault="00001679" w:rsidP="002B393F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001679" w:rsidRPr="002E597A" w:rsidRDefault="00001679" w:rsidP="00126D3F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  <w:sectPr w:rsidR="00001679" w:rsidRPr="002E597A" w:rsidSect="002E597A">
          <w:pgSz w:w="11906" w:h="16838"/>
          <w:pgMar w:top="964" w:right="1276" w:bottom="180" w:left="1559" w:header="709" w:footer="709" w:gutter="0"/>
          <w:cols w:space="708"/>
          <w:docGrid w:linePitch="360"/>
        </w:sectPr>
      </w:pPr>
      <w:r w:rsidRPr="002E597A">
        <w:rPr>
          <w:rFonts w:ascii="Times New Roman" w:hAnsi="Times New Roman"/>
          <w:sz w:val="27"/>
          <w:szCs w:val="27"/>
        </w:rPr>
        <w:t>Директор департамента                                                                    С.Л. Скутин</w:t>
      </w:r>
    </w:p>
    <w:tbl>
      <w:tblPr>
        <w:tblW w:w="3780" w:type="dxa"/>
        <w:tblInd w:w="5508" w:type="dxa"/>
        <w:tblLook w:val="01E0"/>
      </w:tblPr>
      <w:tblGrid>
        <w:gridCol w:w="3780"/>
      </w:tblGrid>
      <w:tr w:rsidR="00001679" w:rsidTr="00480246">
        <w:tc>
          <w:tcPr>
            <w:tcW w:w="3780" w:type="dxa"/>
          </w:tcPr>
          <w:p w:rsidR="00001679" w:rsidRPr="00480246" w:rsidRDefault="00001679" w:rsidP="004802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246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001679" w:rsidRPr="00480246" w:rsidRDefault="00001679" w:rsidP="004802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01679" w:rsidRPr="00480246" w:rsidRDefault="00001679" w:rsidP="004802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246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001679" w:rsidRPr="00480246" w:rsidRDefault="00001679" w:rsidP="004802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246">
              <w:rPr>
                <w:rFonts w:ascii="Times New Roman" w:hAnsi="Times New Roman"/>
                <w:sz w:val="28"/>
                <w:szCs w:val="28"/>
              </w:rPr>
              <w:t>Приказом департамента транспорта и дорожного хозяйства Костромской области</w:t>
            </w:r>
          </w:p>
          <w:p w:rsidR="00001679" w:rsidRPr="00480246" w:rsidRDefault="00001679" w:rsidP="004802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01679" w:rsidRPr="00480246" w:rsidRDefault="00001679" w:rsidP="004802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246">
              <w:rPr>
                <w:rFonts w:ascii="Times New Roman" w:hAnsi="Times New Roman"/>
                <w:sz w:val="28"/>
                <w:szCs w:val="28"/>
              </w:rPr>
              <w:t>«____»______2016 г. №_____</w:t>
            </w:r>
          </w:p>
        </w:tc>
      </w:tr>
    </w:tbl>
    <w:p w:rsidR="00001679" w:rsidRDefault="00001679" w:rsidP="003634F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1679" w:rsidRDefault="00001679" w:rsidP="003634F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1679" w:rsidRPr="00BC56F5" w:rsidRDefault="00001679" w:rsidP="00C714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C56F5">
        <w:rPr>
          <w:rFonts w:ascii="Times New Roman" w:hAnsi="Times New Roman"/>
          <w:sz w:val="28"/>
          <w:szCs w:val="28"/>
        </w:rPr>
        <w:t>оряд</w:t>
      </w:r>
      <w:r>
        <w:rPr>
          <w:rFonts w:ascii="Times New Roman" w:hAnsi="Times New Roman"/>
          <w:sz w:val="28"/>
          <w:szCs w:val="28"/>
        </w:rPr>
        <w:t>ок</w:t>
      </w:r>
      <w:r w:rsidRPr="00BC56F5">
        <w:rPr>
          <w:rFonts w:ascii="Times New Roman" w:hAnsi="Times New Roman"/>
          <w:sz w:val="28"/>
          <w:szCs w:val="28"/>
        </w:rPr>
        <w:t xml:space="preserve"> проведения открытого конкурса на право осуществления перевозок по межмуниципальн</w:t>
      </w:r>
      <w:r>
        <w:rPr>
          <w:rFonts w:ascii="Times New Roman" w:hAnsi="Times New Roman"/>
          <w:sz w:val="28"/>
          <w:szCs w:val="28"/>
        </w:rPr>
        <w:t>ым</w:t>
      </w:r>
      <w:r w:rsidRPr="00BC56F5">
        <w:rPr>
          <w:rFonts w:ascii="Times New Roman" w:hAnsi="Times New Roman"/>
          <w:sz w:val="28"/>
          <w:szCs w:val="28"/>
        </w:rPr>
        <w:t xml:space="preserve"> маршрут</w:t>
      </w:r>
      <w:r>
        <w:rPr>
          <w:rFonts w:ascii="Times New Roman" w:hAnsi="Times New Roman"/>
          <w:sz w:val="28"/>
          <w:szCs w:val="28"/>
        </w:rPr>
        <w:t>ам</w:t>
      </w:r>
      <w:r w:rsidRPr="00BC56F5">
        <w:rPr>
          <w:rFonts w:ascii="Times New Roman" w:hAnsi="Times New Roman"/>
          <w:sz w:val="28"/>
          <w:szCs w:val="28"/>
        </w:rPr>
        <w:t xml:space="preserve"> регулярных перевозок автомобильным транспортом на территории </w:t>
      </w:r>
      <w:r>
        <w:rPr>
          <w:rFonts w:ascii="Times New Roman" w:hAnsi="Times New Roman"/>
          <w:sz w:val="28"/>
          <w:szCs w:val="28"/>
        </w:rPr>
        <w:t>Костромс</w:t>
      </w:r>
      <w:r w:rsidRPr="00BC56F5">
        <w:rPr>
          <w:rFonts w:ascii="Times New Roman" w:hAnsi="Times New Roman"/>
          <w:sz w:val="28"/>
          <w:szCs w:val="28"/>
        </w:rPr>
        <w:t>кой области</w:t>
      </w:r>
      <w:r>
        <w:rPr>
          <w:rFonts w:ascii="Times New Roman" w:hAnsi="Times New Roman"/>
          <w:sz w:val="28"/>
          <w:szCs w:val="28"/>
        </w:rPr>
        <w:t xml:space="preserve"> по нерегулируемым тарифам</w:t>
      </w:r>
    </w:p>
    <w:p w:rsidR="00001679" w:rsidRDefault="00001679" w:rsidP="00AA3C0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1679" w:rsidRPr="00BC56F5" w:rsidRDefault="00001679" w:rsidP="00914F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BC56F5">
        <w:rPr>
          <w:rFonts w:ascii="Times New Roman" w:hAnsi="Times New Roman"/>
          <w:sz w:val="28"/>
          <w:szCs w:val="28"/>
        </w:rPr>
        <w:t>. Общие положения</w:t>
      </w:r>
    </w:p>
    <w:p w:rsidR="00001679" w:rsidRPr="00BC56F5" w:rsidRDefault="00001679" w:rsidP="00BC56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1679" w:rsidRPr="00E860DA" w:rsidRDefault="00001679" w:rsidP="00E8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6F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E860DA">
        <w:rPr>
          <w:bCs/>
          <w:sz w:val="28"/>
          <w:szCs w:val="28"/>
          <w:lang w:eastAsia="ru-RU"/>
        </w:rPr>
        <w:t xml:space="preserve"> </w:t>
      </w:r>
      <w:r w:rsidRPr="00E860DA">
        <w:rPr>
          <w:rFonts w:ascii="Times New Roman" w:hAnsi="Times New Roman"/>
          <w:sz w:val="28"/>
          <w:szCs w:val="28"/>
        </w:rPr>
        <w:t xml:space="preserve">Порядок проведения </w:t>
      </w:r>
      <w:r>
        <w:rPr>
          <w:rFonts w:ascii="Times New Roman" w:hAnsi="Times New Roman"/>
          <w:sz w:val="28"/>
          <w:szCs w:val="28"/>
        </w:rPr>
        <w:t xml:space="preserve">открытого </w:t>
      </w:r>
      <w:r w:rsidRPr="00E860DA">
        <w:rPr>
          <w:rFonts w:ascii="Times New Roman" w:hAnsi="Times New Roman"/>
          <w:sz w:val="28"/>
          <w:szCs w:val="28"/>
        </w:rPr>
        <w:t xml:space="preserve">конкурса </w:t>
      </w:r>
      <w:r w:rsidRPr="00BC56F5">
        <w:rPr>
          <w:rFonts w:ascii="Times New Roman" w:hAnsi="Times New Roman"/>
          <w:sz w:val="28"/>
          <w:szCs w:val="28"/>
        </w:rPr>
        <w:t>на право осуществления перевозок по межмуниципальн</w:t>
      </w:r>
      <w:r>
        <w:rPr>
          <w:rFonts w:ascii="Times New Roman" w:hAnsi="Times New Roman"/>
          <w:sz w:val="28"/>
          <w:szCs w:val="28"/>
        </w:rPr>
        <w:t>ым</w:t>
      </w:r>
      <w:r w:rsidRPr="00BC56F5">
        <w:rPr>
          <w:rFonts w:ascii="Times New Roman" w:hAnsi="Times New Roman"/>
          <w:sz w:val="28"/>
          <w:szCs w:val="28"/>
        </w:rPr>
        <w:t xml:space="preserve"> маршрут</w:t>
      </w:r>
      <w:r>
        <w:rPr>
          <w:rFonts w:ascii="Times New Roman" w:hAnsi="Times New Roman"/>
          <w:sz w:val="28"/>
          <w:szCs w:val="28"/>
        </w:rPr>
        <w:t>ам</w:t>
      </w:r>
      <w:r w:rsidRPr="00BC56F5">
        <w:rPr>
          <w:rFonts w:ascii="Times New Roman" w:hAnsi="Times New Roman"/>
          <w:sz w:val="28"/>
          <w:szCs w:val="28"/>
        </w:rPr>
        <w:t xml:space="preserve"> регулярных перевозок автомобильным транспортом на территории </w:t>
      </w:r>
      <w:r>
        <w:rPr>
          <w:rFonts w:ascii="Times New Roman" w:hAnsi="Times New Roman"/>
          <w:sz w:val="28"/>
          <w:szCs w:val="28"/>
        </w:rPr>
        <w:t>Костромс</w:t>
      </w:r>
      <w:r w:rsidRPr="00BC56F5">
        <w:rPr>
          <w:rFonts w:ascii="Times New Roman" w:hAnsi="Times New Roman"/>
          <w:sz w:val="28"/>
          <w:szCs w:val="28"/>
        </w:rPr>
        <w:t>кой области</w:t>
      </w:r>
      <w:r>
        <w:rPr>
          <w:rFonts w:ascii="Times New Roman" w:hAnsi="Times New Roman"/>
          <w:sz w:val="28"/>
          <w:szCs w:val="28"/>
        </w:rPr>
        <w:t xml:space="preserve"> по нерегулируемым тарифам</w:t>
      </w:r>
      <w:r w:rsidRPr="00E860DA">
        <w:rPr>
          <w:rFonts w:ascii="Times New Roman" w:hAnsi="Times New Roman"/>
          <w:sz w:val="28"/>
          <w:szCs w:val="28"/>
        </w:rPr>
        <w:t xml:space="preserve"> (далее – Порядок) разработан в соответствии с </w:t>
      </w:r>
      <w:r w:rsidRPr="00BC56F5">
        <w:rPr>
          <w:rFonts w:ascii="Times New Roman" w:hAnsi="Times New Roman"/>
          <w:sz w:val="28"/>
          <w:szCs w:val="28"/>
        </w:rPr>
        <w:t xml:space="preserve">Федеральным законом </w:t>
      </w:r>
      <w:r>
        <w:rPr>
          <w:rFonts w:ascii="Times New Roman" w:hAnsi="Times New Roman"/>
          <w:sz w:val="28"/>
          <w:szCs w:val="28"/>
        </w:rPr>
        <w:t>от 13 июля 2015 года № 220-ФЗ «</w:t>
      </w:r>
      <w:r w:rsidRPr="00BC56F5">
        <w:rPr>
          <w:rFonts w:ascii="Times New Roman" w:hAnsi="Times New Roman"/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hAnsi="Times New Roman"/>
          <w:sz w:val="28"/>
          <w:szCs w:val="28"/>
        </w:rPr>
        <w:t>» (далее – Федеральный закон № 220-ФЗ)</w:t>
      </w:r>
      <w:r w:rsidRPr="00BC56F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частью 2</w:t>
      </w:r>
      <w:r w:rsidRPr="00BC56F5">
        <w:rPr>
          <w:rFonts w:ascii="Times New Roman" w:hAnsi="Times New Roman"/>
          <w:sz w:val="28"/>
          <w:szCs w:val="28"/>
        </w:rPr>
        <w:t xml:space="preserve"> статьи </w:t>
      </w:r>
      <w:r>
        <w:rPr>
          <w:rFonts w:ascii="Times New Roman" w:hAnsi="Times New Roman"/>
          <w:sz w:val="28"/>
          <w:szCs w:val="28"/>
        </w:rPr>
        <w:t>6.</w:t>
      </w:r>
      <w:r w:rsidRPr="00BC56F5">
        <w:rPr>
          <w:rFonts w:ascii="Times New Roman" w:hAnsi="Times New Roman"/>
          <w:sz w:val="28"/>
          <w:szCs w:val="28"/>
        </w:rPr>
        <w:t>3 Закона Костромской области от 18 ноября 2009 года № 539-4-ЗКО «Об организации транспортного обслуживания населения в Костромской области»</w:t>
      </w:r>
      <w:r w:rsidRPr="00E860DA">
        <w:rPr>
          <w:rFonts w:ascii="Times New Roman" w:hAnsi="Times New Roman"/>
          <w:sz w:val="28"/>
          <w:szCs w:val="28"/>
        </w:rPr>
        <w:t>.</w:t>
      </w:r>
    </w:p>
    <w:p w:rsidR="00001679" w:rsidRPr="00BC56F5" w:rsidRDefault="00001679" w:rsidP="00E860D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860DA">
        <w:rPr>
          <w:rFonts w:ascii="Times New Roman" w:hAnsi="Times New Roman"/>
          <w:sz w:val="28"/>
          <w:szCs w:val="28"/>
        </w:rPr>
        <w:t>Понятия и термины, используемые в настоящем Порядке, применяются в значениях, определенных федеральным законодательством и законодательством Костромской области.</w:t>
      </w:r>
    </w:p>
    <w:p w:rsidR="00001679" w:rsidRPr="00BC56F5" w:rsidRDefault="00001679" w:rsidP="00E860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6F5">
        <w:rPr>
          <w:rFonts w:ascii="Times New Roman" w:hAnsi="Times New Roman"/>
          <w:sz w:val="28"/>
          <w:szCs w:val="28"/>
        </w:rPr>
        <w:t xml:space="preserve">2. Целью проведения </w:t>
      </w:r>
      <w:r>
        <w:rPr>
          <w:rFonts w:ascii="Times New Roman" w:hAnsi="Times New Roman"/>
          <w:sz w:val="28"/>
          <w:szCs w:val="28"/>
        </w:rPr>
        <w:t xml:space="preserve">открытого </w:t>
      </w:r>
      <w:r w:rsidRPr="00BC56F5">
        <w:rPr>
          <w:rFonts w:ascii="Times New Roman" w:hAnsi="Times New Roman"/>
          <w:sz w:val="28"/>
          <w:szCs w:val="28"/>
        </w:rPr>
        <w:t>конкурса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56F5">
        <w:rPr>
          <w:rFonts w:ascii="Times New Roman" w:hAnsi="Times New Roman"/>
          <w:sz w:val="28"/>
          <w:szCs w:val="28"/>
        </w:rPr>
        <w:t>на право осуществления перевозок по межмуниципальн</w:t>
      </w:r>
      <w:r>
        <w:rPr>
          <w:rFonts w:ascii="Times New Roman" w:hAnsi="Times New Roman"/>
          <w:sz w:val="28"/>
          <w:szCs w:val="28"/>
        </w:rPr>
        <w:t>ым</w:t>
      </w:r>
      <w:r w:rsidRPr="00BC56F5">
        <w:rPr>
          <w:rFonts w:ascii="Times New Roman" w:hAnsi="Times New Roman"/>
          <w:sz w:val="28"/>
          <w:szCs w:val="28"/>
        </w:rPr>
        <w:t xml:space="preserve"> маршрут</w:t>
      </w:r>
      <w:r>
        <w:rPr>
          <w:rFonts w:ascii="Times New Roman" w:hAnsi="Times New Roman"/>
          <w:sz w:val="28"/>
          <w:szCs w:val="28"/>
        </w:rPr>
        <w:t>ам</w:t>
      </w:r>
      <w:r w:rsidRPr="00BC56F5">
        <w:rPr>
          <w:rFonts w:ascii="Times New Roman" w:hAnsi="Times New Roman"/>
          <w:sz w:val="28"/>
          <w:szCs w:val="28"/>
        </w:rPr>
        <w:t xml:space="preserve"> регулярных перевозок автомобильным транспортом на территории </w:t>
      </w:r>
      <w:r>
        <w:rPr>
          <w:rFonts w:ascii="Times New Roman" w:hAnsi="Times New Roman"/>
          <w:sz w:val="28"/>
          <w:szCs w:val="28"/>
        </w:rPr>
        <w:t>Костромс</w:t>
      </w:r>
      <w:r w:rsidRPr="00BC56F5">
        <w:rPr>
          <w:rFonts w:ascii="Times New Roman" w:hAnsi="Times New Roman"/>
          <w:sz w:val="28"/>
          <w:szCs w:val="28"/>
        </w:rPr>
        <w:t>кой области</w:t>
      </w:r>
      <w:r>
        <w:rPr>
          <w:rFonts w:ascii="Times New Roman" w:hAnsi="Times New Roman"/>
          <w:sz w:val="28"/>
          <w:szCs w:val="28"/>
        </w:rPr>
        <w:t xml:space="preserve"> по нерегулируемым тарифам (далее – открытый конкурс)</w:t>
      </w:r>
      <w:r w:rsidRPr="00BC56F5">
        <w:rPr>
          <w:rFonts w:ascii="Times New Roman" w:hAnsi="Times New Roman"/>
          <w:sz w:val="28"/>
          <w:szCs w:val="28"/>
        </w:rPr>
        <w:t xml:space="preserve"> является отбор перевозчиков, обеспечивающих наиболее безопасные и качественные условия перевозки пассажиров и багажа автомобильным транспортом.</w:t>
      </w:r>
    </w:p>
    <w:p w:rsidR="00001679" w:rsidRPr="00E860DA" w:rsidRDefault="00001679" w:rsidP="00E860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860DA">
        <w:rPr>
          <w:rFonts w:ascii="Times New Roman" w:hAnsi="Times New Roman"/>
          <w:sz w:val="28"/>
          <w:szCs w:val="28"/>
          <w:lang w:eastAsia="en-US"/>
        </w:rPr>
        <w:t xml:space="preserve">3. Организатором проведения </w:t>
      </w:r>
      <w:r>
        <w:rPr>
          <w:rFonts w:ascii="Times New Roman" w:hAnsi="Times New Roman"/>
          <w:sz w:val="28"/>
          <w:szCs w:val="28"/>
          <w:lang w:eastAsia="en-US"/>
        </w:rPr>
        <w:t xml:space="preserve">открытого </w:t>
      </w:r>
      <w:r w:rsidRPr="00E860DA">
        <w:rPr>
          <w:rFonts w:ascii="Times New Roman" w:hAnsi="Times New Roman"/>
          <w:sz w:val="28"/>
          <w:szCs w:val="28"/>
          <w:lang w:eastAsia="en-US"/>
        </w:rPr>
        <w:t xml:space="preserve">конкурса является департамент транспорта и дорожного хозяйства Костромской области                           (далее – департамент, организатор </w:t>
      </w:r>
      <w:r>
        <w:rPr>
          <w:rFonts w:ascii="Times New Roman" w:hAnsi="Times New Roman"/>
          <w:sz w:val="28"/>
          <w:szCs w:val="28"/>
          <w:lang w:eastAsia="en-US"/>
        </w:rPr>
        <w:t>открытого конкурса</w:t>
      </w:r>
      <w:r w:rsidRPr="00E860DA">
        <w:rPr>
          <w:rFonts w:ascii="Times New Roman" w:hAnsi="Times New Roman"/>
          <w:sz w:val="28"/>
          <w:szCs w:val="28"/>
          <w:lang w:eastAsia="en-US"/>
        </w:rPr>
        <w:t>).</w:t>
      </w:r>
    </w:p>
    <w:p w:rsidR="00001679" w:rsidRPr="00E860DA" w:rsidRDefault="00001679" w:rsidP="00E860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60DA">
        <w:rPr>
          <w:rFonts w:ascii="Times New Roman" w:hAnsi="Times New Roman"/>
          <w:sz w:val="28"/>
          <w:szCs w:val="28"/>
        </w:rPr>
        <w:t xml:space="preserve">4. Объектом </w:t>
      </w:r>
      <w:r>
        <w:rPr>
          <w:rFonts w:ascii="Times New Roman" w:hAnsi="Times New Roman"/>
          <w:sz w:val="28"/>
          <w:szCs w:val="28"/>
        </w:rPr>
        <w:t xml:space="preserve">открытого </w:t>
      </w:r>
      <w:r w:rsidRPr="00E860DA">
        <w:rPr>
          <w:rFonts w:ascii="Times New Roman" w:hAnsi="Times New Roman"/>
          <w:sz w:val="28"/>
          <w:szCs w:val="28"/>
        </w:rPr>
        <w:t>конкурса является лот, включающий в себя количество маршрутов и (или) количество рейсов на одном маршруте, и (или) временной промежуток выполнения рейсов на маршруте.</w:t>
      </w:r>
    </w:p>
    <w:p w:rsidR="00001679" w:rsidRDefault="00001679" w:rsidP="001A5B1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860DA">
        <w:rPr>
          <w:rFonts w:ascii="Times New Roman" w:hAnsi="Times New Roman"/>
          <w:sz w:val="28"/>
          <w:szCs w:val="28"/>
        </w:rPr>
        <w:t xml:space="preserve">. Результатом проведения </w:t>
      </w:r>
      <w:r>
        <w:rPr>
          <w:rFonts w:ascii="Times New Roman" w:hAnsi="Times New Roman"/>
          <w:sz w:val="28"/>
          <w:szCs w:val="28"/>
        </w:rPr>
        <w:t xml:space="preserve">открытого </w:t>
      </w:r>
      <w:r w:rsidRPr="00E860DA">
        <w:rPr>
          <w:rFonts w:ascii="Times New Roman" w:hAnsi="Times New Roman"/>
          <w:sz w:val="28"/>
          <w:szCs w:val="28"/>
        </w:rPr>
        <w:t xml:space="preserve">конкурса является </w:t>
      </w:r>
      <w:r>
        <w:rPr>
          <w:rFonts w:ascii="Times New Roman" w:hAnsi="Times New Roman"/>
          <w:sz w:val="28"/>
          <w:szCs w:val="28"/>
        </w:rPr>
        <w:t xml:space="preserve">выдача свидетельства </w:t>
      </w:r>
      <w:r w:rsidRPr="001A5B12">
        <w:rPr>
          <w:rFonts w:ascii="Times New Roman" w:hAnsi="Times New Roman"/>
          <w:sz w:val="28"/>
          <w:szCs w:val="28"/>
        </w:rPr>
        <w:t>об осуществлении перевозок по маршруту регулярных перевозок</w:t>
      </w:r>
      <w:r>
        <w:rPr>
          <w:rFonts w:ascii="Times New Roman" w:hAnsi="Times New Roman"/>
          <w:sz w:val="28"/>
          <w:szCs w:val="28"/>
        </w:rPr>
        <w:t xml:space="preserve"> и карт маршрута регулярных перевозок (далее – свидетельство и карта маршрута соответственно).</w:t>
      </w:r>
    </w:p>
    <w:p w:rsidR="00001679" w:rsidRDefault="00001679" w:rsidP="001A5B12">
      <w:pPr>
        <w:spacing w:after="0" w:line="240" w:lineRule="auto"/>
        <w:jc w:val="both"/>
      </w:pPr>
    </w:p>
    <w:p w:rsidR="00001679" w:rsidRDefault="00001679" w:rsidP="005F09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1A5B12">
        <w:rPr>
          <w:rFonts w:ascii="Times New Roman" w:hAnsi="Times New Roman"/>
          <w:sz w:val="28"/>
          <w:szCs w:val="28"/>
        </w:rPr>
        <w:t xml:space="preserve"> Требования к извещению о проведении открытого </w:t>
      </w:r>
    </w:p>
    <w:p w:rsidR="00001679" w:rsidRPr="001A5B12" w:rsidRDefault="00001679" w:rsidP="001A5B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5B12">
        <w:rPr>
          <w:rFonts w:ascii="Times New Roman" w:hAnsi="Times New Roman"/>
          <w:sz w:val="28"/>
          <w:szCs w:val="28"/>
        </w:rPr>
        <w:t>конкурса и конкурсной документации</w:t>
      </w:r>
    </w:p>
    <w:p w:rsidR="00001679" w:rsidRPr="001A5B12" w:rsidRDefault="00001679" w:rsidP="001A5B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1679" w:rsidRPr="00063EC8" w:rsidRDefault="00001679" w:rsidP="00063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3EC8">
        <w:rPr>
          <w:rFonts w:ascii="Times New Roman" w:hAnsi="Times New Roman"/>
          <w:sz w:val="28"/>
          <w:szCs w:val="28"/>
          <w:lang w:eastAsia="ru-RU"/>
        </w:rPr>
        <w:t xml:space="preserve">6. Для проведения открытого конкурса организатором </w:t>
      </w:r>
      <w:r>
        <w:rPr>
          <w:rFonts w:ascii="Times New Roman" w:hAnsi="Times New Roman"/>
          <w:sz w:val="28"/>
          <w:szCs w:val="28"/>
          <w:lang w:eastAsia="ru-RU"/>
        </w:rPr>
        <w:t xml:space="preserve">открытого </w:t>
      </w:r>
      <w:r w:rsidRPr="00063EC8">
        <w:rPr>
          <w:rFonts w:ascii="Times New Roman" w:hAnsi="Times New Roman"/>
          <w:sz w:val="28"/>
          <w:szCs w:val="28"/>
          <w:lang w:eastAsia="ru-RU"/>
        </w:rPr>
        <w:t>конкурса утверждаются конкурсная документация по проведению открытого конкурса (далее – конкурсная документация) и извещение о проведении открытого конкурса.</w:t>
      </w:r>
    </w:p>
    <w:p w:rsidR="00001679" w:rsidRPr="00063EC8" w:rsidRDefault="00001679" w:rsidP="00063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3EC8">
        <w:rPr>
          <w:rFonts w:ascii="Times New Roman" w:hAnsi="Times New Roman"/>
          <w:sz w:val="28"/>
          <w:szCs w:val="28"/>
          <w:lang w:eastAsia="ru-RU"/>
        </w:rPr>
        <w:t xml:space="preserve">Конкурсная документация и извещение о проведении открытого конкурса размещаются организатором открытого конкурса на официальном сайте </w:t>
      </w:r>
      <w:hyperlink r:id="rId5" w:history="1">
        <w:r w:rsidRPr="001E61FF"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 w:rsidRPr="001E61FF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1E61FF">
          <w:rPr>
            <w:rStyle w:val="Hyperlink"/>
            <w:rFonts w:ascii="Times New Roman" w:hAnsi="Times New Roman"/>
            <w:sz w:val="28"/>
            <w:szCs w:val="28"/>
            <w:lang w:val="en-US"/>
          </w:rPr>
          <w:t>trans</w:t>
        </w:r>
        <w:r w:rsidRPr="001E61FF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1E61FF">
          <w:rPr>
            <w:rStyle w:val="Hyperlink"/>
            <w:rFonts w:ascii="Times New Roman" w:hAnsi="Times New Roman"/>
            <w:sz w:val="28"/>
            <w:szCs w:val="28"/>
            <w:lang w:val="en-US"/>
          </w:rPr>
          <w:t>adm</w:t>
        </w:r>
        <w:r w:rsidRPr="001E61FF">
          <w:rPr>
            <w:rStyle w:val="Hyperlink"/>
            <w:rFonts w:ascii="Times New Roman" w:hAnsi="Times New Roman"/>
            <w:sz w:val="28"/>
            <w:szCs w:val="28"/>
          </w:rPr>
          <w:t>44.</w:t>
        </w:r>
        <w:r w:rsidRPr="001E61FF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t xml:space="preserve"> </w:t>
      </w:r>
      <w:r w:rsidRPr="005F0966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 xml:space="preserve"> (далее – официальный сайт)</w:t>
      </w:r>
      <w:r>
        <w:rPr>
          <w:rFonts w:ascii="Times New Roman" w:hAnsi="Times New Roman"/>
          <w:sz w:val="28"/>
          <w:szCs w:val="28"/>
          <w:lang w:eastAsia="ru-RU"/>
        </w:rPr>
        <w:t xml:space="preserve"> не позднее, </w:t>
      </w:r>
      <w:r w:rsidRPr="00063EC8">
        <w:rPr>
          <w:rFonts w:ascii="Times New Roman" w:hAnsi="Times New Roman"/>
          <w:sz w:val="28"/>
          <w:szCs w:val="28"/>
          <w:lang w:eastAsia="ru-RU"/>
        </w:rPr>
        <w:t>чем за 30 календарных дней до дня в</w:t>
      </w:r>
      <w:r>
        <w:rPr>
          <w:rFonts w:ascii="Times New Roman" w:hAnsi="Times New Roman"/>
          <w:sz w:val="28"/>
          <w:szCs w:val="28"/>
          <w:lang w:eastAsia="ru-RU"/>
        </w:rPr>
        <w:t>скрытия конвертов с заявками</w:t>
      </w:r>
      <w:r w:rsidRPr="00063EC8">
        <w:rPr>
          <w:rFonts w:ascii="Times New Roman" w:hAnsi="Times New Roman"/>
          <w:sz w:val="28"/>
          <w:szCs w:val="28"/>
          <w:lang w:eastAsia="ru-RU"/>
        </w:rPr>
        <w:t>.</w:t>
      </w:r>
    </w:p>
    <w:p w:rsidR="00001679" w:rsidRPr="00063EC8" w:rsidRDefault="00001679" w:rsidP="00063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Pr="00063EC8">
        <w:rPr>
          <w:rFonts w:ascii="Times New Roman" w:hAnsi="Times New Roman"/>
          <w:sz w:val="28"/>
          <w:szCs w:val="28"/>
          <w:lang w:eastAsia="ru-RU"/>
        </w:rPr>
        <w:t>. В конкурсную документацию включается следующая информация:</w:t>
      </w:r>
    </w:p>
    <w:p w:rsidR="00001679" w:rsidRPr="00063EC8" w:rsidRDefault="00001679" w:rsidP="00063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3EC8">
        <w:rPr>
          <w:rFonts w:ascii="Times New Roman" w:hAnsi="Times New Roman"/>
          <w:sz w:val="28"/>
          <w:szCs w:val="28"/>
          <w:lang w:eastAsia="ru-RU"/>
        </w:rPr>
        <w:t>1) общие сведения о предмете и субъектах открытого конкурса, требования к участникам открытого конкурса, затраты на участие в открытом конкурсе, разъяснение конкурсной документации и порядка внесения в нее изменений;</w:t>
      </w:r>
    </w:p>
    <w:p w:rsidR="00001679" w:rsidRPr="00063EC8" w:rsidRDefault="00001679" w:rsidP="00063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3EC8">
        <w:rPr>
          <w:rFonts w:ascii="Times New Roman" w:hAnsi="Times New Roman"/>
          <w:sz w:val="28"/>
          <w:szCs w:val="28"/>
          <w:lang w:eastAsia="ru-RU"/>
        </w:rPr>
        <w:t>2) информация по подготовке заявок (язык оформления заявки, требования к заполнению форм заявки, способ комплектации заявки                          и прилагаемых к ней документов, порядок запечатывания конвертов                         с заявками и их маркировки, порядок подачи, изменения и отзыва заявок, окончательный срок подачи заявок, вскрытие конвертов с заявками, соблюдение конфиденциальности);</w:t>
      </w:r>
    </w:p>
    <w:p w:rsidR="00001679" w:rsidRPr="00063EC8" w:rsidRDefault="00001679" w:rsidP="00063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3EC8">
        <w:rPr>
          <w:rFonts w:ascii="Times New Roman" w:hAnsi="Times New Roman"/>
          <w:sz w:val="28"/>
          <w:szCs w:val="28"/>
          <w:lang w:eastAsia="ru-RU"/>
        </w:rPr>
        <w:t>3) сведения о допуске к участию в открытом конкурсе и оценке заявок (порядок определения соответствия участника открытого конкурса и его заявки требованиям конкурсной документации, оценка и сопоставление заявок, получение информации, контакты с организатором открытого конкурса);</w:t>
      </w:r>
    </w:p>
    <w:p w:rsidR="00001679" w:rsidRPr="00063EC8" w:rsidRDefault="00001679" w:rsidP="00063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3EC8">
        <w:rPr>
          <w:rFonts w:ascii="Times New Roman" w:hAnsi="Times New Roman"/>
          <w:sz w:val="28"/>
          <w:szCs w:val="28"/>
          <w:lang w:eastAsia="ru-RU"/>
        </w:rPr>
        <w:t>4) информация о подведении итогов открытого конкурса (порядок определения победителя, уведомление о признании победителем открытого конкурса, порядок выдачи свидетель</w:t>
      </w:r>
      <w:r>
        <w:rPr>
          <w:rFonts w:ascii="Times New Roman" w:hAnsi="Times New Roman"/>
          <w:sz w:val="28"/>
          <w:szCs w:val="28"/>
          <w:lang w:eastAsia="ru-RU"/>
        </w:rPr>
        <w:t>ства и карт маршрута</w:t>
      </w:r>
      <w:r w:rsidRPr="00063EC8">
        <w:rPr>
          <w:rFonts w:ascii="Times New Roman" w:hAnsi="Times New Roman"/>
          <w:sz w:val="28"/>
          <w:szCs w:val="28"/>
          <w:lang w:eastAsia="ru-RU"/>
        </w:rPr>
        <w:t>, получение копий документов открытого конкурса, право на обжалование).</w:t>
      </w:r>
    </w:p>
    <w:p w:rsidR="00001679" w:rsidRPr="00063EC8" w:rsidRDefault="00001679" w:rsidP="00063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063EC8">
        <w:rPr>
          <w:rFonts w:ascii="Times New Roman" w:hAnsi="Times New Roman"/>
          <w:sz w:val="28"/>
          <w:szCs w:val="28"/>
          <w:lang w:eastAsia="ru-RU"/>
        </w:rPr>
        <w:t>. В извещение о проведении открытого конкурса включается информация, предусмотренная частью 2 статьи 22 Федерального закона                 № 220-ФЗ.</w:t>
      </w:r>
    </w:p>
    <w:p w:rsidR="00001679" w:rsidRPr="00063EC8" w:rsidRDefault="00001679" w:rsidP="00063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063EC8">
        <w:rPr>
          <w:rFonts w:ascii="Times New Roman" w:hAnsi="Times New Roman"/>
          <w:sz w:val="28"/>
          <w:szCs w:val="28"/>
          <w:lang w:eastAsia="ru-RU"/>
        </w:rPr>
        <w:t>. Со дня размещения на официальном сайте извещения о проведении открытого конкурса и конкурсной документации до дня, предшествующего дню вскрытия конвертов с заявками, организатор открытого конкурса выдает юридическим лицам, индиви</w:t>
      </w:r>
      <w:r>
        <w:rPr>
          <w:rFonts w:ascii="Times New Roman" w:hAnsi="Times New Roman"/>
          <w:sz w:val="28"/>
          <w:szCs w:val="28"/>
          <w:lang w:eastAsia="ru-RU"/>
        </w:rPr>
        <w:t xml:space="preserve">дуальным предпринимателям </w:t>
      </w:r>
      <w:r w:rsidRPr="00063EC8">
        <w:rPr>
          <w:rFonts w:ascii="Times New Roman" w:hAnsi="Times New Roman"/>
          <w:sz w:val="28"/>
          <w:szCs w:val="28"/>
          <w:lang w:eastAsia="ru-RU"/>
        </w:rPr>
        <w:t>и уполномоченным участникам</w:t>
      </w:r>
      <w:r>
        <w:rPr>
          <w:rFonts w:ascii="Times New Roman" w:hAnsi="Times New Roman"/>
          <w:sz w:val="28"/>
          <w:szCs w:val="28"/>
          <w:lang w:eastAsia="ru-RU"/>
        </w:rPr>
        <w:t xml:space="preserve"> договора простого товарищества </w:t>
      </w:r>
      <w:r w:rsidRPr="00063EC8">
        <w:rPr>
          <w:rFonts w:ascii="Times New Roman" w:hAnsi="Times New Roman"/>
          <w:sz w:val="28"/>
          <w:szCs w:val="28"/>
          <w:lang w:eastAsia="ru-RU"/>
        </w:rPr>
        <w:t xml:space="preserve">на основании их письменных заявлений </w:t>
      </w:r>
      <w:r>
        <w:rPr>
          <w:rFonts w:ascii="Times New Roman" w:hAnsi="Times New Roman"/>
          <w:sz w:val="28"/>
          <w:szCs w:val="28"/>
          <w:lang w:eastAsia="ru-RU"/>
        </w:rPr>
        <w:t xml:space="preserve">извещение о проведении конкурса </w:t>
      </w:r>
      <w:r w:rsidRPr="00063EC8">
        <w:rPr>
          <w:rFonts w:ascii="Times New Roman" w:hAnsi="Times New Roman"/>
          <w:sz w:val="28"/>
          <w:szCs w:val="28"/>
          <w:lang w:eastAsia="ru-RU"/>
        </w:rPr>
        <w:t>и (или) конкурсную документацию (в письменной форме или в форме электронного документа).</w:t>
      </w:r>
    </w:p>
    <w:p w:rsidR="00001679" w:rsidRPr="00063EC8" w:rsidRDefault="00001679" w:rsidP="00063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3EC8">
        <w:rPr>
          <w:rFonts w:ascii="Times New Roman" w:hAnsi="Times New Roman"/>
          <w:sz w:val="28"/>
          <w:szCs w:val="28"/>
          <w:lang w:eastAsia="ru-RU"/>
        </w:rPr>
        <w:t>Представление юридическим лицам, индивидуальным предпринимателям и уполномоченным участникам договора простого товарищества извещения о проведении открытого конкурса и конкурсной документации до размещения их на официальном сайте не допускается.</w:t>
      </w:r>
    </w:p>
    <w:p w:rsidR="00001679" w:rsidRPr="00063EC8" w:rsidRDefault="00001679" w:rsidP="00063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</w:t>
      </w:r>
      <w:r w:rsidRPr="00063EC8">
        <w:rPr>
          <w:rFonts w:ascii="Times New Roman" w:hAnsi="Times New Roman"/>
          <w:sz w:val="28"/>
          <w:szCs w:val="28"/>
          <w:lang w:eastAsia="ru-RU"/>
        </w:rPr>
        <w:t>. Любой претендент или участник открытого конкурса вправе направить организатору открытого конкурса запрос о разъяснении положений конкурсной документации и (или) извещения о проведении открытого конкурса.</w:t>
      </w:r>
    </w:p>
    <w:p w:rsidR="00001679" w:rsidRPr="00063EC8" w:rsidRDefault="00001679" w:rsidP="00063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3EC8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063EC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рабочих</w:t>
      </w:r>
      <w:r w:rsidRPr="00063EC8">
        <w:rPr>
          <w:rFonts w:ascii="Times New Roman" w:hAnsi="Times New Roman"/>
          <w:sz w:val="28"/>
          <w:szCs w:val="28"/>
          <w:lang w:eastAsia="ru-RU"/>
        </w:rPr>
        <w:t xml:space="preserve"> дней со дня поступления указанного запроса</w:t>
      </w:r>
      <w:r>
        <w:rPr>
          <w:rFonts w:ascii="Times New Roman" w:hAnsi="Times New Roman"/>
          <w:sz w:val="28"/>
          <w:szCs w:val="28"/>
          <w:lang w:eastAsia="ru-RU"/>
        </w:rPr>
        <w:t>, но не позднее чем за 7</w:t>
      </w:r>
      <w:r w:rsidRPr="00063EC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рабочи</w:t>
      </w:r>
      <w:r w:rsidRPr="00063EC8">
        <w:rPr>
          <w:rFonts w:ascii="Times New Roman" w:hAnsi="Times New Roman"/>
          <w:sz w:val="28"/>
          <w:szCs w:val="28"/>
          <w:lang w:eastAsia="ru-RU"/>
        </w:rPr>
        <w:t xml:space="preserve">х дней до </w:t>
      </w:r>
      <w:r w:rsidRPr="008B044A">
        <w:rPr>
          <w:rFonts w:ascii="Times New Roman" w:hAnsi="Times New Roman"/>
          <w:sz w:val="28"/>
          <w:szCs w:val="28"/>
        </w:rPr>
        <w:t>даты окончания подачи заявок на участие в открытом конкурсе</w:t>
      </w:r>
      <w:r w:rsidRPr="00063EC8">
        <w:rPr>
          <w:rFonts w:ascii="Times New Roman" w:hAnsi="Times New Roman"/>
          <w:sz w:val="28"/>
          <w:szCs w:val="28"/>
          <w:lang w:eastAsia="ru-RU"/>
        </w:rPr>
        <w:t xml:space="preserve"> организатор открытого конкурса обязан направить разъяснения положений конкурсной документации и (или) извещения о проведении открытого конкурса.</w:t>
      </w:r>
    </w:p>
    <w:p w:rsidR="00001679" w:rsidRDefault="00001679" w:rsidP="00063EC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Решение о внесении изменений в извещение о проведении открытого конкурса</w:t>
      </w:r>
      <w:r w:rsidRPr="00F412C3">
        <w:rPr>
          <w:rFonts w:ascii="Times New Roman" w:hAnsi="Times New Roman"/>
          <w:sz w:val="28"/>
          <w:szCs w:val="28"/>
        </w:rPr>
        <w:t xml:space="preserve"> принимается организатором открытого конкурса не позднее</w:t>
      </w:r>
      <w:r>
        <w:rPr>
          <w:rFonts w:ascii="Times New Roman" w:hAnsi="Times New Roman"/>
          <w:sz w:val="28"/>
          <w:szCs w:val="28"/>
        </w:rPr>
        <w:t xml:space="preserve"> чем за 5</w:t>
      </w:r>
      <w:r w:rsidRPr="00F412C3">
        <w:rPr>
          <w:rFonts w:ascii="Times New Roman" w:hAnsi="Times New Roman"/>
          <w:sz w:val="28"/>
          <w:szCs w:val="28"/>
        </w:rPr>
        <w:t xml:space="preserve"> календарных дней до даты око</w:t>
      </w:r>
      <w:r>
        <w:rPr>
          <w:rFonts w:ascii="Times New Roman" w:hAnsi="Times New Roman"/>
          <w:sz w:val="28"/>
          <w:szCs w:val="28"/>
        </w:rPr>
        <w:t xml:space="preserve">нчания подачи заявок на участие </w:t>
      </w:r>
      <w:r w:rsidRPr="00F412C3">
        <w:rPr>
          <w:rFonts w:ascii="Times New Roman" w:hAnsi="Times New Roman"/>
          <w:sz w:val="28"/>
          <w:szCs w:val="28"/>
        </w:rPr>
        <w:t>в открытом конкурсе.</w:t>
      </w:r>
      <w:r>
        <w:rPr>
          <w:rFonts w:ascii="Times New Roman" w:hAnsi="Times New Roman"/>
          <w:sz w:val="28"/>
          <w:szCs w:val="28"/>
        </w:rPr>
        <w:t xml:space="preserve"> Изменения, внесенные в</w:t>
      </w:r>
      <w:r w:rsidRPr="00F412C3">
        <w:rPr>
          <w:rFonts w:ascii="Times New Roman" w:hAnsi="Times New Roman"/>
          <w:sz w:val="28"/>
          <w:szCs w:val="28"/>
        </w:rPr>
        <w:t xml:space="preserve"> конкурсную документацию</w:t>
      </w:r>
      <w:r>
        <w:rPr>
          <w:rFonts w:ascii="Times New Roman" w:hAnsi="Times New Roman"/>
          <w:sz w:val="28"/>
          <w:szCs w:val="28"/>
        </w:rPr>
        <w:t xml:space="preserve">, размещаются на официальном сайте </w:t>
      </w:r>
      <w:r w:rsidRPr="008B044A">
        <w:rPr>
          <w:rFonts w:ascii="Times New Roman" w:hAnsi="Times New Roman"/>
          <w:sz w:val="28"/>
          <w:szCs w:val="28"/>
        </w:rPr>
        <w:t>не позднее,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044A">
        <w:rPr>
          <w:rFonts w:ascii="Times New Roman" w:hAnsi="Times New Roman"/>
          <w:sz w:val="28"/>
          <w:szCs w:val="28"/>
        </w:rPr>
        <w:t xml:space="preserve">чем за 5 </w:t>
      </w:r>
      <w:r>
        <w:rPr>
          <w:rFonts w:ascii="Times New Roman" w:hAnsi="Times New Roman"/>
          <w:sz w:val="28"/>
          <w:szCs w:val="28"/>
        </w:rPr>
        <w:t>календарных</w:t>
      </w:r>
      <w:r w:rsidRPr="008B044A">
        <w:rPr>
          <w:rFonts w:ascii="Times New Roman" w:hAnsi="Times New Roman"/>
          <w:sz w:val="28"/>
          <w:szCs w:val="28"/>
        </w:rPr>
        <w:t xml:space="preserve"> дней до даты окончания подачи заявок на участие в открытом конкурсе.</w:t>
      </w:r>
      <w:r w:rsidRPr="00132298">
        <w:rPr>
          <w:rFonts w:ascii="Times New Roman" w:hAnsi="Times New Roman"/>
          <w:sz w:val="28"/>
          <w:szCs w:val="28"/>
        </w:rPr>
        <w:t xml:space="preserve"> </w:t>
      </w:r>
      <w:r w:rsidRPr="00063EC8">
        <w:rPr>
          <w:rFonts w:ascii="Times New Roman" w:hAnsi="Times New Roman"/>
          <w:sz w:val="28"/>
          <w:szCs w:val="28"/>
        </w:rPr>
        <w:t xml:space="preserve">При этом срок подачи заявок должен быть продлен таким образом, чтобы со дня размещения изменений, внесенных в </w:t>
      </w:r>
      <w:r>
        <w:rPr>
          <w:rFonts w:ascii="Times New Roman" w:hAnsi="Times New Roman"/>
          <w:sz w:val="28"/>
          <w:szCs w:val="28"/>
        </w:rPr>
        <w:t>извещение о проведении открытого конкурса</w:t>
      </w:r>
      <w:r w:rsidRPr="00063EC8">
        <w:rPr>
          <w:rFonts w:ascii="Times New Roman" w:hAnsi="Times New Roman"/>
          <w:sz w:val="28"/>
          <w:szCs w:val="28"/>
        </w:rPr>
        <w:t>, до даты окончания подачи заявок этот сро</w:t>
      </w:r>
      <w:r>
        <w:rPr>
          <w:rFonts w:ascii="Times New Roman" w:hAnsi="Times New Roman"/>
          <w:sz w:val="28"/>
          <w:szCs w:val="28"/>
        </w:rPr>
        <w:t xml:space="preserve">к составлял </w:t>
      </w:r>
      <w:r w:rsidRPr="00063EC8">
        <w:rPr>
          <w:rFonts w:ascii="Times New Roman" w:hAnsi="Times New Roman"/>
          <w:sz w:val="28"/>
          <w:szCs w:val="28"/>
        </w:rPr>
        <w:t>не менее чем 20 календарных дней.</w:t>
      </w:r>
    </w:p>
    <w:p w:rsidR="00001679" w:rsidRPr="00F412C3" w:rsidRDefault="00001679" w:rsidP="00063EC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412C3">
        <w:rPr>
          <w:rFonts w:ascii="Times New Roman" w:hAnsi="Times New Roman"/>
          <w:sz w:val="28"/>
          <w:szCs w:val="28"/>
        </w:rPr>
        <w:t>Изменение предмета открытого конкурса не допускается.</w:t>
      </w:r>
    </w:p>
    <w:p w:rsidR="00001679" w:rsidRDefault="00001679" w:rsidP="00063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1679" w:rsidRDefault="00001679" w:rsidP="007237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64877">
        <w:rPr>
          <w:rFonts w:ascii="Times New Roman" w:hAnsi="Times New Roman"/>
          <w:sz w:val="28"/>
          <w:szCs w:val="28"/>
        </w:rPr>
        <w:t>Конкурсная комиссия</w:t>
      </w:r>
    </w:p>
    <w:p w:rsidR="00001679" w:rsidRDefault="00001679" w:rsidP="007237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1679" w:rsidRPr="00164877" w:rsidRDefault="00001679" w:rsidP="007237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487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164877">
        <w:rPr>
          <w:rFonts w:ascii="Times New Roman" w:hAnsi="Times New Roman"/>
          <w:sz w:val="28"/>
          <w:szCs w:val="28"/>
        </w:rPr>
        <w:t>. Рассмотрение заяв</w:t>
      </w:r>
      <w:r>
        <w:rPr>
          <w:rFonts w:ascii="Times New Roman" w:hAnsi="Times New Roman"/>
          <w:sz w:val="28"/>
          <w:szCs w:val="28"/>
        </w:rPr>
        <w:t>ок</w:t>
      </w:r>
      <w:r w:rsidRPr="00164877">
        <w:rPr>
          <w:rFonts w:ascii="Times New Roman" w:hAnsi="Times New Roman"/>
          <w:sz w:val="28"/>
          <w:szCs w:val="28"/>
        </w:rPr>
        <w:t xml:space="preserve"> и определение победителя </w:t>
      </w:r>
      <w:r>
        <w:rPr>
          <w:rFonts w:ascii="Times New Roman" w:hAnsi="Times New Roman"/>
          <w:sz w:val="28"/>
          <w:szCs w:val="28"/>
        </w:rPr>
        <w:t xml:space="preserve">открытого </w:t>
      </w:r>
      <w:r w:rsidRPr="00164877">
        <w:rPr>
          <w:rFonts w:ascii="Times New Roman" w:hAnsi="Times New Roman"/>
          <w:sz w:val="28"/>
          <w:szCs w:val="28"/>
        </w:rPr>
        <w:t xml:space="preserve">конкурса осуществляется конкурсной комиссией, состав которой утверждается </w:t>
      </w:r>
      <w:r>
        <w:rPr>
          <w:rFonts w:ascii="Times New Roman" w:hAnsi="Times New Roman"/>
          <w:sz w:val="28"/>
          <w:szCs w:val="28"/>
        </w:rPr>
        <w:t xml:space="preserve">приказом </w:t>
      </w:r>
      <w:r w:rsidRPr="00164877">
        <w:rPr>
          <w:rFonts w:ascii="Times New Roman" w:hAnsi="Times New Roman"/>
          <w:sz w:val="28"/>
          <w:szCs w:val="28"/>
        </w:rPr>
        <w:t>организатор</w:t>
      </w:r>
      <w:r>
        <w:rPr>
          <w:rFonts w:ascii="Times New Roman" w:hAnsi="Times New Roman"/>
          <w:sz w:val="28"/>
          <w:szCs w:val="28"/>
        </w:rPr>
        <w:t>а</w:t>
      </w:r>
      <w:r w:rsidRPr="001648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открытого конкурса</w:t>
      </w:r>
      <w:r w:rsidRPr="00164877">
        <w:rPr>
          <w:rFonts w:ascii="Times New Roman" w:hAnsi="Times New Roman"/>
          <w:sz w:val="28"/>
          <w:szCs w:val="28"/>
        </w:rPr>
        <w:t>.</w:t>
      </w:r>
    </w:p>
    <w:p w:rsidR="00001679" w:rsidRPr="00164877" w:rsidRDefault="00001679" w:rsidP="007237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487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164877">
        <w:rPr>
          <w:rFonts w:ascii="Times New Roman" w:hAnsi="Times New Roman"/>
          <w:sz w:val="28"/>
          <w:szCs w:val="28"/>
        </w:rPr>
        <w:t>. Конкурсная комиссия осуществляет следующие функции:</w:t>
      </w:r>
    </w:p>
    <w:p w:rsidR="00001679" w:rsidRPr="00335688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35688">
        <w:rPr>
          <w:rFonts w:ascii="Times New Roman" w:hAnsi="Times New Roman"/>
          <w:sz w:val="28"/>
          <w:szCs w:val="28"/>
        </w:rPr>
        <w:t>осуществляет вскрытие конвертов с заяв</w:t>
      </w:r>
      <w:r>
        <w:rPr>
          <w:rFonts w:ascii="Times New Roman" w:hAnsi="Times New Roman"/>
          <w:sz w:val="28"/>
          <w:szCs w:val="28"/>
        </w:rPr>
        <w:t>ка</w:t>
      </w:r>
      <w:r w:rsidRPr="00335688">
        <w:rPr>
          <w:rFonts w:ascii="Times New Roman" w:hAnsi="Times New Roman"/>
          <w:sz w:val="28"/>
          <w:szCs w:val="28"/>
        </w:rPr>
        <w:t>ми;</w:t>
      </w:r>
    </w:p>
    <w:p w:rsidR="00001679" w:rsidRPr="00335688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принимает решение о допуске претендента </w:t>
      </w:r>
      <w:r w:rsidRPr="0033568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участию в открытом</w:t>
      </w:r>
      <w:r w:rsidRPr="003356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335688">
        <w:rPr>
          <w:rFonts w:ascii="Times New Roman" w:hAnsi="Times New Roman"/>
          <w:sz w:val="28"/>
          <w:szCs w:val="28"/>
        </w:rPr>
        <w:t>онкурс</w:t>
      </w:r>
      <w:r>
        <w:rPr>
          <w:rFonts w:ascii="Times New Roman" w:hAnsi="Times New Roman"/>
          <w:sz w:val="28"/>
          <w:szCs w:val="28"/>
        </w:rPr>
        <w:t>е</w:t>
      </w:r>
      <w:r w:rsidRPr="00335688">
        <w:rPr>
          <w:rFonts w:ascii="Times New Roman" w:hAnsi="Times New Roman"/>
          <w:sz w:val="28"/>
          <w:szCs w:val="28"/>
        </w:rPr>
        <w:t>;</w:t>
      </w:r>
    </w:p>
    <w:p w:rsidR="00001679" w:rsidRPr="00335688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35688">
        <w:rPr>
          <w:rFonts w:ascii="Times New Roman" w:hAnsi="Times New Roman"/>
          <w:sz w:val="28"/>
          <w:szCs w:val="28"/>
        </w:rPr>
        <w:t xml:space="preserve">определяет победителя </w:t>
      </w:r>
      <w:r>
        <w:rPr>
          <w:rFonts w:ascii="Times New Roman" w:hAnsi="Times New Roman"/>
          <w:sz w:val="28"/>
          <w:szCs w:val="28"/>
        </w:rPr>
        <w:t>открытого к</w:t>
      </w:r>
      <w:r w:rsidRPr="00335688">
        <w:rPr>
          <w:rFonts w:ascii="Times New Roman" w:hAnsi="Times New Roman"/>
          <w:sz w:val="28"/>
          <w:szCs w:val="28"/>
        </w:rPr>
        <w:t>онкурса;</w:t>
      </w:r>
    </w:p>
    <w:p w:rsidR="00001679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35688">
        <w:rPr>
          <w:rFonts w:ascii="Times New Roman" w:hAnsi="Times New Roman"/>
          <w:sz w:val="28"/>
          <w:szCs w:val="28"/>
        </w:rPr>
        <w:t>рассматривает жа</w:t>
      </w:r>
      <w:r>
        <w:rPr>
          <w:rFonts w:ascii="Times New Roman" w:hAnsi="Times New Roman"/>
          <w:sz w:val="28"/>
          <w:szCs w:val="28"/>
        </w:rPr>
        <w:t>лобы претендентов и участников открытого конкурса;</w:t>
      </w:r>
    </w:p>
    <w:p w:rsidR="00001679" w:rsidRPr="00164877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F5F19">
        <w:rPr>
          <w:rFonts w:ascii="Times New Roman" w:hAnsi="Times New Roman"/>
          <w:sz w:val="28"/>
          <w:szCs w:val="28"/>
        </w:rPr>
        <w:t xml:space="preserve">осуществляет иные </w:t>
      </w:r>
      <w:r>
        <w:rPr>
          <w:rFonts w:ascii="Times New Roman" w:hAnsi="Times New Roman"/>
          <w:sz w:val="28"/>
          <w:szCs w:val="28"/>
        </w:rPr>
        <w:t>функции</w:t>
      </w:r>
      <w:r w:rsidRPr="002F5F19">
        <w:rPr>
          <w:rFonts w:ascii="Times New Roman" w:hAnsi="Times New Roman"/>
          <w:sz w:val="28"/>
          <w:szCs w:val="28"/>
        </w:rPr>
        <w:t xml:space="preserve"> в соответствии с правовыми актами Российской Федерации и Костромской области.</w:t>
      </w:r>
    </w:p>
    <w:p w:rsidR="00001679" w:rsidRDefault="00001679" w:rsidP="00326B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487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164877">
        <w:rPr>
          <w:rFonts w:ascii="Times New Roman" w:hAnsi="Times New Roman"/>
          <w:sz w:val="28"/>
          <w:szCs w:val="28"/>
        </w:rPr>
        <w:t xml:space="preserve">. Конкурсная комиссия состоит из председателя, заместителя председателя, секретаря и членов конкурсной комиссии. </w:t>
      </w:r>
      <w:r>
        <w:rPr>
          <w:rFonts w:ascii="Times New Roman" w:hAnsi="Times New Roman"/>
          <w:sz w:val="28"/>
          <w:szCs w:val="28"/>
        </w:rPr>
        <w:t>В состав конкурсной комиссии в обязательном порядке входят представители организатора открытого конкурса.</w:t>
      </w:r>
    </w:p>
    <w:p w:rsidR="00001679" w:rsidRPr="00164877" w:rsidRDefault="00001679" w:rsidP="00326B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50D7">
        <w:rPr>
          <w:rFonts w:ascii="Times New Roman" w:hAnsi="Times New Roman"/>
          <w:sz w:val="28"/>
          <w:szCs w:val="28"/>
        </w:rPr>
        <w:t xml:space="preserve">Для участия в работе конкурсной комиссии могут привлекаться представители территориальных органов федеральных органов исполнительной власти Российской Федерации, </w:t>
      </w:r>
      <w:r>
        <w:rPr>
          <w:rFonts w:ascii="Times New Roman" w:hAnsi="Times New Roman"/>
          <w:sz w:val="28"/>
          <w:szCs w:val="28"/>
        </w:rPr>
        <w:t xml:space="preserve">а также </w:t>
      </w:r>
      <w:r w:rsidRPr="003850D7">
        <w:rPr>
          <w:rFonts w:ascii="Times New Roman" w:hAnsi="Times New Roman"/>
          <w:sz w:val="28"/>
          <w:szCs w:val="28"/>
        </w:rPr>
        <w:t>представители органов местного самоуправления муниципальных образований Костромской области, по территории которых пролегает маршрут (маршруты)</w:t>
      </w:r>
      <w:r w:rsidRPr="00164877">
        <w:rPr>
          <w:rFonts w:ascii="Times New Roman" w:hAnsi="Times New Roman"/>
          <w:sz w:val="28"/>
          <w:szCs w:val="28"/>
        </w:rPr>
        <w:t>.</w:t>
      </w:r>
    </w:p>
    <w:p w:rsidR="00001679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Pr="00335688">
        <w:rPr>
          <w:rFonts w:ascii="Times New Roman" w:hAnsi="Times New Roman"/>
          <w:sz w:val="28"/>
          <w:szCs w:val="28"/>
        </w:rPr>
        <w:t>Конкурсную комиссию возглавляет председатель конкурсной комиссии, в его отсутствие обязанности председателя конкурсной комиссии исполняет заместитель председателя конкурсной комиссии.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5688">
        <w:rPr>
          <w:rFonts w:ascii="Times New Roman" w:hAnsi="Times New Roman"/>
          <w:sz w:val="28"/>
          <w:szCs w:val="28"/>
        </w:rPr>
        <w:t xml:space="preserve">Председатель конкурсной комиссии руководит деятельностью </w:t>
      </w:r>
      <w:r w:rsidRPr="00254BCD">
        <w:rPr>
          <w:rFonts w:ascii="Times New Roman" w:hAnsi="Times New Roman"/>
          <w:sz w:val="28"/>
          <w:szCs w:val="28"/>
        </w:rPr>
        <w:t>конкурсной комиссии, проводит заседания конкурсной комиссии.</w:t>
      </w:r>
    </w:p>
    <w:p w:rsidR="00001679" w:rsidRPr="00164877" w:rsidRDefault="00001679" w:rsidP="007237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487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164877">
        <w:rPr>
          <w:rFonts w:ascii="Times New Roman" w:hAnsi="Times New Roman"/>
          <w:sz w:val="28"/>
          <w:szCs w:val="28"/>
        </w:rPr>
        <w:t>. Секретарь конкурсной комиссии осуществляет организацию заседания конкурсной комиссии и оформляет протоколы заседаний конкурсной комиссии. В случае отсутствия секретаря его обязанности  по ведению и составлению протокола заседания конкурсной комиссии возлагаются председателем на одного из членов комиссии.</w:t>
      </w:r>
    </w:p>
    <w:p w:rsidR="00001679" w:rsidRPr="00164877" w:rsidRDefault="00001679" w:rsidP="0072373E">
      <w:pPr>
        <w:pStyle w:val="BodyTextIndent"/>
        <w:tabs>
          <w:tab w:val="left" w:pos="8250"/>
        </w:tabs>
        <w:ind w:firstLine="709"/>
        <w:rPr>
          <w:rFonts w:cs="Times New Roman"/>
          <w:sz w:val="28"/>
          <w:szCs w:val="28"/>
        </w:rPr>
      </w:pPr>
      <w:r w:rsidRPr="00164877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7</w:t>
      </w:r>
      <w:r w:rsidRPr="00164877">
        <w:rPr>
          <w:rFonts w:cs="Times New Roman"/>
          <w:sz w:val="28"/>
          <w:szCs w:val="28"/>
        </w:rPr>
        <w:t>. Конкурсная комиссия правомочна принимать решения, если на заседании присутствует более 50 % общего числа ее членов. Решения конкурсной комиссии принимаются простым большинством голосов присутствующих на заседании членов конкурсной комиссии. В случае равного количества голосов голос председателя конкурсной комиссии является решающим. Члены конкурсной комиссии, которые не согласны с принятым комиссией решением, имеют право письменно изложить свое особое мнение, которое указывается в протоколе.</w:t>
      </w:r>
    </w:p>
    <w:p w:rsidR="00001679" w:rsidRPr="00B3469B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r w:rsidRPr="00B3469B">
        <w:rPr>
          <w:rFonts w:ascii="Times New Roman" w:hAnsi="Times New Roman"/>
          <w:sz w:val="28"/>
          <w:szCs w:val="28"/>
        </w:rPr>
        <w:t>Принятие решени</w:t>
      </w:r>
      <w:r>
        <w:rPr>
          <w:rFonts w:ascii="Times New Roman" w:hAnsi="Times New Roman"/>
          <w:sz w:val="28"/>
          <w:szCs w:val="28"/>
        </w:rPr>
        <w:t>й</w:t>
      </w:r>
      <w:r w:rsidRPr="00B3469B">
        <w:rPr>
          <w:rFonts w:ascii="Times New Roman" w:hAnsi="Times New Roman"/>
          <w:sz w:val="28"/>
          <w:szCs w:val="28"/>
        </w:rPr>
        <w:t xml:space="preserve"> членами конкурсной комиссии осуществляется путем открытого голосования. Заочное голосование не допускается.</w:t>
      </w:r>
    </w:p>
    <w:p w:rsidR="00001679" w:rsidRPr="00063EC8" w:rsidRDefault="00001679" w:rsidP="007237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19</w:t>
      </w:r>
      <w:r w:rsidRPr="00164877">
        <w:rPr>
          <w:rFonts w:ascii="Times New Roman" w:hAnsi="Times New Roman"/>
          <w:sz w:val="28"/>
          <w:szCs w:val="28"/>
        </w:rPr>
        <w:t xml:space="preserve">. Решения конкурсной комиссии оформляются протоколами, которые подписываются председателем (заместителем председателя) конкурсной комиссии, секретарем конкурсной комиссии и членами конкурсной комиссии, принявшими участие в заседании. В течение                  </w:t>
      </w:r>
      <w:r>
        <w:rPr>
          <w:rFonts w:ascii="Times New Roman" w:hAnsi="Times New Roman"/>
          <w:sz w:val="28"/>
          <w:szCs w:val="28"/>
        </w:rPr>
        <w:t>5</w:t>
      </w:r>
      <w:r w:rsidRPr="00164877">
        <w:rPr>
          <w:rFonts w:ascii="Times New Roman" w:hAnsi="Times New Roman"/>
          <w:sz w:val="28"/>
          <w:szCs w:val="28"/>
        </w:rPr>
        <w:t xml:space="preserve"> рабочих дней со дня подписания протокола конкурсной комиссии он размещается на официальном сайте организатора </w:t>
      </w:r>
      <w:r>
        <w:rPr>
          <w:rFonts w:ascii="Times New Roman" w:hAnsi="Times New Roman"/>
          <w:sz w:val="28"/>
          <w:szCs w:val="28"/>
        </w:rPr>
        <w:t>открытого конкурса</w:t>
      </w:r>
      <w:r w:rsidRPr="00164877">
        <w:rPr>
          <w:rFonts w:ascii="Times New Roman" w:hAnsi="Times New Roman"/>
          <w:sz w:val="28"/>
          <w:szCs w:val="28"/>
        </w:rPr>
        <w:t>.</w:t>
      </w:r>
    </w:p>
    <w:p w:rsidR="00001679" w:rsidRPr="00063EC8" w:rsidRDefault="00001679" w:rsidP="00063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1679" w:rsidRPr="0072373E" w:rsidRDefault="00001679" w:rsidP="0072373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4. Условия допуска к участию в открытом конкурсе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1679" w:rsidRPr="005E4EC8" w:rsidRDefault="00001679" w:rsidP="005E4EC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72373E">
        <w:rPr>
          <w:rFonts w:ascii="Times New Roman" w:hAnsi="Times New Roman"/>
          <w:sz w:val="28"/>
          <w:szCs w:val="28"/>
        </w:rPr>
        <w:t xml:space="preserve">. Претендент не допускается к участию в открытом конкурсе          </w:t>
      </w:r>
      <w:r>
        <w:rPr>
          <w:rFonts w:ascii="Times New Roman" w:hAnsi="Times New Roman"/>
          <w:sz w:val="28"/>
          <w:szCs w:val="28"/>
        </w:rPr>
        <w:t xml:space="preserve">            по </w:t>
      </w:r>
      <w:r w:rsidRPr="005E4EC8">
        <w:rPr>
          <w:rFonts w:ascii="Times New Roman" w:hAnsi="Times New Roman"/>
          <w:sz w:val="28"/>
          <w:szCs w:val="28"/>
        </w:rPr>
        <w:t>конкретному лоту если:</w:t>
      </w:r>
    </w:p>
    <w:p w:rsidR="00001679" w:rsidRPr="005E4EC8" w:rsidRDefault="00001679" w:rsidP="005E4EC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E4EC8">
        <w:rPr>
          <w:rFonts w:ascii="Times New Roman" w:hAnsi="Times New Roman"/>
          <w:sz w:val="28"/>
          <w:szCs w:val="28"/>
        </w:rPr>
        <w:t>1) претендент не соответствует требованиям (одному из требований) к участникам открытого конкурса, установленным статьей 23 Федерального закона № 220-ФЗ;</w:t>
      </w:r>
    </w:p>
    <w:p w:rsidR="00001679" w:rsidRDefault="00001679" w:rsidP="005E4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 w:rsidRPr="005E4EC8">
        <w:rPr>
          <w:rFonts w:ascii="Times New Roman" w:hAnsi="Times New Roman"/>
          <w:sz w:val="28"/>
          <w:lang w:eastAsia="ru-RU"/>
        </w:rPr>
        <w:t>2)</w:t>
      </w:r>
      <w:r>
        <w:rPr>
          <w:rFonts w:ascii="Times New Roman" w:hAnsi="Times New Roman"/>
          <w:sz w:val="28"/>
          <w:lang w:eastAsia="ru-RU"/>
        </w:rPr>
        <w:t xml:space="preserve"> заявка с прилагаемыми  к ней документами подана по истечении срока приема заявок, указанного в извещении о проведении открытого конкурса;</w:t>
      </w:r>
    </w:p>
    <w:p w:rsidR="00001679" w:rsidRPr="005E4EC8" w:rsidRDefault="00001679" w:rsidP="005E4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3) заявка и (или) прилагаемые к ней документы не соответствуют требованиям (одному из требований) к форме и составу заявок, установленным организатором открытого конкурса, конкурсной документации и предмету открытого конкурса, указанному в извещении о проведении открытого конкурса.</w:t>
      </w:r>
    </w:p>
    <w:p w:rsidR="00001679" w:rsidRPr="005E4EC8" w:rsidRDefault="00001679" w:rsidP="005E4EC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E4EC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Pr="005E4EC8">
        <w:rPr>
          <w:rFonts w:ascii="Times New Roman" w:hAnsi="Times New Roman"/>
          <w:sz w:val="28"/>
          <w:szCs w:val="28"/>
        </w:rPr>
        <w:t>. Организатор открытого конкурса при необходимости запрашивает у полномочных органов, организаций, а также претендентов и участников открытого конкурса сведения, имеющие отношение к проведению открытого конкурса.</w:t>
      </w:r>
    </w:p>
    <w:p w:rsidR="00001679" w:rsidRPr="00620840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1679" w:rsidRPr="0072373E" w:rsidRDefault="00001679" w:rsidP="0072373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5. Порядок подачи, изменения и отзыва заявок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72373E">
        <w:rPr>
          <w:rFonts w:ascii="Times New Roman" w:hAnsi="Times New Roman"/>
          <w:sz w:val="28"/>
          <w:szCs w:val="28"/>
        </w:rPr>
        <w:t>. Прием заявок осуществляется организатором открытого конкурса по месту своего нахождения со дня размещения на официальном сайте извещения о проведении открытого конкурса и прекращается в день и час вскрытия конвертов с заявками, указанными в извещении о проведении открытого конкурса.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Pr="0072373E">
        <w:rPr>
          <w:rFonts w:ascii="Times New Roman" w:hAnsi="Times New Roman"/>
          <w:sz w:val="28"/>
          <w:szCs w:val="28"/>
        </w:rPr>
        <w:t>. Претендент вправе подать только одну заявку на каждый лот.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Pr="0072373E">
        <w:rPr>
          <w:rFonts w:ascii="Times New Roman" w:hAnsi="Times New Roman"/>
          <w:sz w:val="28"/>
          <w:szCs w:val="28"/>
        </w:rPr>
        <w:t>. Претендент подает заявку и прилагаемые к ней документы, оформленные в соответствии с требованиями конкурсной документации,                в срок, установленный в извещении о проведении открытого конкурса.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72373E">
        <w:rPr>
          <w:rFonts w:ascii="Times New Roman" w:hAnsi="Times New Roman"/>
          <w:sz w:val="28"/>
          <w:szCs w:val="28"/>
        </w:rPr>
        <w:t>. Претендент подает заявку в письменной форме в запечатанных внутреннем и наружном конвертах.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Внутренний конверт помечается надписью «Заявка по лоту № __»                     с указанием номера лота. На конверте указываются название открытого конкурса, на участие в котором подается заявка, дата и номер извещения                   о проведении открытого конкурса, полное наименование претендента, адрес претендента.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Внутренний конверт должен быть запечатан, скреплен подписью                      и печатью претендента таким образом, чтобы исключалась возможность вскрытия конверта без нарушения печати и подписи претендента.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Внутренний конверт запечатывается в наружный не имеющий повреждений конверт.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На наружном конверте указываются полное наименование, фамилия, имя, отчество, обратный адрес претендента, направляющего конверт организатору открытого конкурса, наименование и адрес организатора открытого конкурса, название открытого конкурса, дата и номер приказа (распоряжения) организатора открытого конкурса, которым утверждено извещение о проведении открытого конкурса, слова «не вскрывать                      до ___________» с указанием времени и даты вскрытия конвертов, установленных в извещении о проведении открытого конкурса.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В случае, если наружный конверт не запечатан и не маркирован                    в порядке, указанном выше, такой конверт не принимается и возвращается лицу, подавшему такой конверт.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Документы в составе заявки прикладываются в порядке, предусмотренном конкурсной документацией.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При получении конверта с заявкой на участие в открытом конкурсе организатор открытого конкурса выдает претенденту расписку в получении конверта с указанием даты и времени его получения.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Pr="0072373E">
        <w:rPr>
          <w:rFonts w:ascii="Times New Roman" w:hAnsi="Times New Roman"/>
          <w:sz w:val="28"/>
          <w:szCs w:val="28"/>
        </w:rPr>
        <w:t>. Заявка регистрируется в день поступления в журнале приема заявок, в котором указываются входящий номер заявки, дата, время подачи заявки.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373E">
        <w:rPr>
          <w:rFonts w:ascii="Times New Roman" w:hAnsi="Times New Roman"/>
          <w:sz w:val="28"/>
          <w:szCs w:val="28"/>
        </w:rPr>
        <w:t>На конверте с заявкой ставится дата подачи и входящий номер заявки.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Pr="0072373E">
        <w:rPr>
          <w:rFonts w:ascii="Times New Roman" w:hAnsi="Times New Roman"/>
          <w:sz w:val="28"/>
          <w:szCs w:val="28"/>
        </w:rPr>
        <w:t>. В случае подачи заявок на два и более лота претендент подает заявку в отношении каждого лота в разных наружных конвертах – по одному на каждый лот.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Pr="0072373E">
        <w:rPr>
          <w:rFonts w:ascii="Times New Roman" w:hAnsi="Times New Roman"/>
          <w:sz w:val="28"/>
          <w:szCs w:val="28"/>
        </w:rPr>
        <w:t>. Все листы заявки с прилагаемыми к ней документами прошиваются и пронумеровываются.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Заявка должна содержать опись входящих в ее состав документов, скреплена печатью и подписана претендентом.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Pr="0072373E">
        <w:rPr>
          <w:rFonts w:ascii="Times New Roman" w:hAnsi="Times New Roman"/>
          <w:sz w:val="28"/>
          <w:szCs w:val="28"/>
        </w:rPr>
        <w:t xml:space="preserve">. Представленные в составе заявки на участие в открытом конкурсе документы не возвращаются претенденту или участнику открытого конкурса, за исключением случаев, указанных в пунктах </w:t>
      </w:r>
      <w:r>
        <w:rPr>
          <w:rFonts w:ascii="Times New Roman" w:hAnsi="Times New Roman"/>
          <w:sz w:val="28"/>
          <w:szCs w:val="28"/>
        </w:rPr>
        <w:t>31</w:t>
      </w:r>
      <w:r w:rsidRPr="0072373E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41</w:t>
      </w:r>
      <w:r w:rsidRPr="0072373E">
        <w:rPr>
          <w:rFonts w:ascii="Times New Roman" w:hAnsi="Times New Roman"/>
          <w:sz w:val="28"/>
          <w:szCs w:val="28"/>
        </w:rPr>
        <w:t xml:space="preserve"> настоящего По</w:t>
      </w:r>
      <w:r>
        <w:rPr>
          <w:rFonts w:ascii="Times New Roman" w:hAnsi="Times New Roman"/>
          <w:sz w:val="28"/>
          <w:szCs w:val="28"/>
        </w:rPr>
        <w:t>рядка</w:t>
      </w:r>
      <w:r w:rsidRPr="0072373E">
        <w:rPr>
          <w:rFonts w:ascii="Times New Roman" w:hAnsi="Times New Roman"/>
          <w:sz w:val="28"/>
          <w:szCs w:val="28"/>
        </w:rPr>
        <w:t>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Pr="0072373E">
        <w:rPr>
          <w:rFonts w:ascii="Times New Roman" w:hAnsi="Times New Roman"/>
          <w:sz w:val="28"/>
          <w:szCs w:val="28"/>
        </w:rPr>
        <w:t xml:space="preserve">. Претендент или участник открытого конкурса вправе отказаться         от участия в </w:t>
      </w:r>
      <w:r>
        <w:rPr>
          <w:rFonts w:ascii="Times New Roman" w:hAnsi="Times New Roman"/>
          <w:sz w:val="28"/>
          <w:szCs w:val="28"/>
        </w:rPr>
        <w:t>открытом конкурсе</w:t>
      </w:r>
      <w:r w:rsidRPr="0072373E">
        <w:rPr>
          <w:rFonts w:ascii="Times New Roman" w:hAnsi="Times New Roman"/>
          <w:sz w:val="28"/>
          <w:szCs w:val="28"/>
        </w:rPr>
        <w:t>, в том числе и до окончания срока приема заявок, для чего он подает организатору открытого конкурса письменное заявление об отзыве поданной им заявки.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Отзыв заявки регистрируется в журнале приема заявок в день поступления организатору открытого конкурса заявления о таком отзыве.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 xml:space="preserve">Если в заявлении об отзыве поданной заявки содержится просьба                     о возврате документов, они возвращаются в срок не позднее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72373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7237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рабочи</w:t>
      </w:r>
      <w:r w:rsidRPr="0072373E">
        <w:rPr>
          <w:rFonts w:ascii="Times New Roman" w:hAnsi="Times New Roman"/>
          <w:sz w:val="28"/>
          <w:szCs w:val="28"/>
        </w:rPr>
        <w:t>х дней со дня регистрации отзыва заявки претенденту или участни</w:t>
      </w:r>
      <w:r>
        <w:rPr>
          <w:rFonts w:ascii="Times New Roman" w:hAnsi="Times New Roman"/>
          <w:sz w:val="28"/>
          <w:szCs w:val="28"/>
        </w:rPr>
        <w:t xml:space="preserve">ку открытого конкурса </w:t>
      </w:r>
      <w:r w:rsidRPr="0072373E">
        <w:rPr>
          <w:rFonts w:ascii="Times New Roman" w:hAnsi="Times New Roman"/>
          <w:sz w:val="28"/>
          <w:szCs w:val="28"/>
        </w:rPr>
        <w:t>с соответствующей отметкой в журнале приема заявок.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Pr="0072373E">
        <w:rPr>
          <w:rFonts w:ascii="Times New Roman" w:hAnsi="Times New Roman"/>
          <w:sz w:val="28"/>
          <w:szCs w:val="28"/>
        </w:rPr>
        <w:t>. Претендент имеет право изменить поданную им заявку                           до окончания срока приема заявок путем представления организатору открытого конкурса письменного заявления об отзыве данной заявки                       и повторного представления заявки до окончания срока приема заявок.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Повторно поданная заявка в день поступления регистрируется и ей присваивается порядковый номер согласно нумерации в журнале регистрации заявок на день и время ее представления.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</w:t>
      </w:r>
      <w:r w:rsidRPr="0072373E">
        <w:rPr>
          <w:rFonts w:ascii="Times New Roman" w:hAnsi="Times New Roman"/>
          <w:sz w:val="28"/>
          <w:szCs w:val="28"/>
        </w:rPr>
        <w:t>. Организатор открытого конкурса принимает меры                              по обеспечению сохранности представленных претендентами конвертов                   с заявками на участие в открытом конкурсе.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</w:t>
      </w:r>
      <w:r w:rsidRPr="0072373E">
        <w:rPr>
          <w:rFonts w:ascii="Times New Roman" w:hAnsi="Times New Roman"/>
          <w:sz w:val="28"/>
          <w:szCs w:val="28"/>
        </w:rPr>
        <w:t xml:space="preserve">. Организатор открытого конкурса вправе отказаться от проведения открытого конкурса не позднее, чем за </w:t>
      </w:r>
      <w:r>
        <w:rPr>
          <w:rFonts w:ascii="Times New Roman" w:hAnsi="Times New Roman"/>
          <w:sz w:val="28"/>
          <w:szCs w:val="28"/>
        </w:rPr>
        <w:t>5</w:t>
      </w:r>
      <w:r w:rsidRPr="007237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рабочи</w:t>
      </w:r>
      <w:r w:rsidRPr="0072373E">
        <w:rPr>
          <w:rFonts w:ascii="Times New Roman" w:hAnsi="Times New Roman"/>
          <w:sz w:val="28"/>
          <w:szCs w:val="28"/>
        </w:rPr>
        <w:t>х дней до даты окончания подачи заявок.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 xml:space="preserve">Извещение об отказе в проведении открытого конкурса размещается            на официальном сайте и в течение </w:t>
      </w:r>
      <w:r>
        <w:rPr>
          <w:rFonts w:ascii="Times New Roman" w:hAnsi="Times New Roman"/>
          <w:sz w:val="28"/>
          <w:szCs w:val="28"/>
        </w:rPr>
        <w:t>3</w:t>
      </w:r>
      <w:r w:rsidRPr="007237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рабочи</w:t>
      </w:r>
      <w:r w:rsidRPr="0072373E">
        <w:rPr>
          <w:rFonts w:ascii="Times New Roman" w:hAnsi="Times New Roman"/>
          <w:sz w:val="28"/>
          <w:szCs w:val="28"/>
        </w:rPr>
        <w:t>х дней направляется заказными письмами всем претендентам.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</w:t>
      </w:r>
      <w:r w:rsidRPr="0072373E">
        <w:rPr>
          <w:rFonts w:ascii="Times New Roman" w:hAnsi="Times New Roman"/>
          <w:sz w:val="28"/>
          <w:szCs w:val="28"/>
        </w:rPr>
        <w:t>. Претендент и участник открытого конкурса несут все расходы, связанные с подготовкой, подачей заявки и участием в открытом конкурсе.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</w:t>
      </w:r>
      <w:r w:rsidRPr="0072373E">
        <w:rPr>
          <w:rFonts w:ascii="Times New Roman" w:hAnsi="Times New Roman"/>
          <w:sz w:val="28"/>
          <w:szCs w:val="28"/>
        </w:rPr>
        <w:t xml:space="preserve">. Заявки, поступившие после срока, указанного в пункте </w:t>
      </w:r>
      <w:r>
        <w:rPr>
          <w:rFonts w:ascii="Times New Roman" w:hAnsi="Times New Roman"/>
          <w:sz w:val="28"/>
          <w:szCs w:val="28"/>
        </w:rPr>
        <w:t>22</w:t>
      </w:r>
      <w:r w:rsidRPr="0072373E">
        <w:rPr>
          <w:rFonts w:ascii="Times New Roman" w:hAnsi="Times New Roman"/>
          <w:sz w:val="28"/>
          <w:szCs w:val="28"/>
        </w:rPr>
        <w:t xml:space="preserve"> настоящего По</w:t>
      </w:r>
      <w:r>
        <w:rPr>
          <w:rFonts w:ascii="Times New Roman" w:hAnsi="Times New Roman"/>
          <w:sz w:val="28"/>
          <w:szCs w:val="28"/>
        </w:rPr>
        <w:t>рядка</w:t>
      </w:r>
      <w:r w:rsidRPr="0072373E">
        <w:rPr>
          <w:rFonts w:ascii="Times New Roman" w:hAnsi="Times New Roman"/>
          <w:sz w:val="28"/>
          <w:szCs w:val="28"/>
        </w:rPr>
        <w:t>, не принимаются и не регистрируются.</w:t>
      </w:r>
    </w:p>
    <w:p w:rsidR="00001679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1679" w:rsidRPr="0072373E" w:rsidRDefault="00001679" w:rsidP="0072373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6. Порядок вскрытия конвертов с заявками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</w:t>
      </w:r>
      <w:r w:rsidRPr="0072373E">
        <w:rPr>
          <w:rFonts w:ascii="Times New Roman" w:hAnsi="Times New Roman"/>
          <w:sz w:val="28"/>
          <w:szCs w:val="28"/>
        </w:rPr>
        <w:t>. В день вскрытия конвертов с заявками принятые заявки передаются организатором открытого конкурса в комиссию.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</w:t>
      </w:r>
      <w:r w:rsidRPr="0072373E">
        <w:rPr>
          <w:rFonts w:ascii="Times New Roman" w:hAnsi="Times New Roman"/>
          <w:sz w:val="28"/>
          <w:szCs w:val="28"/>
        </w:rPr>
        <w:t>. Конверты с заявками вскрываются комиссией публично в день,               во время и в месте, которые указаны в извещении о проведении открытого конкурса.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</w:t>
      </w:r>
      <w:r w:rsidRPr="0072373E">
        <w:rPr>
          <w:rFonts w:ascii="Times New Roman" w:hAnsi="Times New Roman"/>
          <w:sz w:val="28"/>
          <w:szCs w:val="28"/>
        </w:rPr>
        <w:t>. На заседании комиссии по вскрытию конвертов с заявками непосредственно перед вскрытием конвертов комиссия объявляет присутствующим претендентам о возможности подать заявки, изменить               или отозвать поданные заявки до начала процедуры вскрытия конвертов.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Pr="0072373E">
        <w:rPr>
          <w:rFonts w:ascii="Times New Roman" w:hAnsi="Times New Roman"/>
          <w:sz w:val="28"/>
          <w:szCs w:val="28"/>
        </w:rPr>
        <w:t>. При вскрытии каждого конверта объявляются следующие данные: наименование юридического лица или фамилия, имя, отчество индивидуального предпринимателя, номер лота, указанные в заявке, количество листов и целостность заявки.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Если юридическое лицо или индивидуальный предприниматель, указанный в заявке, является уполномоченным участником договора простого товарищества, это также объявляется при вскрытии конверта.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</w:t>
      </w:r>
      <w:r w:rsidRPr="0072373E">
        <w:rPr>
          <w:rFonts w:ascii="Times New Roman" w:hAnsi="Times New Roman"/>
          <w:sz w:val="28"/>
          <w:szCs w:val="28"/>
        </w:rPr>
        <w:t>. В случае установления факта подачи одним претендентом двух                 и более заявок в отношении одного и того же лота при условии,                           что поданные заявки такого претендента ранее не отозваны, все заявки такого претендента, поданные в отношении данного лота,                                      не рассматриваются и возвращаются организатором открытого конкурса такому претенденту не позднее 14 календарных дней после дня вскрытия конвертов.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</w:t>
      </w:r>
      <w:r w:rsidRPr="0072373E">
        <w:rPr>
          <w:rFonts w:ascii="Times New Roman" w:hAnsi="Times New Roman"/>
          <w:sz w:val="28"/>
          <w:szCs w:val="28"/>
        </w:rPr>
        <w:t>. Решение комиссии об итогах вскрытия конвертов оформляется протоколом вскрытия конвертов.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1679" w:rsidRPr="0072373E" w:rsidRDefault="00001679" w:rsidP="00EE1EDC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7. Порядок рассмотрения заявок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</w:t>
      </w:r>
      <w:r w:rsidRPr="0072373E">
        <w:rPr>
          <w:rFonts w:ascii="Times New Roman" w:hAnsi="Times New Roman"/>
          <w:sz w:val="28"/>
          <w:szCs w:val="28"/>
        </w:rPr>
        <w:t>. Комиссия рассматривает заявки на их соответствие требованиям, установленным организатором открытого конкурса, и соответствие претендентов требованиям, установленным статьей 23 Федерального закона № 220-ФЗ.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</w:t>
      </w:r>
      <w:r w:rsidRPr="0072373E">
        <w:rPr>
          <w:rFonts w:ascii="Times New Roman" w:hAnsi="Times New Roman"/>
          <w:sz w:val="28"/>
          <w:szCs w:val="28"/>
        </w:rPr>
        <w:t xml:space="preserve">. Рассмотрение заявок осуществляется в срок не позднее                     </w:t>
      </w:r>
      <w:r>
        <w:rPr>
          <w:rFonts w:ascii="Times New Roman" w:hAnsi="Times New Roman"/>
          <w:sz w:val="28"/>
          <w:szCs w:val="28"/>
        </w:rPr>
        <w:t>10</w:t>
      </w:r>
      <w:r w:rsidRPr="007237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рабочи</w:t>
      </w:r>
      <w:r w:rsidRPr="0072373E">
        <w:rPr>
          <w:rFonts w:ascii="Times New Roman" w:hAnsi="Times New Roman"/>
          <w:sz w:val="28"/>
          <w:szCs w:val="28"/>
        </w:rPr>
        <w:t>х дней после дня вскрытия конвертов с заявками.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</w:t>
      </w:r>
      <w:r w:rsidRPr="0072373E">
        <w:rPr>
          <w:rFonts w:ascii="Times New Roman" w:hAnsi="Times New Roman"/>
          <w:sz w:val="28"/>
          <w:szCs w:val="28"/>
        </w:rPr>
        <w:t>. По результатам рассмотрения заявок на конкретный лот комиссией принимается решение: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1) о соответствии или несоответствии претендента требованиям, предъявляемым к участнику открытого конкурса;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2) о соответствии или несоответствии заявки конкурсной документации;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3) о допуске претендентов к участию в открытом конкурсе на данный лот;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4) об отказе в допуске к участию в открытом конкурсе на данный лот                          по основаниям, предусмотренным разделом 4 настоящего По</w:t>
      </w:r>
      <w:r>
        <w:rPr>
          <w:rFonts w:ascii="Times New Roman" w:hAnsi="Times New Roman"/>
          <w:sz w:val="28"/>
          <w:szCs w:val="28"/>
        </w:rPr>
        <w:t>рядка</w:t>
      </w:r>
      <w:r w:rsidRPr="0072373E">
        <w:rPr>
          <w:rFonts w:ascii="Times New Roman" w:hAnsi="Times New Roman"/>
          <w:sz w:val="28"/>
          <w:szCs w:val="28"/>
        </w:rPr>
        <w:t>;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5) о признании открытого конкурса по данному ло</w:t>
      </w:r>
      <w:r>
        <w:rPr>
          <w:rFonts w:ascii="Times New Roman" w:hAnsi="Times New Roman"/>
          <w:sz w:val="28"/>
          <w:szCs w:val="28"/>
        </w:rPr>
        <w:t xml:space="preserve">ту не состоявшимся </w:t>
      </w:r>
      <w:r w:rsidRPr="0072373E">
        <w:rPr>
          <w:rFonts w:ascii="Times New Roman" w:hAnsi="Times New Roman"/>
          <w:sz w:val="28"/>
          <w:szCs w:val="28"/>
        </w:rPr>
        <w:t xml:space="preserve">по основаниям, предусмотренным пунктом </w:t>
      </w:r>
      <w:r>
        <w:rPr>
          <w:rFonts w:ascii="Times New Roman" w:hAnsi="Times New Roman"/>
          <w:sz w:val="28"/>
          <w:szCs w:val="28"/>
        </w:rPr>
        <w:t>46</w:t>
      </w:r>
      <w:r w:rsidRPr="0072373E">
        <w:rPr>
          <w:rFonts w:ascii="Times New Roman" w:hAnsi="Times New Roman"/>
          <w:sz w:val="28"/>
          <w:szCs w:val="28"/>
        </w:rPr>
        <w:t xml:space="preserve"> настоящего По</w:t>
      </w:r>
      <w:r>
        <w:rPr>
          <w:rFonts w:ascii="Times New Roman" w:hAnsi="Times New Roman"/>
          <w:sz w:val="28"/>
          <w:szCs w:val="28"/>
        </w:rPr>
        <w:t>рядка</w:t>
      </w:r>
      <w:r w:rsidRPr="0072373E">
        <w:rPr>
          <w:rFonts w:ascii="Times New Roman" w:hAnsi="Times New Roman"/>
          <w:sz w:val="28"/>
          <w:szCs w:val="28"/>
        </w:rPr>
        <w:t>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</w:t>
      </w:r>
      <w:r w:rsidRPr="0072373E">
        <w:rPr>
          <w:rFonts w:ascii="Times New Roman" w:hAnsi="Times New Roman"/>
          <w:sz w:val="28"/>
          <w:szCs w:val="28"/>
        </w:rPr>
        <w:t xml:space="preserve">. Принятые решения, предусмотренные пунктом </w:t>
      </w:r>
      <w:r>
        <w:rPr>
          <w:rFonts w:ascii="Times New Roman" w:hAnsi="Times New Roman"/>
          <w:sz w:val="28"/>
          <w:szCs w:val="28"/>
        </w:rPr>
        <w:t>44</w:t>
      </w:r>
      <w:r w:rsidRPr="0072373E">
        <w:rPr>
          <w:rFonts w:ascii="Times New Roman" w:hAnsi="Times New Roman"/>
          <w:sz w:val="28"/>
          <w:szCs w:val="28"/>
        </w:rPr>
        <w:t xml:space="preserve"> настоящего По</w:t>
      </w:r>
      <w:r>
        <w:rPr>
          <w:rFonts w:ascii="Times New Roman" w:hAnsi="Times New Roman"/>
          <w:sz w:val="28"/>
          <w:szCs w:val="28"/>
        </w:rPr>
        <w:t>рядка</w:t>
      </w:r>
      <w:r w:rsidRPr="0072373E">
        <w:rPr>
          <w:rFonts w:ascii="Times New Roman" w:hAnsi="Times New Roman"/>
          <w:sz w:val="28"/>
          <w:szCs w:val="28"/>
        </w:rPr>
        <w:t>, указываются в протоколе заседания комиссии по рассмотрению заявок.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</w:t>
      </w:r>
      <w:r w:rsidRPr="0072373E">
        <w:rPr>
          <w:rFonts w:ascii="Times New Roman" w:hAnsi="Times New Roman"/>
          <w:sz w:val="28"/>
          <w:szCs w:val="28"/>
        </w:rPr>
        <w:t>. Открытый конкурс признается не состоявшимся в отношении конкретного лота в следующих случаях: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1) по данному лоту не подано ни одной заявки;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2) ни один претендент, подавший заявку на данный лот, не признан соответствующим требованиям, предъявляемым к участникам открытого конкурса, установленным статьей 23 Федерального закона № 220-ФЗ;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3) ни одна из заявок по данному лоту, поданная претендентами, признанными соответствующими требованиям, предъявляемым к участникам открытого конкурса, не соответствует требованиям конкурсной документации;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4) только одна заявка по данному лоту признана соответствующей требованиям конкурсной документации.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47</w:t>
      </w:r>
      <w:r w:rsidRPr="0072373E">
        <w:rPr>
          <w:rFonts w:ascii="Times New Roman" w:hAnsi="Times New Roman"/>
          <w:sz w:val="28"/>
          <w:szCs w:val="28"/>
        </w:rPr>
        <w:t>. В случае, если открытый конкурс по конкретному лоту признан              не состоявшимся в связи с тем, что только одна заявка по данному лоту признана соответствующей требованиям конкурсной документации, комиссия принимает решение о выдаче свидетельства претенденту, подавшему данную заявку, при условии, что данный претендент признан соответствующим требованиям, предъявляемым к участникам открытого конкурса, установленным статьей 23 Федерального закона № 220-ФЗ.</w:t>
      </w:r>
    </w:p>
    <w:p w:rsidR="00001679" w:rsidRPr="000065D9" w:rsidRDefault="00001679" w:rsidP="00113D6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48</w:t>
      </w:r>
      <w:r w:rsidRPr="002153B8">
        <w:rPr>
          <w:rFonts w:ascii="Times New Roman" w:hAnsi="Times New Roman"/>
          <w:sz w:val="28"/>
          <w:szCs w:val="28"/>
        </w:rPr>
        <w:t xml:space="preserve">. В случаях, указанных в </w:t>
      </w:r>
      <w:hyperlink w:anchor="P137" w:history="1">
        <w:r w:rsidRPr="002153B8">
          <w:rPr>
            <w:rFonts w:ascii="Times New Roman" w:hAnsi="Times New Roman"/>
            <w:sz w:val="28"/>
            <w:szCs w:val="28"/>
          </w:rPr>
          <w:t>подпунктах 1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72373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hyperlink w:anchor="P139" w:history="1">
        <w:r>
          <w:rPr>
            <w:rFonts w:ascii="Times New Roman" w:hAnsi="Times New Roman"/>
            <w:sz w:val="28"/>
            <w:szCs w:val="28"/>
          </w:rPr>
          <w:t>3 пункта 46</w:t>
        </w:r>
      </w:hyperlink>
      <w:r w:rsidRPr="002153B8">
        <w:rPr>
          <w:rFonts w:ascii="Times New Roman" w:hAnsi="Times New Roman"/>
          <w:sz w:val="28"/>
          <w:szCs w:val="28"/>
        </w:rPr>
        <w:t xml:space="preserve"> настоящего По</w:t>
      </w:r>
      <w:r>
        <w:rPr>
          <w:rFonts w:ascii="Times New Roman" w:hAnsi="Times New Roman"/>
          <w:sz w:val="28"/>
          <w:szCs w:val="28"/>
        </w:rPr>
        <w:t>рядка</w:t>
      </w:r>
      <w:r w:rsidRPr="002153B8">
        <w:rPr>
          <w:rFonts w:ascii="Times New Roman" w:hAnsi="Times New Roman"/>
          <w:sz w:val="28"/>
          <w:szCs w:val="28"/>
        </w:rPr>
        <w:t xml:space="preserve">, </w:t>
      </w:r>
      <w:r w:rsidRPr="005271C5">
        <w:rPr>
          <w:rFonts w:ascii="Times New Roman" w:hAnsi="Times New Roman"/>
          <w:sz w:val="28"/>
          <w:szCs w:val="28"/>
        </w:rPr>
        <w:t>организатор открытого конкурса вправе принять решение                   о повторном проведении открытого конкурса в порядке, предусмотренном настоящим По</w:t>
      </w:r>
      <w:r>
        <w:rPr>
          <w:rFonts w:ascii="Times New Roman" w:hAnsi="Times New Roman"/>
          <w:sz w:val="28"/>
          <w:szCs w:val="28"/>
        </w:rPr>
        <w:t>рядко</w:t>
      </w:r>
      <w:r w:rsidRPr="005271C5">
        <w:rPr>
          <w:rFonts w:ascii="Times New Roman" w:hAnsi="Times New Roman"/>
          <w:sz w:val="28"/>
          <w:szCs w:val="28"/>
        </w:rPr>
        <w:t xml:space="preserve">м, или об </w:t>
      </w:r>
      <w:r w:rsidRPr="000065D9">
        <w:rPr>
          <w:rFonts w:ascii="Times New Roman" w:hAnsi="Times New Roman"/>
          <w:sz w:val="28"/>
          <w:szCs w:val="28"/>
        </w:rPr>
        <w:t>отмене предусмотренного конкурсной документацией маршрута регулярных перевозок.</w:t>
      </w:r>
    </w:p>
    <w:p w:rsidR="00001679" w:rsidRPr="000065D9" w:rsidRDefault="00001679" w:rsidP="00113D6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49</w:t>
      </w:r>
      <w:r w:rsidRPr="000065D9">
        <w:rPr>
          <w:rFonts w:ascii="Times New Roman" w:hAnsi="Times New Roman"/>
          <w:sz w:val="28"/>
          <w:szCs w:val="28"/>
        </w:rPr>
        <w:t>. В случае объявления повторного открытого конкурса организатор открытого конкурса вправе изменить условия</w:t>
      </w:r>
      <w:r>
        <w:rPr>
          <w:rFonts w:ascii="Times New Roman" w:hAnsi="Times New Roman"/>
          <w:sz w:val="28"/>
          <w:szCs w:val="28"/>
        </w:rPr>
        <w:t xml:space="preserve"> (предмет) </w:t>
      </w:r>
      <w:r w:rsidRPr="000065D9">
        <w:rPr>
          <w:rFonts w:ascii="Times New Roman" w:hAnsi="Times New Roman"/>
          <w:sz w:val="28"/>
          <w:szCs w:val="28"/>
        </w:rPr>
        <w:t>открытого конкурса.</w:t>
      </w:r>
    </w:p>
    <w:p w:rsidR="00001679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1679" w:rsidRPr="003634F8" w:rsidRDefault="00001679" w:rsidP="003634F8">
      <w:pPr>
        <w:rPr>
          <w:lang w:eastAsia="ru-RU"/>
        </w:rPr>
      </w:pPr>
    </w:p>
    <w:p w:rsidR="00001679" w:rsidRPr="0072373E" w:rsidRDefault="00001679" w:rsidP="00350E2F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8. Оценка и сопоставление заявок, итоги открытого конкурса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</w:t>
      </w:r>
      <w:r w:rsidRPr="0072373E">
        <w:rPr>
          <w:rFonts w:ascii="Times New Roman" w:hAnsi="Times New Roman"/>
          <w:sz w:val="28"/>
          <w:szCs w:val="28"/>
        </w:rPr>
        <w:t xml:space="preserve">. Оценка и сопоставление заявок осуществляется в срок не позднее </w:t>
      </w:r>
      <w:r>
        <w:rPr>
          <w:rFonts w:ascii="Times New Roman" w:hAnsi="Times New Roman"/>
          <w:sz w:val="28"/>
          <w:szCs w:val="28"/>
        </w:rPr>
        <w:t>10</w:t>
      </w:r>
      <w:r w:rsidRPr="007237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рабочи</w:t>
      </w:r>
      <w:r w:rsidRPr="0072373E">
        <w:rPr>
          <w:rFonts w:ascii="Times New Roman" w:hAnsi="Times New Roman"/>
          <w:sz w:val="28"/>
          <w:szCs w:val="28"/>
        </w:rPr>
        <w:t>х дней после дня принятия решения о допуске претендентов                к участию в открытом конкурсе.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51</w:t>
      </w:r>
      <w:r w:rsidRPr="0072373E">
        <w:rPr>
          <w:rFonts w:ascii="Times New Roman" w:hAnsi="Times New Roman"/>
          <w:sz w:val="28"/>
          <w:szCs w:val="28"/>
        </w:rPr>
        <w:t>. Каждая заявка оценивается комиссией в баллах в соответствии             со шкалой для оценки критериев. На основании данной оценки комиссия определяет победителей открытого конкурса и формирует резервный список участников открытого конкурса в соответствии с на</w:t>
      </w:r>
      <w:r>
        <w:rPr>
          <w:rFonts w:ascii="Times New Roman" w:hAnsi="Times New Roman"/>
          <w:sz w:val="28"/>
          <w:szCs w:val="28"/>
        </w:rPr>
        <w:t xml:space="preserve">бранными баллами </w:t>
      </w:r>
      <w:r w:rsidRPr="0072373E">
        <w:rPr>
          <w:rFonts w:ascii="Times New Roman" w:hAnsi="Times New Roman"/>
          <w:sz w:val="28"/>
          <w:szCs w:val="28"/>
        </w:rPr>
        <w:t>по каждому лоту.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52</w:t>
      </w:r>
      <w:r w:rsidRPr="0072373E">
        <w:rPr>
          <w:rFonts w:ascii="Times New Roman" w:hAnsi="Times New Roman"/>
          <w:sz w:val="28"/>
          <w:szCs w:val="28"/>
        </w:rPr>
        <w:t>. Каждой заявке присваивается порядковый номер в порядке уменьшения ее оценки. Заявке, получившей высшую оценку (набравшей наибольшее количество баллов), присваивается первый номер.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53</w:t>
      </w:r>
      <w:r w:rsidRPr="0072373E">
        <w:rPr>
          <w:rFonts w:ascii="Times New Roman" w:hAnsi="Times New Roman"/>
          <w:sz w:val="28"/>
          <w:szCs w:val="28"/>
        </w:rPr>
        <w:t>. Победителем открытого конкурса по конкретному лоту определяется только один участник открытого конкурса.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54</w:t>
      </w:r>
      <w:r w:rsidRPr="0072373E">
        <w:rPr>
          <w:rFonts w:ascii="Times New Roman" w:hAnsi="Times New Roman"/>
          <w:sz w:val="28"/>
          <w:szCs w:val="28"/>
        </w:rPr>
        <w:t>. Победителем открытого конкурса признается участник открытого конкурса, заявке которого присвоен первый номер.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В случае, если двум и более заявкам на участие в открытом конкурсе присвоен первый номер, применяются требования, установленные частью                  6 статьи 24 Федерального закона № 220-ФЗ.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Остальные участники открытого конкурса включаются в резервный список.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55</w:t>
      </w:r>
      <w:r w:rsidRPr="0072373E">
        <w:rPr>
          <w:rFonts w:ascii="Times New Roman" w:hAnsi="Times New Roman"/>
          <w:sz w:val="28"/>
          <w:szCs w:val="28"/>
        </w:rPr>
        <w:t>. Решение комиссии об итогах открытого конкурса оформляется протоколом оценки и сопоставления заявок, в котором указываются участники открытого конкурса, признанные победителями по каждому лоту.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56</w:t>
      </w:r>
      <w:r w:rsidRPr="0072373E">
        <w:rPr>
          <w:rFonts w:ascii="Times New Roman" w:hAnsi="Times New Roman"/>
          <w:sz w:val="28"/>
          <w:szCs w:val="28"/>
        </w:rPr>
        <w:t>. Любой участник открытого конкурса после размещения результатов открытого конкурса вправе направить организатору открытого конкурса запрос о разъяснении результатов открытого конкурса.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Запрос о разъяснении результатов открытого конкурса регистрируется в день его поступления организатором открытого конкурса.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Организатор открытого конкурса в течение 1</w:t>
      </w:r>
      <w:r>
        <w:rPr>
          <w:rFonts w:ascii="Times New Roman" w:hAnsi="Times New Roman"/>
          <w:sz w:val="28"/>
          <w:szCs w:val="28"/>
        </w:rPr>
        <w:t>0</w:t>
      </w:r>
      <w:r w:rsidRPr="007237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рабочи</w:t>
      </w:r>
      <w:r w:rsidRPr="0072373E">
        <w:rPr>
          <w:rFonts w:ascii="Times New Roman" w:hAnsi="Times New Roman"/>
          <w:sz w:val="28"/>
          <w:szCs w:val="28"/>
        </w:rPr>
        <w:t>х дней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373E">
        <w:rPr>
          <w:rFonts w:ascii="Times New Roman" w:hAnsi="Times New Roman"/>
          <w:sz w:val="28"/>
          <w:szCs w:val="28"/>
        </w:rPr>
        <w:t>со дня регистрации запроса обязан представить участнику открытого конкурса соответствующие разъяснения в письменной форме.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57</w:t>
      </w:r>
      <w:r w:rsidRPr="0072373E">
        <w:rPr>
          <w:rFonts w:ascii="Times New Roman" w:hAnsi="Times New Roman"/>
          <w:sz w:val="28"/>
          <w:szCs w:val="28"/>
        </w:rPr>
        <w:t>. Юридическое лицо, индивидуальный предприниматель                          или уполномоченный участник договора простого товарищества,                             в отношении которого в соответствии с протоколом оценки и сопоставления заявок принято решение о выдаче свидетельства и карт маршр</w:t>
      </w:r>
      <w:r>
        <w:rPr>
          <w:rFonts w:ascii="Times New Roman" w:hAnsi="Times New Roman"/>
          <w:sz w:val="28"/>
          <w:szCs w:val="28"/>
        </w:rPr>
        <w:t xml:space="preserve">ута, в срок, </w:t>
      </w:r>
      <w:r w:rsidRPr="0072373E">
        <w:rPr>
          <w:rFonts w:ascii="Times New Roman" w:hAnsi="Times New Roman"/>
          <w:sz w:val="28"/>
          <w:szCs w:val="28"/>
        </w:rPr>
        <w:t xml:space="preserve">не превышающий 5 </w:t>
      </w:r>
      <w:r>
        <w:rPr>
          <w:rFonts w:ascii="Times New Roman" w:hAnsi="Times New Roman"/>
          <w:sz w:val="28"/>
          <w:szCs w:val="28"/>
        </w:rPr>
        <w:t>рабочи</w:t>
      </w:r>
      <w:r w:rsidRPr="0072373E">
        <w:rPr>
          <w:rFonts w:ascii="Times New Roman" w:hAnsi="Times New Roman"/>
          <w:sz w:val="28"/>
          <w:szCs w:val="28"/>
        </w:rPr>
        <w:t>х дней после дня размещения                          на официальном сайте результатов открытого конкурса, представляет организатору открытого конкурса заявление о выдаче свидетельства и карт маршрута с приложением заверенных копий свидетельств о регистрации транспортных средств или паспортов транспортных средств, которые планируется использовать для регулярных перевозок на маршруте, иных документов, подтверждающих право владения указанными транспортными средствами (договор аренды, лизинга и т.п.), и предъявлением следующих оригиналов документов: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1) документ, удостоверяющий личность индивидуального предпринимателя или его представителя, представителя юридического лица, простого товарищества;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2) документ, подтверждающий полномочия представителя индивидуального предпринимателя, представителя юридического лица, уполномоченного представителя договора простого товарищества;</w:t>
      </w:r>
    </w:p>
    <w:p w:rsidR="00001679" w:rsidRDefault="00001679" w:rsidP="001E46E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3) лицензия на осуществление перевозок пассажиров автомобильным транспортом.</w:t>
      </w:r>
    </w:p>
    <w:p w:rsidR="00001679" w:rsidRPr="002B185E" w:rsidRDefault="00001679" w:rsidP="002B18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185E">
        <w:rPr>
          <w:rFonts w:ascii="Times New Roman" w:hAnsi="Times New Roman"/>
          <w:sz w:val="28"/>
          <w:szCs w:val="28"/>
          <w:lang w:eastAsia="ru-RU"/>
        </w:rPr>
        <w:t>Организатор открытого конкурса</w:t>
      </w:r>
      <w:r>
        <w:rPr>
          <w:rFonts w:ascii="Times New Roman" w:hAnsi="Times New Roman"/>
          <w:sz w:val="28"/>
          <w:szCs w:val="28"/>
          <w:lang w:eastAsia="ru-RU"/>
        </w:rPr>
        <w:t xml:space="preserve"> посредством межведомственного взаимодействия</w:t>
      </w:r>
      <w:r w:rsidRPr="002B185E">
        <w:rPr>
          <w:rFonts w:ascii="Times New Roman" w:hAnsi="Times New Roman"/>
          <w:sz w:val="28"/>
          <w:szCs w:val="28"/>
          <w:lang w:eastAsia="ru-RU"/>
        </w:rPr>
        <w:t xml:space="preserve"> вправе запрашивать у соответствующих органов и организаций, в полномочия которых входит надзор за соблюдением требований нормативных правовых актов в области безопасности дорожного движения и пассажирских перевозок автомобильным транспортом, а также налоговых органов, информацию</w:t>
      </w:r>
      <w:r>
        <w:rPr>
          <w:rFonts w:ascii="Times New Roman" w:hAnsi="Times New Roman"/>
          <w:sz w:val="28"/>
          <w:szCs w:val="28"/>
          <w:lang w:eastAsia="ru-RU"/>
        </w:rPr>
        <w:t xml:space="preserve"> и документы,</w:t>
      </w:r>
      <w:r w:rsidRPr="002B185E">
        <w:rPr>
          <w:rFonts w:ascii="Times New Roman" w:hAnsi="Times New Roman"/>
          <w:sz w:val="28"/>
          <w:szCs w:val="28"/>
          <w:lang w:eastAsia="ru-RU"/>
        </w:rPr>
        <w:t xml:space="preserve"> связанн</w:t>
      </w:r>
      <w:r>
        <w:rPr>
          <w:rFonts w:ascii="Times New Roman" w:hAnsi="Times New Roman"/>
          <w:sz w:val="28"/>
          <w:szCs w:val="28"/>
          <w:lang w:eastAsia="ru-RU"/>
        </w:rPr>
        <w:t>ые</w:t>
      </w:r>
      <w:r w:rsidRPr="002B185E">
        <w:rPr>
          <w:rFonts w:ascii="Times New Roman" w:hAnsi="Times New Roman"/>
          <w:sz w:val="28"/>
          <w:szCs w:val="28"/>
          <w:lang w:eastAsia="ru-RU"/>
        </w:rPr>
        <w:t xml:space="preserve"> с уточнением сведений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об</w:t>
      </w:r>
      <w:r w:rsidRPr="002B185E">
        <w:rPr>
          <w:rFonts w:ascii="Times New Roman" w:hAnsi="Times New Roman"/>
          <w:sz w:val="28"/>
          <w:szCs w:val="28"/>
          <w:lang w:eastAsia="ru-RU"/>
        </w:rPr>
        <w:t xml:space="preserve"> участник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2B185E">
        <w:rPr>
          <w:rFonts w:ascii="Times New Roman" w:hAnsi="Times New Roman"/>
          <w:sz w:val="28"/>
          <w:szCs w:val="28"/>
          <w:lang w:eastAsia="ru-RU"/>
        </w:rPr>
        <w:t xml:space="preserve"> конкурса.</w:t>
      </w:r>
    </w:p>
    <w:p w:rsidR="00001679" w:rsidRPr="0072373E" w:rsidRDefault="00001679" w:rsidP="002B185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58</w:t>
      </w:r>
      <w:r w:rsidRPr="0072373E">
        <w:rPr>
          <w:rFonts w:ascii="Times New Roman" w:hAnsi="Times New Roman"/>
          <w:sz w:val="28"/>
          <w:szCs w:val="28"/>
        </w:rPr>
        <w:t xml:space="preserve">. Организатор открытого конкурса выдает свидетельство и карты маршрута юридическому лицу, индивидуальному предпринимателю                    или уполномоченному участнику договора простого товарищества, указанным в пункте </w:t>
      </w:r>
      <w:r>
        <w:rPr>
          <w:rFonts w:ascii="Times New Roman" w:hAnsi="Times New Roman"/>
          <w:sz w:val="28"/>
          <w:szCs w:val="28"/>
        </w:rPr>
        <w:t>57</w:t>
      </w:r>
      <w:r w:rsidRPr="0072373E">
        <w:rPr>
          <w:rFonts w:ascii="Times New Roman" w:hAnsi="Times New Roman"/>
          <w:sz w:val="28"/>
          <w:szCs w:val="28"/>
        </w:rPr>
        <w:t xml:space="preserve"> настоящего П</w:t>
      </w:r>
      <w:r>
        <w:rPr>
          <w:rFonts w:ascii="Times New Roman" w:hAnsi="Times New Roman"/>
          <w:sz w:val="28"/>
          <w:szCs w:val="28"/>
        </w:rPr>
        <w:t>орядка</w:t>
      </w:r>
      <w:r w:rsidRPr="0072373E">
        <w:rPr>
          <w:rFonts w:ascii="Times New Roman" w:hAnsi="Times New Roman"/>
          <w:sz w:val="28"/>
          <w:szCs w:val="28"/>
        </w:rPr>
        <w:t>, в порядке и сроки, установленные Федеральным законом № 220-ФЗ.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59</w:t>
      </w:r>
      <w:r w:rsidRPr="0072373E">
        <w:rPr>
          <w:rFonts w:ascii="Times New Roman" w:hAnsi="Times New Roman"/>
          <w:sz w:val="28"/>
          <w:szCs w:val="28"/>
        </w:rPr>
        <w:t>. Организатор открытого конкурса выдает свидетельство и карты маршрута участнику открытого конкурса, включенному в резервный список, которому в данном списке присвоен наименьший порядк</w:t>
      </w:r>
      <w:r>
        <w:rPr>
          <w:rFonts w:ascii="Times New Roman" w:hAnsi="Times New Roman"/>
          <w:sz w:val="28"/>
          <w:szCs w:val="28"/>
        </w:rPr>
        <w:t xml:space="preserve">овый номер, </w:t>
      </w:r>
      <w:r w:rsidRPr="0072373E">
        <w:rPr>
          <w:rFonts w:ascii="Times New Roman" w:hAnsi="Times New Roman"/>
          <w:sz w:val="28"/>
          <w:szCs w:val="28"/>
        </w:rPr>
        <w:t>в следующих случаях: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1) если юридическое лицо, индивидуальный предприниматель                         или уполномоченный участник договора простого товарищества,                         в отношении которого в соответствии с протоколом оценки и сопоставления заявок принято решение о выдаче свидетельства и карт маршрута, отказался от получения свидетельства и карт маршрута;</w:t>
      </w:r>
    </w:p>
    <w:p w:rsidR="00001679" w:rsidRPr="0072373E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73E">
        <w:rPr>
          <w:rFonts w:ascii="Times New Roman" w:hAnsi="Times New Roman"/>
          <w:sz w:val="28"/>
          <w:szCs w:val="28"/>
        </w:rPr>
        <w:t>2) если юридическое лицо, индивидуальный предприниматель                     или уполномоченный участник договора простого товарищества,                            в отношении которого в соответствии с протоколом оценки и сопоставления заявок принято решение о выдаче свидетельства и карт мар</w:t>
      </w:r>
      <w:r>
        <w:rPr>
          <w:rFonts w:ascii="Times New Roman" w:hAnsi="Times New Roman"/>
          <w:sz w:val="28"/>
          <w:szCs w:val="28"/>
        </w:rPr>
        <w:t xml:space="preserve">шрута, </w:t>
      </w:r>
      <w:r w:rsidRPr="0072373E">
        <w:rPr>
          <w:rFonts w:ascii="Times New Roman" w:hAnsi="Times New Roman"/>
          <w:sz w:val="28"/>
          <w:szCs w:val="28"/>
        </w:rPr>
        <w:t xml:space="preserve">не совершает действий, предусмотренных пунктом </w:t>
      </w:r>
      <w:r>
        <w:rPr>
          <w:rFonts w:ascii="Times New Roman" w:hAnsi="Times New Roman"/>
          <w:sz w:val="28"/>
          <w:szCs w:val="28"/>
        </w:rPr>
        <w:t>57</w:t>
      </w:r>
      <w:r w:rsidRPr="0072373E">
        <w:rPr>
          <w:rFonts w:ascii="Times New Roman" w:hAnsi="Times New Roman"/>
          <w:sz w:val="28"/>
          <w:szCs w:val="28"/>
        </w:rPr>
        <w:t xml:space="preserve"> настоящего По</w:t>
      </w:r>
      <w:r>
        <w:rPr>
          <w:rFonts w:ascii="Times New Roman" w:hAnsi="Times New Roman"/>
          <w:sz w:val="28"/>
          <w:szCs w:val="28"/>
        </w:rPr>
        <w:t>рядка</w:t>
      </w:r>
      <w:r w:rsidRPr="0072373E">
        <w:rPr>
          <w:rFonts w:ascii="Times New Roman" w:hAnsi="Times New Roman"/>
          <w:sz w:val="28"/>
          <w:szCs w:val="28"/>
        </w:rPr>
        <w:t>, в срок, установленный данным пунктом.</w:t>
      </w:r>
    </w:p>
    <w:p w:rsidR="00001679" w:rsidRPr="00BC56F5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60</w:t>
      </w:r>
      <w:r w:rsidRPr="000065D9">
        <w:rPr>
          <w:rFonts w:ascii="Times New Roman" w:hAnsi="Times New Roman"/>
          <w:sz w:val="28"/>
          <w:szCs w:val="28"/>
        </w:rPr>
        <w:t xml:space="preserve">. Результаты открытого конкурса могут быть обжалованы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0065D9">
        <w:rPr>
          <w:rFonts w:ascii="Times New Roman" w:hAnsi="Times New Roman"/>
          <w:sz w:val="28"/>
          <w:szCs w:val="28"/>
        </w:rPr>
        <w:t>в судебном порядке.</w:t>
      </w:r>
    </w:p>
    <w:p w:rsidR="00001679" w:rsidRPr="00B048AC" w:rsidRDefault="00001679" w:rsidP="00B048AC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01679" w:rsidRPr="00B048AC" w:rsidRDefault="00001679" w:rsidP="00B048AC">
      <w:pPr>
        <w:spacing w:after="0" w:line="240" w:lineRule="auto"/>
        <w:rPr>
          <w:rFonts w:ascii="Times New Roman" w:hAnsi="Times New Roman"/>
          <w:sz w:val="28"/>
          <w:lang w:eastAsia="ru-RU"/>
        </w:rPr>
      </w:pPr>
    </w:p>
    <w:p w:rsidR="00001679" w:rsidRPr="00B048AC" w:rsidRDefault="00001679" w:rsidP="00B048AC">
      <w:pPr>
        <w:spacing w:after="0" w:line="240" w:lineRule="auto"/>
        <w:jc w:val="center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______________</w:t>
      </w:r>
    </w:p>
    <w:p w:rsidR="00001679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1679" w:rsidRDefault="00001679" w:rsidP="0072373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3780" w:type="dxa"/>
        <w:tblInd w:w="5508" w:type="dxa"/>
        <w:tblLook w:val="01E0"/>
      </w:tblPr>
      <w:tblGrid>
        <w:gridCol w:w="3780"/>
      </w:tblGrid>
      <w:tr w:rsidR="00001679" w:rsidTr="00B048AC">
        <w:tc>
          <w:tcPr>
            <w:tcW w:w="3780" w:type="dxa"/>
          </w:tcPr>
          <w:p w:rsidR="00001679" w:rsidRPr="00A1273C" w:rsidRDefault="00001679" w:rsidP="00A127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73C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001679" w:rsidRPr="00A1273C" w:rsidRDefault="00001679" w:rsidP="00A127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01679" w:rsidRPr="00A1273C" w:rsidRDefault="00001679" w:rsidP="00A127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73C"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001679" w:rsidRPr="00A1273C" w:rsidRDefault="00001679" w:rsidP="00A127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73C">
              <w:rPr>
                <w:rFonts w:ascii="Times New Roman" w:hAnsi="Times New Roman"/>
                <w:sz w:val="28"/>
                <w:szCs w:val="28"/>
              </w:rPr>
              <w:t>Приказом департамента транспорта и дорожного хозяйства Костромской области</w:t>
            </w:r>
          </w:p>
          <w:p w:rsidR="00001679" w:rsidRPr="00A1273C" w:rsidRDefault="00001679" w:rsidP="00A127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01679" w:rsidRPr="00A1273C" w:rsidRDefault="00001679" w:rsidP="00A127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73C">
              <w:rPr>
                <w:rFonts w:ascii="Times New Roman" w:hAnsi="Times New Roman"/>
                <w:sz w:val="28"/>
                <w:szCs w:val="28"/>
              </w:rPr>
              <w:t>«____»______2016 г. №_____</w:t>
            </w:r>
          </w:p>
        </w:tc>
      </w:tr>
    </w:tbl>
    <w:p w:rsidR="00001679" w:rsidRDefault="00001679" w:rsidP="00196B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1679" w:rsidRPr="00BC56F5" w:rsidRDefault="00001679" w:rsidP="00BC56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1679" w:rsidRDefault="00001679" w:rsidP="008F6F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Шкала </w:t>
      </w:r>
    </w:p>
    <w:p w:rsidR="00001679" w:rsidRPr="00BC56F5" w:rsidRDefault="00001679" w:rsidP="008F6F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оценки критериев </w:t>
      </w:r>
      <w:r w:rsidRPr="00BC56F5">
        <w:rPr>
          <w:rFonts w:ascii="Times New Roman" w:hAnsi="Times New Roman"/>
          <w:sz w:val="28"/>
          <w:szCs w:val="28"/>
        </w:rPr>
        <w:t xml:space="preserve">заявок на участие в открытом конкурсе на право осуществления перевозок по межмуниципальному маршруту регулярных перевозок автомобильным транспортом на территории </w:t>
      </w:r>
      <w:r>
        <w:rPr>
          <w:rFonts w:ascii="Times New Roman" w:hAnsi="Times New Roman"/>
          <w:sz w:val="28"/>
          <w:szCs w:val="28"/>
        </w:rPr>
        <w:t>Костро</w:t>
      </w:r>
      <w:r w:rsidRPr="00BC56F5">
        <w:rPr>
          <w:rFonts w:ascii="Times New Roman" w:hAnsi="Times New Roman"/>
          <w:sz w:val="28"/>
          <w:szCs w:val="28"/>
        </w:rPr>
        <w:t>мской области</w:t>
      </w:r>
      <w:r>
        <w:rPr>
          <w:rFonts w:ascii="Times New Roman" w:hAnsi="Times New Roman"/>
          <w:sz w:val="28"/>
          <w:szCs w:val="28"/>
        </w:rPr>
        <w:t xml:space="preserve"> по нерегулируемым тарифам</w:t>
      </w:r>
    </w:p>
    <w:p w:rsidR="00001679" w:rsidRPr="00BC56F5" w:rsidRDefault="00001679" w:rsidP="00BC56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4"/>
        <w:gridCol w:w="6694"/>
        <w:gridCol w:w="1800"/>
      </w:tblGrid>
      <w:tr w:rsidR="00001679" w:rsidRPr="0039797E" w:rsidTr="00767A9F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Наименование критерия оценки заявок на участие в конкурсе (далее - критерий), значение критерия</w:t>
            </w:r>
          </w:p>
        </w:tc>
        <w:tc>
          <w:tcPr>
            <w:tcW w:w="1800" w:type="dxa"/>
          </w:tcPr>
          <w:p w:rsidR="00001679" w:rsidRPr="0039797E" w:rsidRDefault="00001679" w:rsidP="003979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  <w:p w:rsidR="00001679" w:rsidRPr="0039797E" w:rsidRDefault="00001679" w:rsidP="003979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1679" w:rsidRPr="0039797E" w:rsidTr="00767A9F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– к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>оличество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>дорожно-транспортных происшествий, повлекших за собой человеческие жертвы или причинение вреда здоровью граждан и произошедших по вине юридического лица, индивидуального предпринимателя или участников договора простого товарищества (далее - участник конкурса) или их работников в течение года, предшествующего дате проведения конкурса, в расчете на среднее количество транспортных средств, имевшихся в распоряжении участника конкурса в течение года, предшествующего дате проведения конкурса.</w:t>
            </w:r>
          </w:p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В случае, когда участник конкурса не осуществлял регулярных перевозок за период, ему присваивается 0 баллов по данному критерию.</w:t>
            </w:r>
          </w:p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В случае, когда участник конкурса представил неполную информацию или представил недостоверную информацию</w:t>
            </w:r>
            <w:r>
              <w:rPr>
                <w:rFonts w:ascii="Times New Roman" w:hAnsi="Times New Roman"/>
                <w:sz w:val="28"/>
                <w:szCs w:val="28"/>
              </w:rPr>
              <w:t>, предусмотренную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конкурсной документацией,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 xml:space="preserve"> заявке присваивается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>0 баллов по данному критерию</w:t>
            </w:r>
          </w:p>
        </w:tc>
        <w:tc>
          <w:tcPr>
            <w:tcW w:w="1800" w:type="dxa"/>
          </w:tcPr>
          <w:p w:rsidR="00001679" w:rsidRPr="0039797E" w:rsidRDefault="00001679" w:rsidP="003979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1679" w:rsidRPr="0039797E" w:rsidTr="00767A9F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 xml:space="preserve">К = 0 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800" w:type="dxa"/>
            <w:vAlign w:val="center"/>
          </w:tcPr>
          <w:p w:rsidR="00001679" w:rsidRPr="0039797E" w:rsidRDefault="00001679" w:rsidP="00767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01679" w:rsidRPr="0039797E" w:rsidTr="00767A9F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0 &lt; К &lt;= 0,05</w:t>
            </w:r>
          </w:p>
        </w:tc>
        <w:tc>
          <w:tcPr>
            <w:tcW w:w="1800" w:type="dxa"/>
            <w:vAlign w:val="center"/>
          </w:tcPr>
          <w:p w:rsidR="00001679" w:rsidRPr="0039797E" w:rsidRDefault="00001679" w:rsidP="00767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+ 2</w:t>
            </w:r>
          </w:p>
        </w:tc>
      </w:tr>
      <w:tr w:rsidR="00001679" w:rsidRPr="0039797E" w:rsidTr="00767A9F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 xml:space="preserve">0,05 &lt; К &lt;= 0,1 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800" w:type="dxa"/>
            <w:vAlign w:val="center"/>
          </w:tcPr>
          <w:p w:rsidR="00001679" w:rsidRPr="0039797E" w:rsidRDefault="00001679" w:rsidP="00767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+ 1</w:t>
            </w:r>
          </w:p>
        </w:tc>
      </w:tr>
      <w:tr w:rsidR="00001679" w:rsidRPr="0039797E" w:rsidTr="00767A9F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К &gt; 0,1</w:t>
            </w:r>
          </w:p>
        </w:tc>
        <w:tc>
          <w:tcPr>
            <w:tcW w:w="1800" w:type="dxa"/>
            <w:vAlign w:val="center"/>
          </w:tcPr>
          <w:p w:rsidR="00001679" w:rsidRPr="0039797E" w:rsidRDefault="00001679" w:rsidP="00767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01679" w:rsidRPr="0039797E" w:rsidTr="00767A9F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 xml:space="preserve">Опыт осуществления регулярных перевозок участником конкурса,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документами, выданными в соответствии с нормативными правовыми актами субъектов Российской Федерации, муниципальными нормативными правовыми актами на дату вскрытия конвертов с заявками на участие в конкурсе 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1679" w:rsidRPr="0039797E" w:rsidTr="00767A9F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Опыт отсутствует</w:t>
            </w:r>
          </w:p>
        </w:tc>
        <w:tc>
          <w:tcPr>
            <w:tcW w:w="1800" w:type="dxa"/>
            <w:vAlign w:val="center"/>
          </w:tcPr>
          <w:p w:rsidR="00001679" w:rsidRPr="0039797E" w:rsidRDefault="00001679" w:rsidP="00767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01679" w:rsidRPr="0039797E" w:rsidTr="00767A9F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 xml:space="preserve">Опыт до 1 года 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800" w:type="dxa"/>
            <w:vAlign w:val="center"/>
          </w:tcPr>
          <w:p w:rsidR="00001679" w:rsidRPr="0039797E" w:rsidRDefault="00001679" w:rsidP="00767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679" w:rsidRPr="0039797E" w:rsidTr="00767A9F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 xml:space="preserve">Опыт от 1 года включительно до 3 лет 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800" w:type="dxa"/>
            <w:vAlign w:val="center"/>
          </w:tcPr>
          <w:p w:rsidR="00001679" w:rsidRPr="0039797E" w:rsidRDefault="00001679" w:rsidP="00767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01679" w:rsidRPr="0039797E" w:rsidTr="00767A9F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 xml:space="preserve">Опыт от 3 лет включительно </w:t>
            </w:r>
            <w:r>
              <w:rPr>
                <w:rFonts w:ascii="Times New Roman" w:hAnsi="Times New Roman"/>
                <w:sz w:val="28"/>
                <w:szCs w:val="28"/>
              </w:rPr>
              <w:t>до 10 лет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800" w:type="dxa"/>
            <w:vAlign w:val="center"/>
          </w:tcPr>
          <w:p w:rsidR="00001679" w:rsidRPr="0039797E" w:rsidRDefault="00001679" w:rsidP="00767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01679" w:rsidRPr="0039797E" w:rsidTr="00767A9F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 xml:space="preserve">Опыт </w:t>
            </w:r>
            <w:r>
              <w:rPr>
                <w:rFonts w:ascii="Times New Roman" w:hAnsi="Times New Roman"/>
                <w:sz w:val="28"/>
                <w:szCs w:val="28"/>
              </w:rPr>
              <w:t>более 10 лет</w:t>
            </w:r>
          </w:p>
        </w:tc>
        <w:tc>
          <w:tcPr>
            <w:tcW w:w="1800" w:type="dxa"/>
            <w:vAlign w:val="center"/>
          </w:tcPr>
          <w:p w:rsidR="00001679" w:rsidRDefault="00001679" w:rsidP="00767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001679" w:rsidRPr="0039797E" w:rsidTr="00767A9F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Влияющие на качество перевозок характеристики транспортных средств, предлагаемых участником конкурса для осуществления регулярных перевозок:</w:t>
            </w:r>
          </w:p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Количество баллов по критерию определяется по формуле:</w:t>
            </w:r>
          </w:p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Ti - количество баллов, присвоенных i-ому транспортному средству.</w:t>
            </w:r>
          </w:p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Количество баллов по каждому транспортному средству (Ti) считается как сумма баллов, присваиваемых заявленному транспортному средству (Ti) за наличие соответствующих качественных характеристик;</w:t>
            </w:r>
          </w:p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N - количество транспортных средств в соответствии с лотом.</w:t>
            </w:r>
          </w:p>
        </w:tc>
        <w:tc>
          <w:tcPr>
            <w:tcW w:w="1800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1679" w:rsidRPr="0039797E" w:rsidTr="00767A9F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Наличие электронного устройства для визуального отображения цифровой информации на экране согласно следующим вариантам: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1679" w:rsidRPr="0039797E" w:rsidTr="00DA5215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1) наличие монитора и телевизора</w:t>
            </w:r>
          </w:p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 xml:space="preserve">2) наличие монитора или телевизора 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01679" w:rsidRPr="0039797E" w:rsidRDefault="00001679" w:rsidP="00DA52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0,1</w:t>
            </w:r>
          </w:p>
          <w:p w:rsidR="00001679" w:rsidRPr="0039797E" w:rsidRDefault="00001679" w:rsidP="00DA52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1679" w:rsidRPr="0039797E" w:rsidTr="00DA5215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 xml:space="preserve">3.2 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Наличие системы кондиционирования воздуха</w:t>
            </w:r>
          </w:p>
        </w:tc>
        <w:tc>
          <w:tcPr>
            <w:tcW w:w="1800" w:type="dxa"/>
            <w:vAlign w:val="center"/>
          </w:tcPr>
          <w:p w:rsidR="00001679" w:rsidRPr="0039797E" w:rsidRDefault="00001679" w:rsidP="00DA52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0,2</w:t>
            </w:r>
          </w:p>
          <w:p w:rsidR="00001679" w:rsidRPr="0039797E" w:rsidRDefault="00001679" w:rsidP="00DA52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1679" w:rsidRPr="0039797E" w:rsidTr="00DA5215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низкого пола:</w:t>
            </w:r>
          </w:p>
        </w:tc>
        <w:tc>
          <w:tcPr>
            <w:tcW w:w="1800" w:type="dxa"/>
            <w:vAlign w:val="center"/>
          </w:tcPr>
          <w:p w:rsidR="00001679" w:rsidRPr="0039797E" w:rsidRDefault="00001679" w:rsidP="00DA52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1679" w:rsidRPr="0039797E" w:rsidTr="00DA5215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1800" w:type="dxa"/>
            <w:vAlign w:val="center"/>
          </w:tcPr>
          <w:p w:rsidR="00001679" w:rsidRDefault="00001679" w:rsidP="00DA52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01679" w:rsidRPr="0039797E" w:rsidTr="00DA5215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отсутствие</w:t>
            </w:r>
          </w:p>
        </w:tc>
        <w:tc>
          <w:tcPr>
            <w:tcW w:w="1800" w:type="dxa"/>
            <w:vAlign w:val="center"/>
          </w:tcPr>
          <w:p w:rsidR="00001679" w:rsidRDefault="00001679" w:rsidP="00DA52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01679" w:rsidRPr="0039797E" w:rsidTr="00DA5215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 xml:space="preserve">3.4 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 xml:space="preserve">Наличие оборудования для перевозки пассажиров с ограниченными возможностями передвижения, пассажиров с детскими колясками </w:t>
            </w:r>
          </w:p>
        </w:tc>
        <w:tc>
          <w:tcPr>
            <w:tcW w:w="1800" w:type="dxa"/>
            <w:vAlign w:val="center"/>
          </w:tcPr>
          <w:p w:rsidR="00001679" w:rsidRPr="0039797E" w:rsidRDefault="00001679" w:rsidP="00DA52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001679" w:rsidRPr="0039797E" w:rsidRDefault="00001679" w:rsidP="00DA52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1679" w:rsidRPr="0039797E" w:rsidTr="00DA5215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A124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1800" w:type="dxa"/>
            <w:vAlign w:val="center"/>
          </w:tcPr>
          <w:p w:rsidR="00001679" w:rsidRDefault="00001679" w:rsidP="00DA52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01679" w:rsidRPr="0039797E" w:rsidTr="00DA5215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Default="00001679" w:rsidP="00A124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отсутствие</w:t>
            </w:r>
          </w:p>
        </w:tc>
        <w:tc>
          <w:tcPr>
            <w:tcW w:w="1800" w:type="dxa"/>
            <w:vAlign w:val="center"/>
          </w:tcPr>
          <w:p w:rsidR="00001679" w:rsidRDefault="00001679" w:rsidP="00DA52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01679" w:rsidRPr="0039797E" w:rsidTr="00DA5215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Наличие автоматизированных систем оплаты проезда</w:t>
            </w:r>
          </w:p>
        </w:tc>
        <w:tc>
          <w:tcPr>
            <w:tcW w:w="1800" w:type="dxa"/>
            <w:vAlign w:val="center"/>
          </w:tcPr>
          <w:p w:rsidR="00001679" w:rsidRPr="0039797E" w:rsidRDefault="00001679" w:rsidP="00DA52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</w:tr>
      <w:tr w:rsidR="00001679" w:rsidRPr="0039797E" w:rsidTr="00DA5215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 xml:space="preserve">3.6 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 xml:space="preserve">Наличие точки доступа к информационно-телекоммуникационной сети "Интернет" посредством технологии беспроводной связи Wi-Fi 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800" w:type="dxa"/>
            <w:vAlign w:val="center"/>
          </w:tcPr>
          <w:p w:rsidR="00001679" w:rsidRPr="0039797E" w:rsidRDefault="00001679" w:rsidP="00B048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001679" w:rsidRPr="0039797E" w:rsidTr="00DA5215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3.7</w:t>
            </w: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Оборудование транспортного средства устройствами, отображающими звуковую либо зрительную информацию об остановочных пунктах в пути следования</w:t>
            </w:r>
          </w:p>
        </w:tc>
        <w:tc>
          <w:tcPr>
            <w:tcW w:w="1800" w:type="dxa"/>
            <w:vAlign w:val="center"/>
          </w:tcPr>
          <w:p w:rsidR="00001679" w:rsidRPr="0039797E" w:rsidRDefault="00001679" w:rsidP="00DA52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1679" w:rsidRPr="0039797E" w:rsidTr="00DA5215">
        <w:tc>
          <w:tcPr>
            <w:tcW w:w="794" w:type="dxa"/>
          </w:tcPr>
          <w:p w:rsidR="00001679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A124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1800" w:type="dxa"/>
            <w:vAlign w:val="center"/>
          </w:tcPr>
          <w:p w:rsidR="00001679" w:rsidRDefault="00001679" w:rsidP="00DA52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01679" w:rsidRPr="0039797E" w:rsidTr="00DA5215">
        <w:tc>
          <w:tcPr>
            <w:tcW w:w="794" w:type="dxa"/>
          </w:tcPr>
          <w:p w:rsidR="00001679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Default="00001679" w:rsidP="00A124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отсутствие</w:t>
            </w:r>
          </w:p>
        </w:tc>
        <w:tc>
          <w:tcPr>
            <w:tcW w:w="1800" w:type="dxa"/>
            <w:vAlign w:val="center"/>
          </w:tcPr>
          <w:p w:rsidR="00001679" w:rsidRDefault="00001679" w:rsidP="00DA52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01679" w:rsidRPr="0039797E" w:rsidTr="00DA5215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Максимальный срок эксплуатации транспортных средств, предлагаемых участником конкурса для осуществления регулярных перевозок в течение срока действия свидетельства об осуществлении перевозок по маршруту регулярных перевозок на дату вскрытия конвертов с заявками на участие в конкурсе:</w:t>
            </w:r>
          </w:p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Ti - количество баллов, присвоенных i-ому транспортному средству;</w:t>
            </w:r>
          </w:p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N - количество транспортных средств в соответствии с лотом.</w:t>
            </w:r>
          </w:p>
        </w:tc>
        <w:tc>
          <w:tcPr>
            <w:tcW w:w="1800" w:type="dxa"/>
            <w:vAlign w:val="center"/>
          </w:tcPr>
          <w:p w:rsidR="00001679" w:rsidRPr="0039797E" w:rsidRDefault="00001679" w:rsidP="00DA52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1679" w:rsidRPr="0039797E" w:rsidTr="00DA5215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 xml:space="preserve">Ti до 3 лет включительно 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800" w:type="dxa"/>
            <w:vAlign w:val="center"/>
          </w:tcPr>
          <w:p w:rsidR="00001679" w:rsidRPr="0039797E" w:rsidRDefault="00001679" w:rsidP="00DA52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01679" w:rsidRPr="0039797E" w:rsidTr="00DA5215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 xml:space="preserve">Ti свыше 3 лет до 5 лет включительно 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800" w:type="dxa"/>
            <w:vAlign w:val="center"/>
          </w:tcPr>
          <w:p w:rsidR="00001679" w:rsidRPr="0039797E" w:rsidRDefault="00001679" w:rsidP="00DA52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01679" w:rsidRPr="0039797E" w:rsidTr="00DA5215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 xml:space="preserve">Ti свыше 5 лет до 10 лет включительно </w:t>
            </w:r>
            <w:r w:rsidRPr="0039797E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800" w:type="dxa"/>
            <w:vAlign w:val="center"/>
          </w:tcPr>
          <w:p w:rsidR="00001679" w:rsidRPr="0039797E" w:rsidRDefault="00001679" w:rsidP="00DA52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679" w:rsidRPr="0039797E" w:rsidTr="00DA5215">
        <w:tc>
          <w:tcPr>
            <w:tcW w:w="7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001679" w:rsidRPr="0039797E" w:rsidRDefault="00001679" w:rsidP="00397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Ti свыше 10 лет</w:t>
            </w:r>
          </w:p>
        </w:tc>
        <w:tc>
          <w:tcPr>
            <w:tcW w:w="1800" w:type="dxa"/>
            <w:vAlign w:val="center"/>
          </w:tcPr>
          <w:p w:rsidR="00001679" w:rsidRPr="0039797E" w:rsidRDefault="00001679" w:rsidP="00DA52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97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001679" w:rsidRPr="00BC56F5" w:rsidRDefault="00001679" w:rsidP="00BC56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56F5">
        <w:rPr>
          <w:rFonts w:ascii="Times New Roman" w:hAnsi="Times New Roman"/>
          <w:sz w:val="28"/>
          <w:szCs w:val="28"/>
        </w:rPr>
        <w:tab/>
      </w:r>
    </w:p>
    <w:p w:rsidR="00001679" w:rsidRDefault="00001679" w:rsidP="00DA5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1679" w:rsidRDefault="00001679" w:rsidP="00DA5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p w:rsidR="00001679" w:rsidRDefault="00001679" w:rsidP="00DA5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1679" w:rsidRDefault="00001679" w:rsidP="002005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1679" w:rsidRDefault="00001679" w:rsidP="002005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1679" w:rsidRDefault="00001679" w:rsidP="002005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1679" w:rsidRDefault="00001679" w:rsidP="002005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1679" w:rsidRDefault="00001679" w:rsidP="002005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1679" w:rsidRDefault="00001679" w:rsidP="002005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1679" w:rsidRDefault="00001679" w:rsidP="002005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1679" w:rsidRDefault="00001679" w:rsidP="002005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1679" w:rsidRDefault="00001679" w:rsidP="002005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1679" w:rsidRDefault="00001679" w:rsidP="002005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1679" w:rsidRDefault="00001679" w:rsidP="002005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01679" w:rsidSect="003634F8">
      <w:pgSz w:w="11906" w:h="16838"/>
      <w:pgMar w:top="1134" w:right="1276" w:bottom="1079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56F5"/>
    <w:rsid w:val="000001D0"/>
    <w:rsid w:val="000005C0"/>
    <w:rsid w:val="00000732"/>
    <w:rsid w:val="00000864"/>
    <w:rsid w:val="00000E12"/>
    <w:rsid w:val="00001679"/>
    <w:rsid w:val="000019E5"/>
    <w:rsid w:val="00001BDD"/>
    <w:rsid w:val="00001DBF"/>
    <w:rsid w:val="000022AE"/>
    <w:rsid w:val="0000233D"/>
    <w:rsid w:val="00002B7F"/>
    <w:rsid w:val="0000358F"/>
    <w:rsid w:val="00003A0F"/>
    <w:rsid w:val="00003BAD"/>
    <w:rsid w:val="00003BB0"/>
    <w:rsid w:val="00003DA7"/>
    <w:rsid w:val="00005211"/>
    <w:rsid w:val="00005304"/>
    <w:rsid w:val="000065D9"/>
    <w:rsid w:val="00006B27"/>
    <w:rsid w:val="00006D8B"/>
    <w:rsid w:val="00007C13"/>
    <w:rsid w:val="00007C8D"/>
    <w:rsid w:val="00010053"/>
    <w:rsid w:val="00010352"/>
    <w:rsid w:val="00010AAB"/>
    <w:rsid w:val="000137D9"/>
    <w:rsid w:val="00013A89"/>
    <w:rsid w:val="00013EAE"/>
    <w:rsid w:val="000141A8"/>
    <w:rsid w:val="00014617"/>
    <w:rsid w:val="00015720"/>
    <w:rsid w:val="000157B5"/>
    <w:rsid w:val="00015854"/>
    <w:rsid w:val="00015C56"/>
    <w:rsid w:val="00016107"/>
    <w:rsid w:val="00016F73"/>
    <w:rsid w:val="000172AF"/>
    <w:rsid w:val="000176A0"/>
    <w:rsid w:val="0001771B"/>
    <w:rsid w:val="00017B7C"/>
    <w:rsid w:val="00021D14"/>
    <w:rsid w:val="00021DF7"/>
    <w:rsid w:val="00022517"/>
    <w:rsid w:val="000225DD"/>
    <w:rsid w:val="00024006"/>
    <w:rsid w:val="0002412D"/>
    <w:rsid w:val="0002468C"/>
    <w:rsid w:val="0002474B"/>
    <w:rsid w:val="0002484B"/>
    <w:rsid w:val="00024A07"/>
    <w:rsid w:val="00024B94"/>
    <w:rsid w:val="00025609"/>
    <w:rsid w:val="00025697"/>
    <w:rsid w:val="00025BA0"/>
    <w:rsid w:val="00025E6C"/>
    <w:rsid w:val="000272CC"/>
    <w:rsid w:val="0003028E"/>
    <w:rsid w:val="00030575"/>
    <w:rsid w:val="00030F5A"/>
    <w:rsid w:val="00031275"/>
    <w:rsid w:val="00031B03"/>
    <w:rsid w:val="00031E91"/>
    <w:rsid w:val="0003249B"/>
    <w:rsid w:val="00032CB6"/>
    <w:rsid w:val="000338F7"/>
    <w:rsid w:val="00033B7F"/>
    <w:rsid w:val="0003403F"/>
    <w:rsid w:val="00034A7D"/>
    <w:rsid w:val="00034B98"/>
    <w:rsid w:val="00034C43"/>
    <w:rsid w:val="00035205"/>
    <w:rsid w:val="00035F53"/>
    <w:rsid w:val="000361B3"/>
    <w:rsid w:val="00036CF7"/>
    <w:rsid w:val="00037102"/>
    <w:rsid w:val="000420B1"/>
    <w:rsid w:val="00042C19"/>
    <w:rsid w:val="00043B6E"/>
    <w:rsid w:val="00043C22"/>
    <w:rsid w:val="00043FCF"/>
    <w:rsid w:val="0004541D"/>
    <w:rsid w:val="00046DF6"/>
    <w:rsid w:val="00047E84"/>
    <w:rsid w:val="00050543"/>
    <w:rsid w:val="000507F4"/>
    <w:rsid w:val="0005161C"/>
    <w:rsid w:val="00052086"/>
    <w:rsid w:val="00052130"/>
    <w:rsid w:val="00052BBA"/>
    <w:rsid w:val="000539F3"/>
    <w:rsid w:val="00053BB7"/>
    <w:rsid w:val="00054872"/>
    <w:rsid w:val="00055A98"/>
    <w:rsid w:val="0005601A"/>
    <w:rsid w:val="00057A95"/>
    <w:rsid w:val="00057B04"/>
    <w:rsid w:val="000607AD"/>
    <w:rsid w:val="00060F3F"/>
    <w:rsid w:val="00061982"/>
    <w:rsid w:val="00061B98"/>
    <w:rsid w:val="00061BE7"/>
    <w:rsid w:val="00062E1B"/>
    <w:rsid w:val="0006322A"/>
    <w:rsid w:val="000637B3"/>
    <w:rsid w:val="00063A16"/>
    <w:rsid w:val="00063EC8"/>
    <w:rsid w:val="000650CC"/>
    <w:rsid w:val="00065C25"/>
    <w:rsid w:val="00066355"/>
    <w:rsid w:val="000664C9"/>
    <w:rsid w:val="000668D2"/>
    <w:rsid w:val="0007095C"/>
    <w:rsid w:val="00070B23"/>
    <w:rsid w:val="00071E3A"/>
    <w:rsid w:val="000734B2"/>
    <w:rsid w:val="000735B4"/>
    <w:rsid w:val="00074E21"/>
    <w:rsid w:val="0007517A"/>
    <w:rsid w:val="00075308"/>
    <w:rsid w:val="0007591D"/>
    <w:rsid w:val="00076021"/>
    <w:rsid w:val="00076192"/>
    <w:rsid w:val="00076AEC"/>
    <w:rsid w:val="00076CAD"/>
    <w:rsid w:val="000800D6"/>
    <w:rsid w:val="000801DA"/>
    <w:rsid w:val="00080E94"/>
    <w:rsid w:val="000812E9"/>
    <w:rsid w:val="00081C98"/>
    <w:rsid w:val="00082540"/>
    <w:rsid w:val="000826BD"/>
    <w:rsid w:val="00082719"/>
    <w:rsid w:val="00082FE3"/>
    <w:rsid w:val="000830F1"/>
    <w:rsid w:val="00083214"/>
    <w:rsid w:val="00084890"/>
    <w:rsid w:val="00085F83"/>
    <w:rsid w:val="0008658F"/>
    <w:rsid w:val="000868D7"/>
    <w:rsid w:val="00087F06"/>
    <w:rsid w:val="00087F14"/>
    <w:rsid w:val="00090BC5"/>
    <w:rsid w:val="00090DB5"/>
    <w:rsid w:val="000922EB"/>
    <w:rsid w:val="00092D36"/>
    <w:rsid w:val="00093341"/>
    <w:rsid w:val="0009447E"/>
    <w:rsid w:val="00094BE0"/>
    <w:rsid w:val="00094C50"/>
    <w:rsid w:val="00095925"/>
    <w:rsid w:val="00096034"/>
    <w:rsid w:val="00096A8D"/>
    <w:rsid w:val="00096DC1"/>
    <w:rsid w:val="0009726A"/>
    <w:rsid w:val="00097C28"/>
    <w:rsid w:val="000A03F1"/>
    <w:rsid w:val="000A0490"/>
    <w:rsid w:val="000A0C2A"/>
    <w:rsid w:val="000A161F"/>
    <w:rsid w:val="000A1901"/>
    <w:rsid w:val="000A1AA1"/>
    <w:rsid w:val="000A1C07"/>
    <w:rsid w:val="000A25D2"/>
    <w:rsid w:val="000A3086"/>
    <w:rsid w:val="000A3FCA"/>
    <w:rsid w:val="000A4029"/>
    <w:rsid w:val="000A69C7"/>
    <w:rsid w:val="000A748C"/>
    <w:rsid w:val="000A74B0"/>
    <w:rsid w:val="000A74E0"/>
    <w:rsid w:val="000A7A35"/>
    <w:rsid w:val="000B1224"/>
    <w:rsid w:val="000B1689"/>
    <w:rsid w:val="000B1C85"/>
    <w:rsid w:val="000B1D54"/>
    <w:rsid w:val="000B314E"/>
    <w:rsid w:val="000B3913"/>
    <w:rsid w:val="000B3CC4"/>
    <w:rsid w:val="000B4B37"/>
    <w:rsid w:val="000B4F36"/>
    <w:rsid w:val="000B5059"/>
    <w:rsid w:val="000B5193"/>
    <w:rsid w:val="000B52A4"/>
    <w:rsid w:val="000B52BC"/>
    <w:rsid w:val="000B5624"/>
    <w:rsid w:val="000B579B"/>
    <w:rsid w:val="000B6A13"/>
    <w:rsid w:val="000C153D"/>
    <w:rsid w:val="000C1639"/>
    <w:rsid w:val="000C2DAD"/>
    <w:rsid w:val="000C3357"/>
    <w:rsid w:val="000C3399"/>
    <w:rsid w:val="000C4EFC"/>
    <w:rsid w:val="000C5FE4"/>
    <w:rsid w:val="000C61AF"/>
    <w:rsid w:val="000C71CB"/>
    <w:rsid w:val="000C7BAF"/>
    <w:rsid w:val="000C7E22"/>
    <w:rsid w:val="000D04C8"/>
    <w:rsid w:val="000D04EF"/>
    <w:rsid w:val="000D109B"/>
    <w:rsid w:val="000D2312"/>
    <w:rsid w:val="000D2FC6"/>
    <w:rsid w:val="000D38DD"/>
    <w:rsid w:val="000D3BA0"/>
    <w:rsid w:val="000D4AD6"/>
    <w:rsid w:val="000D4F45"/>
    <w:rsid w:val="000D5426"/>
    <w:rsid w:val="000D5B76"/>
    <w:rsid w:val="000D5D9F"/>
    <w:rsid w:val="000D600C"/>
    <w:rsid w:val="000D7664"/>
    <w:rsid w:val="000D76AB"/>
    <w:rsid w:val="000E0A79"/>
    <w:rsid w:val="000E1223"/>
    <w:rsid w:val="000E1230"/>
    <w:rsid w:val="000E261E"/>
    <w:rsid w:val="000E2B3C"/>
    <w:rsid w:val="000E36E3"/>
    <w:rsid w:val="000E3E11"/>
    <w:rsid w:val="000E435E"/>
    <w:rsid w:val="000E490F"/>
    <w:rsid w:val="000E4CF4"/>
    <w:rsid w:val="000E4FBB"/>
    <w:rsid w:val="000E548E"/>
    <w:rsid w:val="000E5F47"/>
    <w:rsid w:val="000E692B"/>
    <w:rsid w:val="000E6DFC"/>
    <w:rsid w:val="000E73C1"/>
    <w:rsid w:val="000E760F"/>
    <w:rsid w:val="000F0609"/>
    <w:rsid w:val="000F0A30"/>
    <w:rsid w:val="000F17F1"/>
    <w:rsid w:val="000F21BC"/>
    <w:rsid w:val="000F2AB1"/>
    <w:rsid w:val="000F2BE5"/>
    <w:rsid w:val="000F34BF"/>
    <w:rsid w:val="000F3741"/>
    <w:rsid w:val="000F5139"/>
    <w:rsid w:val="000F5235"/>
    <w:rsid w:val="000F56C9"/>
    <w:rsid w:val="000F57E0"/>
    <w:rsid w:val="000F6949"/>
    <w:rsid w:val="000F7DFA"/>
    <w:rsid w:val="0010000B"/>
    <w:rsid w:val="0010150C"/>
    <w:rsid w:val="00101EC5"/>
    <w:rsid w:val="00102A51"/>
    <w:rsid w:val="00102AA8"/>
    <w:rsid w:val="0010334D"/>
    <w:rsid w:val="001038F6"/>
    <w:rsid w:val="00103B92"/>
    <w:rsid w:val="001040C1"/>
    <w:rsid w:val="00104261"/>
    <w:rsid w:val="00104851"/>
    <w:rsid w:val="00104B73"/>
    <w:rsid w:val="00104D85"/>
    <w:rsid w:val="0010550B"/>
    <w:rsid w:val="0010572C"/>
    <w:rsid w:val="0010595D"/>
    <w:rsid w:val="00105BFB"/>
    <w:rsid w:val="00107760"/>
    <w:rsid w:val="0011058D"/>
    <w:rsid w:val="0011070D"/>
    <w:rsid w:val="001111E4"/>
    <w:rsid w:val="00111A40"/>
    <w:rsid w:val="00111FBA"/>
    <w:rsid w:val="00112322"/>
    <w:rsid w:val="0011343A"/>
    <w:rsid w:val="00113901"/>
    <w:rsid w:val="00113D64"/>
    <w:rsid w:val="001145DB"/>
    <w:rsid w:val="00115564"/>
    <w:rsid w:val="001158F9"/>
    <w:rsid w:val="00115F99"/>
    <w:rsid w:val="00116214"/>
    <w:rsid w:val="0011677E"/>
    <w:rsid w:val="00117311"/>
    <w:rsid w:val="0011735A"/>
    <w:rsid w:val="001173DF"/>
    <w:rsid w:val="00117746"/>
    <w:rsid w:val="001177ED"/>
    <w:rsid w:val="00120398"/>
    <w:rsid w:val="00121587"/>
    <w:rsid w:val="0012244F"/>
    <w:rsid w:val="00122DC4"/>
    <w:rsid w:val="00122F2A"/>
    <w:rsid w:val="0012360D"/>
    <w:rsid w:val="00124254"/>
    <w:rsid w:val="00124255"/>
    <w:rsid w:val="00124322"/>
    <w:rsid w:val="00124994"/>
    <w:rsid w:val="001267B8"/>
    <w:rsid w:val="00126D3F"/>
    <w:rsid w:val="00127172"/>
    <w:rsid w:val="0012740E"/>
    <w:rsid w:val="00127771"/>
    <w:rsid w:val="00127919"/>
    <w:rsid w:val="00127933"/>
    <w:rsid w:val="00127F29"/>
    <w:rsid w:val="00130E1A"/>
    <w:rsid w:val="00131A56"/>
    <w:rsid w:val="00131AEC"/>
    <w:rsid w:val="00132298"/>
    <w:rsid w:val="0013280D"/>
    <w:rsid w:val="00132F1A"/>
    <w:rsid w:val="0013322C"/>
    <w:rsid w:val="001332D0"/>
    <w:rsid w:val="00133499"/>
    <w:rsid w:val="001334C4"/>
    <w:rsid w:val="00133EDC"/>
    <w:rsid w:val="00134F8D"/>
    <w:rsid w:val="00135123"/>
    <w:rsid w:val="00135575"/>
    <w:rsid w:val="00135BED"/>
    <w:rsid w:val="00135C4E"/>
    <w:rsid w:val="00135E13"/>
    <w:rsid w:val="001363ED"/>
    <w:rsid w:val="00136504"/>
    <w:rsid w:val="00136AEA"/>
    <w:rsid w:val="00137B0E"/>
    <w:rsid w:val="00137C98"/>
    <w:rsid w:val="0014018A"/>
    <w:rsid w:val="0014036A"/>
    <w:rsid w:val="00140747"/>
    <w:rsid w:val="0014087E"/>
    <w:rsid w:val="00140F9B"/>
    <w:rsid w:val="00142FC7"/>
    <w:rsid w:val="001432A2"/>
    <w:rsid w:val="0014364D"/>
    <w:rsid w:val="001438B1"/>
    <w:rsid w:val="00145126"/>
    <w:rsid w:val="001452CD"/>
    <w:rsid w:val="001465B6"/>
    <w:rsid w:val="0014667D"/>
    <w:rsid w:val="001472C8"/>
    <w:rsid w:val="001474A0"/>
    <w:rsid w:val="00150771"/>
    <w:rsid w:val="00150C0B"/>
    <w:rsid w:val="00151AF5"/>
    <w:rsid w:val="001528B4"/>
    <w:rsid w:val="00154394"/>
    <w:rsid w:val="001545B0"/>
    <w:rsid w:val="001553A8"/>
    <w:rsid w:val="001555A4"/>
    <w:rsid w:val="00155BC1"/>
    <w:rsid w:val="00156010"/>
    <w:rsid w:val="001560EC"/>
    <w:rsid w:val="001574AE"/>
    <w:rsid w:val="00160E97"/>
    <w:rsid w:val="00160EA1"/>
    <w:rsid w:val="0016118D"/>
    <w:rsid w:val="0016256A"/>
    <w:rsid w:val="00163369"/>
    <w:rsid w:val="0016456E"/>
    <w:rsid w:val="00164716"/>
    <w:rsid w:val="00164877"/>
    <w:rsid w:val="001648A5"/>
    <w:rsid w:val="00164952"/>
    <w:rsid w:val="00164BEB"/>
    <w:rsid w:val="00165551"/>
    <w:rsid w:val="00166C1E"/>
    <w:rsid w:val="00166DC6"/>
    <w:rsid w:val="001706C9"/>
    <w:rsid w:val="00170993"/>
    <w:rsid w:val="00170E58"/>
    <w:rsid w:val="0017190D"/>
    <w:rsid w:val="0017222E"/>
    <w:rsid w:val="0017278E"/>
    <w:rsid w:val="00173367"/>
    <w:rsid w:val="00173AB2"/>
    <w:rsid w:val="001740DF"/>
    <w:rsid w:val="00174F24"/>
    <w:rsid w:val="00175995"/>
    <w:rsid w:val="00175D63"/>
    <w:rsid w:val="00175F91"/>
    <w:rsid w:val="00176227"/>
    <w:rsid w:val="00176DE3"/>
    <w:rsid w:val="0017702B"/>
    <w:rsid w:val="0017775B"/>
    <w:rsid w:val="001779B5"/>
    <w:rsid w:val="00177A8D"/>
    <w:rsid w:val="00177D57"/>
    <w:rsid w:val="00180260"/>
    <w:rsid w:val="0018097D"/>
    <w:rsid w:val="00180DF4"/>
    <w:rsid w:val="001844CA"/>
    <w:rsid w:val="00185925"/>
    <w:rsid w:val="00185F8F"/>
    <w:rsid w:val="00186B1F"/>
    <w:rsid w:val="0018764E"/>
    <w:rsid w:val="001876BD"/>
    <w:rsid w:val="00187D86"/>
    <w:rsid w:val="001900A0"/>
    <w:rsid w:val="001901BE"/>
    <w:rsid w:val="0019051E"/>
    <w:rsid w:val="00190924"/>
    <w:rsid w:val="0019155D"/>
    <w:rsid w:val="00191821"/>
    <w:rsid w:val="00191A11"/>
    <w:rsid w:val="00191C43"/>
    <w:rsid w:val="00192DC3"/>
    <w:rsid w:val="00192E37"/>
    <w:rsid w:val="00193173"/>
    <w:rsid w:val="0019319B"/>
    <w:rsid w:val="001948DB"/>
    <w:rsid w:val="00195D95"/>
    <w:rsid w:val="0019655B"/>
    <w:rsid w:val="00196AF2"/>
    <w:rsid w:val="00196B5A"/>
    <w:rsid w:val="00196ECF"/>
    <w:rsid w:val="001976CA"/>
    <w:rsid w:val="001976D9"/>
    <w:rsid w:val="00197B29"/>
    <w:rsid w:val="00197BF9"/>
    <w:rsid w:val="001A01C2"/>
    <w:rsid w:val="001A10B8"/>
    <w:rsid w:val="001A136E"/>
    <w:rsid w:val="001A213F"/>
    <w:rsid w:val="001A2E5A"/>
    <w:rsid w:val="001A30EB"/>
    <w:rsid w:val="001A57C4"/>
    <w:rsid w:val="001A58FA"/>
    <w:rsid w:val="001A5B12"/>
    <w:rsid w:val="001A5CEC"/>
    <w:rsid w:val="001A6490"/>
    <w:rsid w:val="001A6741"/>
    <w:rsid w:val="001A693A"/>
    <w:rsid w:val="001A6A2B"/>
    <w:rsid w:val="001B0297"/>
    <w:rsid w:val="001B222E"/>
    <w:rsid w:val="001B23CF"/>
    <w:rsid w:val="001B42F1"/>
    <w:rsid w:val="001B45CD"/>
    <w:rsid w:val="001B591E"/>
    <w:rsid w:val="001B592B"/>
    <w:rsid w:val="001B6806"/>
    <w:rsid w:val="001B69C9"/>
    <w:rsid w:val="001B6D72"/>
    <w:rsid w:val="001B7308"/>
    <w:rsid w:val="001B7A7E"/>
    <w:rsid w:val="001C06AD"/>
    <w:rsid w:val="001C38B1"/>
    <w:rsid w:val="001C3CD9"/>
    <w:rsid w:val="001C3DBF"/>
    <w:rsid w:val="001C46B0"/>
    <w:rsid w:val="001C4C3F"/>
    <w:rsid w:val="001C4FCB"/>
    <w:rsid w:val="001C52E4"/>
    <w:rsid w:val="001C53AF"/>
    <w:rsid w:val="001C5A08"/>
    <w:rsid w:val="001C6A4D"/>
    <w:rsid w:val="001C7721"/>
    <w:rsid w:val="001C7F82"/>
    <w:rsid w:val="001D01CE"/>
    <w:rsid w:val="001D0396"/>
    <w:rsid w:val="001D05C8"/>
    <w:rsid w:val="001D1615"/>
    <w:rsid w:val="001D165F"/>
    <w:rsid w:val="001D16E0"/>
    <w:rsid w:val="001D193A"/>
    <w:rsid w:val="001D1AA3"/>
    <w:rsid w:val="001D23B6"/>
    <w:rsid w:val="001D3C60"/>
    <w:rsid w:val="001D4033"/>
    <w:rsid w:val="001D4487"/>
    <w:rsid w:val="001D457E"/>
    <w:rsid w:val="001D4A3A"/>
    <w:rsid w:val="001D5582"/>
    <w:rsid w:val="001D5BBC"/>
    <w:rsid w:val="001D5F11"/>
    <w:rsid w:val="001D6C78"/>
    <w:rsid w:val="001D6EA9"/>
    <w:rsid w:val="001D765A"/>
    <w:rsid w:val="001D7E7B"/>
    <w:rsid w:val="001E1C29"/>
    <w:rsid w:val="001E2A5F"/>
    <w:rsid w:val="001E2B34"/>
    <w:rsid w:val="001E2E68"/>
    <w:rsid w:val="001E371B"/>
    <w:rsid w:val="001E3BD8"/>
    <w:rsid w:val="001E400F"/>
    <w:rsid w:val="001E402B"/>
    <w:rsid w:val="001E40F6"/>
    <w:rsid w:val="001E46E7"/>
    <w:rsid w:val="001E4D57"/>
    <w:rsid w:val="001E5054"/>
    <w:rsid w:val="001E5A5B"/>
    <w:rsid w:val="001E61FF"/>
    <w:rsid w:val="001E64CB"/>
    <w:rsid w:val="001E7513"/>
    <w:rsid w:val="001E78D4"/>
    <w:rsid w:val="001F00D4"/>
    <w:rsid w:val="001F0977"/>
    <w:rsid w:val="001F11EC"/>
    <w:rsid w:val="001F1C3D"/>
    <w:rsid w:val="001F1D6D"/>
    <w:rsid w:val="001F29AB"/>
    <w:rsid w:val="001F3058"/>
    <w:rsid w:val="001F319F"/>
    <w:rsid w:val="001F3BB3"/>
    <w:rsid w:val="001F4269"/>
    <w:rsid w:val="001F4C8B"/>
    <w:rsid w:val="001F5378"/>
    <w:rsid w:val="001F67AC"/>
    <w:rsid w:val="001F6814"/>
    <w:rsid w:val="001F6D69"/>
    <w:rsid w:val="001F737A"/>
    <w:rsid w:val="0020036F"/>
    <w:rsid w:val="00200501"/>
    <w:rsid w:val="00200B4E"/>
    <w:rsid w:val="00201461"/>
    <w:rsid w:val="002022D0"/>
    <w:rsid w:val="00202736"/>
    <w:rsid w:val="00202744"/>
    <w:rsid w:val="00202F87"/>
    <w:rsid w:val="0020305F"/>
    <w:rsid w:val="00203F34"/>
    <w:rsid w:val="00204B7C"/>
    <w:rsid w:val="00205039"/>
    <w:rsid w:val="00205DE5"/>
    <w:rsid w:val="00206307"/>
    <w:rsid w:val="00206352"/>
    <w:rsid w:val="00206A39"/>
    <w:rsid w:val="0020767C"/>
    <w:rsid w:val="00207D90"/>
    <w:rsid w:val="00210405"/>
    <w:rsid w:val="00210411"/>
    <w:rsid w:val="00210B6F"/>
    <w:rsid w:val="00210C50"/>
    <w:rsid w:val="00210FE4"/>
    <w:rsid w:val="00211584"/>
    <w:rsid w:val="002119BC"/>
    <w:rsid w:val="00212217"/>
    <w:rsid w:val="002132B6"/>
    <w:rsid w:val="002133AF"/>
    <w:rsid w:val="002138FC"/>
    <w:rsid w:val="00213A14"/>
    <w:rsid w:val="002143E7"/>
    <w:rsid w:val="0021449D"/>
    <w:rsid w:val="002153B8"/>
    <w:rsid w:val="00215B41"/>
    <w:rsid w:val="00215E3D"/>
    <w:rsid w:val="00216330"/>
    <w:rsid w:val="0021636B"/>
    <w:rsid w:val="002163C3"/>
    <w:rsid w:val="00216AF0"/>
    <w:rsid w:val="00216BBC"/>
    <w:rsid w:val="00216C7E"/>
    <w:rsid w:val="00216D7A"/>
    <w:rsid w:val="002173AC"/>
    <w:rsid w:val="002176C9"/>
    <w:rsid w:val="00221403"/>
    <w:rsid w:val="00222170"/>
    <w:rsid w:val="002227D9"/>
    <w:rsid w:val="00222A59"/>
    <w:rsid w:val="00222B13"/>
    <w:rsid w:val="0022396B"/>
    <w:rsid w:val="00224A4C"/>
    <w:rsid w:val="00225D54"/>
    <w:rsid w:val="00225E56"/>
    <w:rsid w:val="002269C4"/>
    <w:rsid w:val="002272FB"/>
    <w:rsid w:val="002300DC"/>
    <w:rsid w:val="0023112E"/>
    <w:rsid w:val="002315FE"/>
    <w:rsid w:val="00231B61"/>
    <w:rsid w:val="00232069"/>
    <w:rsid w:val="002320B4"/>
    <w:rsid w:val="0023277E"/>
    <w:rsid w:val="002327B8"/>
    <w:rsid w:val="00232A05"/>
    <w:rsid w:val="00233046"/>
    <w:rsid w:val="00233391"/>
    <w:rsid w:val="00233BA5"/>
    <w:rsid w:val="00234093"/>
    <w:rsid w:val="0023414E"/>
    <w:rsid w:val="002343DF"/>
    <w:rsid w:val="002359F5"/>
    <w:rsid w:val="00235CAB"/>
    <w:rsid w:val="00235DF7"/>
    <w:rsid w:val="00235E68"/>
    <w:rsid w:val="002363B5"/>
    <w:rsid w:val="0023760E"/>
    <w:rsid w:val="002377F2"/>
    <w:rsid w:val="00237D78"/>
    <w:rsid w:val="00237DA1"/>
    <w:rsid w:val="00240049"/>
    <w:rsid w:val="00241A46"/>
    <w:rsid w:val="0024217B"/>
    <w:rsid w:val="00242A50"/>
    <w:rsid w:val="00242B88"/>
    <w:rsid w:val="00242C1D"/>
    <w:rsid w:val="0024319B"/>
    <w:rsid w:val="00243879"/>
    <w:rsid w:val="002439DB"/>
    <w:rsid w:val="00243D3B"/>
    <w:rsid w:val="0024447A"/>
    <w:rsid w:val="0024451A"/>
    <w:rsid w:val="00244DF9"/>
    <w:rsid w:val="00245794"/>
    <w:rsid w:val="00245ACF"/>
    <w:rsid w:val="00245C39"/>
    <w:rsid w:val="0024679D"/>
    <w:rsid w:val="00246EBE"/>
    <w:rsid w:val="00247A7D"/>
    <w:rsid w:val="00247B4E"/>
    <w:rsid w:val="002500E9"/>
    <w:rsid w:val="0025030F"/>
    <w:rsid w:val="00250B90"/>
    <w:rsid w:val="002513FC"/>
    <w:rsid w:val="00251C73"/>
    <w:rsid w:val="002524F4"/>
    <w:rsid w:val="00253255"/>
    <w:rsid w:val="00253AE9"/>
    <w:rsid w:val="00253B4A"/>
    <w:rsid w:val="00254501"/>
    <w:rsid w:val="00254BCD"/>
    <w:rsid w:val="00255101"/>
    <w:rsid w:val="00255980"/>
    <w:rsid w:val="00256375"/>
    <w:rsid w:val="002564A2"/>
    <w:rsid w:val="0025655D"/>
    <w:rsid w:val="002567F9"/>
    <w:rsid w:val="002602A4"/>
    <w:rsid w:val="00260FB2"/>
    <w:rsid w:val="00261953"/>
    <w:rsid w:val="0026256A"/>
    <w:rsid w:val="002626BE"/>
    <w:rsid w:val="00262CC9"/>
    <w:rsid w:val="00263646"/>
    <w:rsid w:val="0026382E"/>
    <w:rsid w:val="0026391B"/>
    <w:rsid w:val="00263E74"/>
    <w:rsid w:val="0026411B"/>
    <w:rsid w:val="00264168"/>
    <w:rsid w:val="00265949"/>
    <w:rsid w:val="00265A53"/>
    <w:rsid w:val="00266272"/>
    <w:rsid w:val="0026631C"/>
    <w:rsid w:val="002664FF"/>
    <w:rsid w:val="002669A7"/>
    <w:rsid w:val="00266E56"/>
    <w:rsid w:val="002674B0"/>
    <w:rsid w:val="00267827"/>
    <w:rsid w:val="00270DB4"/>
    <w:rsid w:val="00271018"/>
    <w:rsid w:val="002712ED"/>
    <w:rsid w:val="002720D7"/>
    <w:rsid w:val="00272333"/>
    <w:rsid w:val="00272449"/>
    <w:rsid w:val="002732C2"/>
    <w:rsid w:val="002738BF"/>
    <w:rsid w:val="0027462B"/>
    <w:rsid w:val="00275070"/>
    <w:rsid w:val="00275273"/>
    <w:rsid w:val="002757D7"/>
    <w:rsid w:val="00275C7F"/>
    <w:rsid w:val="002764A7"/>
    <w:rsid w:val="00277760"/>
    <w:rsid w:val="0028004C"/>
    <w:rsid w:val="00280288"/>
    <w:rsid w:val="00281768"/>
    <w:rsid w:val="00281B57"/>
    <w:rsid w:val="00281F1D"/>
    <w:rsid w:val="0028201B"/>
    <w:rsid w:val="0028291E"/>
    <w:rsid w:val="002832E1"/>
    <w:rsid w:val="00283A37"/>
    <w:rsid w:val="002848E7"/>
    <w:rsid w:val="0028495A"/>
    <w:rsid w:val="002857EE"/>
    <w:rsid w:val="00285DD0"/>
    <w:rsid w:val="00285E4A"/>
    <w:rsid w:val="00286466"/>
    <w:rsid w:val="0028754F"/>
    <w:rsid w:val="00290719"/>
    <w:rsid w:val="00290C42"/>
    <w:rsid w:val="00291F5E"/>
    <w:rsid w:val="0029252E"/>
    <w:rsid w:val="0029358D"/>
    <w:rsid w:val="002936FE"/>
    <w:rsid w:val="00293981"/>
    <w:rsid w:val="00293DD6"/>
    <w:rsid w:val="00294C72"/>
    <w:rsid w:val="002950FB"/>
    <w:rsid w:val="00296627"/>
    <w:rsid w:val="00297025"/>
    <w:rsid w:val="002A1AD1"/>
    <w:rsid w:val="002A1CE0"/>
    <w:rsid w:val="002A1D5C"/>
    <w:rsid w:val="002A2122"/>
    <w:rsid w:val="002A2CDA"/>
    <w:rsid w:val="002A3BA2"/>
    <w:rsid w:val="002A4127"/>
    <w:rsid w:val="002A533C"/>
    <w:rsid w:val="002A555B"/>
    <w:rsid w:val="002A5D07"/>
    <w:rsid w:val="002A5F06"/>
    <w:rsid w:val="002A6952"/>
    <w:rsid w:val="002A6D59"/>
    <w:rsid w:val="002B06FC"/>
    <w:rsid w:val="002B185E"/>
    <w:rsid w:val="002B28F6"/>
    <w:rsid w:val="002B3315"/>
    <w:rsid w:val="002B358A"/>
    <w:rsid w:val="002B393F"/>
    <w:rsid w:val="002B49DF"/>
    <w:rsid w:val="002B54EE"/>
    <w:rsid w:val="002B5D00"/>
    <w:rsid w:val="002B5F85"/>
    <w:rsid w:val="002B7645"/>
    <w:rsid w:val="002B7AD9"/>
    <w:rsid w:val="002C0A3A"/>
    <w:rsid w:val="002C20F5"/>
    <w:rsid w:val="002C24EE"/>
    <w:rsid w:val="002C29CE"/>
    <w:rsid w:val="002C319A"/>
    <w:rsid w:val="002C33A4"/>
    <w:rsid w:val="002C371F"/>
    <w:rsid w:val="002C42A0"/>
    <w:rsid w:val="002C4EE6"/>
    <w:rsid w:val="002C5020"/>
    <w:rsid w:val="002C54E8"/>
    <w:rsid w:val="002C5E1E"/>
    <w:rsid w:val="002C5F70"/>
    <w:rsid w:val="002C6326"/>
    <w:rsid w:val="002D0248"/>
    <w:rsid w:val="002D08EB"/>
    <w:rsid w:val="002D0A08"/>
    <w:rsid w:val="002D0B1B"/>
    <w:rsid w:val="002D0B1F"/>
    <w:rsid w:val="002D16B7"/>
    <w:rsid w:val="002D25D3"/>
    <w:rsid w:val="002D25E2"/>
    <w:rsid w:val="002D2CCE"/>
    <w:rsid w:val="002D3B91"/>
    <w:rsid w:val="002D51EC"/>
    <w:rsid w:val="002D5267"/>
    <w:rsid w:val="002D52D3"/>
    <w:rsid w:val="002D55E0"/>
    <w:rsid w:val="002D79F6"/>
    <w:rsid w:val="002E06DE"/>
    <w:rsid w:val="002E0708"/>
    <w:rsid w:val="002E12F7"/>
    <w:rsid w:val="002E1A42"/>
    <w:rsid w:val="002E1CA3"/>
    <w:rsid w:val="002E201A"/>
    <w:rsid w:val="002E29B9"/>
    <w:rsid w:val="002E3E16"/>
    <w:rsid w:val="002E412A"/>
    <w:rsid w:val="002E4712"/>
    <w:rsid w:val="002E488C"/>
    <w:rsid w:val="002E53C0"/>
    <w:rsid w:val="002E595F"/>
    <w:rsid w:val="002E597A"/>
    <w:rsid w:val="002E6C65"/>
    <w:rsid w:val="002E7D63"/>
    <w:rsid w:val="002F00A0"/>
    <w:rsid w:val="002F0759"/>
    <w:rsid w:val="002F1112"/>
    <w:rsid w:val="002F1B6E"/>
    <w:rsid w:val="002F2262"/>
    <w:rsid w:val="002F2657"/>
    <w:rsid w:val="002F31B3"/>
    <w:rsid w:val="002F3FF4"/>
    <w:rsid w:val="002F417F"/>
    <w:rsid w:val="002F4501"/>
    <w:rsid w:val="002F4632"/>
    <w:rsid w:val="002F49D9"/>
    <w:rsid w:val="002F5F19"/>
    <w:rsid w:val="002F6CED"/>
    <w:rsid w:val="002F6E36"/>
    <w:rsid w:val="00300160"/>
    <w:rsid w:val="00300DD5"/>
    <w:rsid w:val="00300E09"/>
    <w:rsid w:val="00301257"/>
    <w:rsid w:val="00301A8D"/>
    <w:rsid w:val="00302310"/>
    <w:rsid w:val="0030241D"/>
    <w:rsid w:val="00303747"/>
    <w:rsid w:val="00303A1E"/>
    <w:rsid w:val="00303E7C"/>
    <w:rsid w:val="00304E7C"/>
    <w:rsid w:val="003058BE"/>
    <w:rsid w:val="003058ED"/>
    <w:rsid w:val="00305CF4"/>
    <w:rsid w:val="003061FF"/>
    <w:rsid w:val="003067C0"/>
    <w:rsid w:val="003068AE"/>
    <w:rsid w:val="00306B6B"/>
    <w:rsid w:val="00307B8D"/>
    <w:rsid w:val="003103FF"/>
    <w:rsid w:val="00310411"/>
    <w:rsid w:val="00310650"/>
    <w:rsid w:val="00310965"/>
    <w:rsid w:val="00310B5E"/>
    <w:rsid w:val="003116DD"/>
    <w:rsid w:val="00312619"/>
    <w:rsid w:val="00312BD3"/>
    <w:rsid w:val="0031385E"/>
    <w:rsid w:val="00314292"/>
    <w:rsid w:val="00314BE2"/>
    <w:rsid w:val="003160A4"/>
    <w:rsid w:val="00316497"/>
    <w:rsid w:val="00316B48"/>
    <w:rsid w:val="003177F3"/>
    <w:rsid w:val="00317819"/>
    <w:rsid w:val="00317A4B"/>
    <w:rsid w:val="00317C25"/>
    <w:rsid w:val="00321547"/>
    <w:rsid w:val="00321622"/>
    <w:rsid w:val="003225B0"/>
    <w:rsid w:val="00322E16"/>
    <w:rsid w:val="003231C7"/>
    <w:rsid w:val="003237C8"/>
    <w:rsid w:val="0032414D"/>
    <w:rsid w:val="00324A7D"/>
    <w:rsid w:val="00324A85"/>
    <w:rsid w:val="00324A91"/>
    <w:rsid w:val="0032552E"/>
    <w:rsid w:val="00326AA0"/>
    <w:rsid w:val="00326B50"/>
    <w:rsid w:val="00327027"/>
    <w:rsid w:val="003276B2"/>
    <w:rsid w:val="00327BEE"/>
    <w:rsid w:val="00327DBC"/>
    <w:rsid w:val="003305B1"/>
    <w:rsid w:val="00330653"/>
    <w:rsid w:val="00330797"/>
    <w:rsid w:val="00330825"/>
    <w:rsid w:val="0033119E"/>
    <w:rsid w:val="00331A9C"/>
    <w:rsid w:val="00331ED7"/>
    <w:rsid w:val="00332681"/>
    <w:rsid w:val="00333308"/>
    <w:rsid w:val="00333B59"/>
    <w:rsid w:val="00333C41"/>
    <w:rsid w:val="00334FDE"/>
    <w:rsid w:val="003355C4"/>
    <w:rsid w:val="00335688"/>
    <w:rsid w:val="00335AB4"/>
    <w:rsid w:val="003366F7"/>
    <w:rsid w:val="00336AAF"/>
    <w:rsid w:val="0033708E"/>
    <w:rsid w:val="00337189"/>
    <w:rsid w:val="0033719F"/>
    <w:rsid w:val="003372AE"/>
    <w:rsid w:val="00337498"/>
    <w:rsid w:val="00337673"/>
    <w:rsid w:val="0033768F"/>
    <w:rsid w:val="00337F73"/>
    <w:rsid w:val="0034011D"/>
    <w:rsid w:val="00340EFC"/>
    <w:rsid w:val="0034125A"/>
    <w:rsid w:val="00341AFE"/>
    <w:rsid w:val="003427E9"/>
    <w:rsid w:val="00343A5D"/>
    <w:rsid w:val="003444C9"/>
    <w:rsid w:val="003448A7"/>
    <w:rsid w:val="00345738"/>
    <w:rsid w:val="00345D0E"/>
    <w:rsid w:val="00350399"/>
    <w:rsid w:val="00350E2F"/>
    <w:rsid w:val="0035157A"/>
    <w:rsid w:val="00351BE7"/>
    <w:rsid w:val="00351F0D"/>
    <w:rsid w:val="0035310B"/>
    <w:rsid w:val="00353250"/>
    <w:rsid w:val="003537B4"/>
    <w:rsid w:val="00353EB9"/>
    <w:rsid w:val="003540B5"/>
    <w:rsid w:val="003553A4"/>
    <w:rsid w:val="003555D1"/>
    <w:rsid w:val="003557DD"/>
    <w:rsid w:val="00357049"/>
    <w:rsid w:val="0035726A"/>
    <w:rsid w:val="003574C9"/>
    <w:rsid w:val="003575B0"/>
    <w:rsid w:val="00357A6D"/>
    <w:rsid w:val="0036003B"/>
    <w:rsid w:val="00360741"/>
    <w:rsid w:val="00361139"/>
    <w:rsid w:val="00361443"/>
    <w:rsid w:val="00361519"/>
    <w:rsid w:val="003634F8"/>
    <w:rsid w:val="003636FC"/>
    <w:rsid w:val="00364D37"/>
    <w:rsid w:val="00364F74"/>
    <w:rsid w:val="00365751"/>
    <w:rsid w:val="0036647C"/>
    <w:rsid w:val="00366E8C"/>
    <w:rsid w:val="00366F84"/>
    <w:rsid w:val="003672C1"/>
    <w:rsid w:val="0036766D"/>
    <w:rsid w:val="00370927"/>
    <w:rsid w:val="00370FCD"/>
    <w:rsid w:val="003726F7"/>
    <w:rsid w:val="00372D3E"/>
    <w:rsid w:val="00374848"/>
    <w:rsid w:val="00374E4B"/>
    <w:rsid w:val="0037538F"/>
    <w:rsid w:val="00375511"/>
    <w:rsid w:val="00375AE3"/>
    <w:rsid w:val="0037686D"/>
    <w:rsid w:val="0037793C"/>
    <w:rsid w:val="00377FE9"/>
    <w:rsid w:val="003803A1"/>
    <w:rsid w:val="0038079B"/>
    <w:rsid w:val="0038141C"/>
    <w:rsid w:val="003824C7"/>
    <w:rsid w:val="00382D0D"/>
    <w:rsid w:val="0038327A"/>
    <w:rsid w:val="00383584"/>
    <w:rsid w:val="00383E2F"/>
    <w:rsid w:val="00384B69"/>
    <w:rsid w:val="003850D7"/>
    <w:rsid w:val="003853AF"/>
    <w:rsid w:val="00386AF4"/>
    <w:rsid w:val="003871B9"/>
    <w:rsid w:val="003916CC"/>
    <w:rsid w:val="00391DE8"/>
    <w:rsid w:val="00392C24"/>
    <w:rsid w:val="00393604"/>
    <w:rsid w:val="003937B7"/>
    <w:rsid w:val="00393A22"/>
    <w:rsid w:val="00393BBF"/>
    <w:rsid w:val="00393DE2"/>
    <w:rsid w:val="00394179"/>
    <w:rsid w:val="003941ED"/>
    <w:rsid w:val="0039487D"/>
    <w:rsid w:val="003948E7"/>
    <w:rsid w:val="003953A5"/>
    <w:rsid w:val="00395541"/>
    <w:rsid w:val="00395789"/>
    <w:rsid w:val="003957F7"/>
    <w:rsid w:val="00395B21"/>
    <w:rsid w:val="00395EAC"/>
    <w:rsid w:val="003962C0"/>
    <w:rsid w:val="0039670C"/>
    <w:rsid w:val="00396B0B"/>
    <w:rsid w:val="00396F66"/>
    <w:rsid w:val="0039797E"/>
    <w:rsid w:val="00397E02"/>
    <w:rsid w:val="003A0911"/>
    <w:rsid w:val="003A0E4F"/>
    <w:rsid w:val="003A1214"/>
    <w:rsid w:val="003A18FE"/>
    <w:rsid w:val="003A2794"/>
    <w:rsid w:val="003A29B3"/>
    <w:rsid w:val="003A2A57"/>
    <w:rsid w:val="003A2C64"/>
    <w:rsid w:val="003A2FEE"/>
    <w:rsid w:val="003A335D"/>
    <w:rsid w:val="003A37E9"/>
    <w:rsid w:val="003A42C8"/>
    <w:rsid w:val="003A48C8"/>
    <w:rsid w:val="003A499B"/>
    <w:rsid w:val="003A5351"/>
    <w:rsid w:val="003A5704"/>
    <w:rsid w:val="003A58B1"/>
    <w:rsid w:val="003A5BEB"/>
    <w:rsid w:val="003A6B37"/>
    <w:rsid w:val="003A7669"/>
    <w:rsid w:val="003A7BD5"/>
    <w:rsid w:val="003B21B1"/>
    <w:rsid w:val="003B23ED"/>
    <w:rsid w:val="003B2538"/>
    <w:rsid w:val="003B25DB"/>
    <w:rsid w:val="003B2617"/>
    <w:rsid w:val="003B2744"/>
    <w:rsid w:val="003B392D"/>
    <w:rsid w:val="003B3AD0"/>
    <w:rsid w:val="003B58B4"/>
    <w:rsid w:val="003B5BD7"/>
    <w:rsid w:val="003B5D3C"/>
    <w:rsid w:val="003B633F"/>
    <w:rsid w:val="003B7043"/>
    <w:rsid w:val="003B74D0"/>
    <w:rsid w:val="003C0798"/>
    <w:rsid w:val="003C14D6"/>
    <w:rsid w:val="003C205A"/>
    <w:rsid w:val="003C27C8"/>
    <w:rsid w:val="003C2CAD"/>
    <w:rsid w:val="003C311C"/>
    <w:rsid w:val="003C3350"/>
    <w:rsid w:val="003C37CD"/>
    <w:rsid w:val="003C3C65"/>
    <w:rsid w:val="003C4303"/>
    <w:rsid w:val="003C4729"/>
    <w:rsid w:val="003C6044"/>
    <w:rsid w:val="003C6562"/>
    <w:rsid w:val="003C6C55"/>
    <w:rsid w:val="003C715F"/>
    <w:rsid w:val="003C737B"/>
    <w:rsid w:val="003C7559"/>
    <w:rsid w:val="003D0240"/>
    <w:rsid w:val="003D0898"/>
    <w:rsid w:val="003D0B83"/>
    <w:rsid w:val="003D0C99"/>
    <w:rsid w:val="003D127A"/>
    <w:rsid w:val="003D1B74"/>
    <w:rsid w:val="003D2F27"/>
    <w:rsid w:val="003D2F35"/>
    <w:rsid w:val="003D3AE2"/>
    <w:rsid w:val="003D524F"/>
    <w:rsid w:val="003D59D3"/>
    <w:rsid w:val="003D5E31"/>
    <w:rsid w:val="003D6968"/>
    <w:rsid w:val="003D6C31"/>
    <w:rsid w:val="003E0022"/>
    <w:rsid w:val="003E1329"/>
    <w:rsid w:val="003E1569"/>
    <w:rsid w:val="003E17B1"/>
    <w:rsid w:val="003E186C"/>
    <w:rsid w:val="003E2170"/>
    <w:rsid w:val="003E27D6"/>
    <w:rsid w:val="003E3D47"/>
    <w:rsid w:val="003E49BF"/>
    <w:rsid w:val="003E4EEA"/>
    <w:rsid w:val="003E5BFC"/>
    <w:rsid w:val="003E5EE9"/>
    <w:rsid w:val="003E62CA"/>
    <w:rsid w:val="003E6314"/>
    <w:rsid w:val="003E68E7"/>
    <w:rsid w:val="003E6F84"/>
    <w:rsid w:val="003F133F"/>
    <w:rsid w:val="003F2149"/>
    <w:rsid w:val="003F2191"/>
    <w:rsid w:val="003F252A"/>
    <w:rsid w:val="003F301A"/>
    <w:rsid w:val="003F30FF"/>
    <w:rsid w:val="003F422B"/>
    <w:rsid w:val="003F4727"/>
    <w:rsid w:val="003F4B56"/>
    <w:rsid w:val="003F4DF5"/>
    <w:rsid w:val="003F61B0"/>
    <w:rsid w:val="003F6BBD"/>
    <w:rsid w:val="003F72B0"/>
    <w:rsid w:val="003F778C"/>
    <w:rsid w:val="003F7A12"/>
    <w:rsid w:val="00400067"/>
    <w:rsid w:val="00400328"/>
    <w:rsid w:val="00400398"/>
    <w:rsid w:val="00400983"/>
    <w:rsid w:val="00400BB4"/>
    <w:rsid w:val="00400F9F"/>
    <w:rsid w:val="00401D63"/>
    <w:rsid w:val="00401F7B"/>
    <w:rsid w:val="004021A9"/>
    <w:rsid w:val="00402210"/>
    <w:rsid w:val="0040240C"/>
    <w:rsid w:val="0040270F"/>
    <w:rsid w:val="00405028"/>
    <w:rsid w:val="004053E7"/>
    <w:rsid w:val="00405D0F"/>
    <w:rsid w:val="00405EF9"/>
    <w:rsid w:val="004069E8"/>
    <w:rsid w:val="00407F22"/>
    <w:rsid w:val="0041000E"/>
    <w:rsid w:val="0041069A"/>
    <w:rsid w:val="00410C9A"/>
    <w:rsid w:val="004113EF"/>
    <w:rsid w:val="004115E6"/>
    <w:rsid w:val="0041211A"/>
    <w:rsid w:val="00412E41"/>
    <w:rsid w:val="00413E63"/>
    <w:rsid w:val="004143A9"/>
    <w:rsid w:val="00415ABE"/>
    <w:rsid w:val="00416299"/>
    <w:rsid w:val="0041645A"/>
    <w:rsid w:val="00417004"/>
    <w:rsid w:val="00417F04"/>
    <w:rsid w:val="00420A53"/>
    <w:rsid w:val="00421461"/>
    <w:rsid w:val="0042186D"/>
    <w:rsid w:val="004222B0"/>
    <w:rsid w:val="004223A3"/>
    <w:rsid w:val="00422EBD"/>
    <w:rsid w:val="00423146"/>
    <w:rsid w:val="004233DE"/>
    <w:rsid w:val="00423444"/>
    <w:rsid w:val="0042460C"/>
    <w:rsid w:val="00425214"/>
    <w:rsid w:val="0042528A"/>
    <w:rsid w:val="00425350"/>
    <w:rsid w:val="004253B0"/>
    <w:rsid w:val="004257B5"/>
    <w:rsid w:val="00425F3C"/>
    <w:rsid w:val="00426361"/>
    <w:rsid w:val="00427C93"/>
    <w:rsid w:val="004303D5"/>
    <w:rsid w:val="00430733"/>
    <w:rsid w:val="004328F0"/>
    <w:rsid w:val="0043299A"/>
    <w:rsid w:val="00432C90"/>
    <w:rsid w:val="00434CF4"/>
    <w:rsid w:val="004358B0"/>
    <w:rsid w:val="00436341"/>
    <w:rsid w:val="0043635C"/>
    <w:rsid w:val="00436DFB"/>
    <w:rsid w:val="00437057"/>
    <w:rsid w:val="00440637"/>
    <w:rsid w:val="00440E00"/>
    <w:rsid w:val="00441462"/>
    <w:rsid w:val="004414DE"/>
    <w:rsid w:val="00441BAD"/>
    <w:rsid w:val="004441DA"/>
    <w:rsid w:val="00444257"/>
    <w:rsid w:val="0044431B"/>
    <w:rsid w:val="00444625"/>
    <w:rsid w:val="004449FD"/>
    <w:rsid w:val="00446420"/>
    <w:rsid w:val="00447978"/>
    <w:rsid w:val="00450190"/>
    <w:rsid w:val="00451708"/>
    <w:rsid w:val="00451C84"/>
    <w:rsid w:val="0045232E"/>
    <w:rsid w:val="004531A7"/>
    <w:rsid w:val="00453709"/>
    <w:rsid w:val="004538FA"/>
    <w:rsid w:val="00453F3B"/>
    <w:rsid w:val="00455985"/>
    <w:rsid w:val="00455F66"/>
    <w:rsid w:val="0045689C"/>
    <w:rsid w:val="00457446"/>
    <w:rsid w:val="00457EEC"/>
    <w:rsid w:val="00460210"/>
    <w:rsid w:val="00460C75"/>
    <w:rsid w:val="0046185F"/>
    <w:rsid w:val="004627B7"/>
    <w:rsid w:val="00462AB9"/>
    <w:rsid w:val="00462C32"/>
    <w:rsid w:val="004634EA"/>
    <w:rsid w:val="0046362B"/>
    <w:rsid w:val="00463F55"/>
    <w:rsid w:val="00463F6C"/>
    <w:rsid w:val="00463FDD"/>
    <w:rsid w:val="004642DB"/>
    <w:rsid w:val="0046458B"/>
    <w:rsid w:val="0046567E"/>
    <w:rsid w:val="00465FD1"/>
    <w:rsid w:val="004667E0"/>
    <w:rsid w:val="00470036"/>
    <w:rsid w:val="00470C1A"/>
    <w:rsid w:val="004710BA"/>
    <w:rsid w:val="004710F9"/>
    <w:rsid w:val="004716C8"/>
    <w:rsid w:val="00471FF1"/>
    <w:rsid w:val="00472551"/>
    <w:rsid w:val="00472A02"/>
    <w:rsid w:val="00472C81"/>
    <w:rsid w:val="0047335D"/>
    <w:rsid w:val="004735C2"/>
    <w:rsid w:val="0047376A"/>
    <w:rsid w:val="0047427D"/>
    <w:rsid w:val="004747F9"/>
    <w:rsid w:val="00474B54"/>
    <w:rsid w:val="00475668"/>
    <w:rsid w:val="00476524"/>
    <w:rsid w:val="00476613"/>
    <w:rsid w:val="00477673"/>
    <w:rsid w:val="00477F17"/>
    <w:rsid w:val="00480246"/>
    <w:rsid w:val="004806CB"/>
    <w:rsid w:val="004807F4"/>
    <w:rsid w:val="004823FE"/>
    <w:rsid w:val="0048273D"/>
    <w:rsid w:val="00482D7B"/>
    <w:rsid w:val="00482F2E"/>
    <w:rsid w:val="00483A1A"/>
    <w:rsid w:val="00485263"/>
    <w:rsid w:val="00486A56"/>
    <w:rsid w:val="00487565"/>
    <w:rsid w:val="00487916"/>
    <w:rsid w:val="0049027C"/>
    <w:rsid w:val="00491019"/>
    <w:rsid w:val="0049174C"/>
    <w:rsid w:val="00491984"/>
    <w:rsid w:val="00492A22"/>
    <w:rsid w:val="00493658"/>
    <w:rsid w:val="00493B85"/>
    <w:rsid w:val="00493C12"/>
    <w:rsid w:val="0049483C"/>
    <w:rsid w:val="00495C07"/>
    <w:rsid w:val="004973B3"/>
    <w:rsid w:val="004A1908"/>
    <w:rsid w:val="004A1A6B"/>
    <w:rsid w:val="004A215F"/>
    <w:rsid w:val="004A4221"/>
    <w:rsid w:val="004A4DEE"/>
    <w:rsid w:val="004A5655"/>
    <w:rsid w:val="004A6FCF"/>
    <w:rsid w:val="004A7603"/>
    <w:rsid w:val="004A7680"/>
    <w:rsid w:val="004A78DE"/>
    <w:rsid w:val="004A7B00"/>
    <w:rsid w:val="004A7CE3"/>
    <w:rsid w:val="004B17B3"/>
    <w:rsid w:val="004B1E0F"/>
    <w:rsid w:val="004B24DE"/>
    <w:rsid w:val="004B2DD7"/>
    <w:rsid w:val="004B3332"/>
    <w:rsid w:val="004B35EA"/>
    <w:rsid w:val="004B43A3"/>
    <w:rsid w:val="004B4BD3"/>
    <w:rsid w:val="004B573A"/>
    <w:rsid w:val="004B59F1"/>
    <w:rsid w:val="004B6F97"/>
    <w:rsid w:val="004B70EC"/>
    <w:rsid w:val="004C0736"/>
    <w:rsid w:val="004C1FA0"/>
    <w:rsid w:val="004C206C"/>
    <w:rsid w:val="004C2D4C"/>
    <w:rsid w:val="004C3702"/>
    <w:rsid w:val="004C3D0B"/>
    <w:rsid w:val="004C4162"/>
    <w:rsid w:val="004C4F8E"/>
    <w:rsid w:val="004C7661"/>
    <w:rsid w:val="004D06B2"/>
    <w:rsid w:val="004D1D69"/>
    <w:rsid w:val="004D1EA5"/>
    <w:rsid w:val="004D2303"/>
    <w:rsid w:val="004D2F25"/>
    <w:rsid w:val="004D3425"/>
    <w:rsid w:val="004D364E"/>
    <w:rsid w:val="004D37ED"/>
    <w:rsid w:val="004D40A7"/>
    <w:rsid w:val="004D474B"/>
    <w:rsid w:val="004D4836"/>
    <w:rsid w:val="004D4A7B"/>
    <w:rsid w:val="004D5A2F"/>
    <w:rsid w:val="004D5A41"/>
    <w:rsid w:val="004D5BFC"/>
    <w:rsid w:val="004D5C59"/>
    <w:rsid w:val="004D66B8"/>
    <w:rsid w:val="004D71FF"/>
    <w:rsid w:val="004E13D8"/>
    <w:rsid w:val="004E1D19"/>
    <w:rsid w:val="004E1F18"/>
    <w:rsid w:val="004E21EC"/>
    <w:rsid w:val="004E264E"/>
    <w:rsid w:val="004E2985"/>
    <w:rsid w:val="004E30B3"/>
    <w:rsid w:val="004E3BC8"/>
    <w:rsid w:val="004E3FD8"/>
    <w:rsid w:val="004E4796"/>
    <w:rsid w:val="004E4CA1"/>
    <w:rsid w:val="004E528B"/>
    <w:rsid w:val="004E5CAB"/>
    <w:rsid w:val="004E5EB5"/>
    <w:rsid w:val="004E654E"/>
    <w:rsid w:val="004E6811"/>
    <w:rsid w:val="004E6F1B"/>
    <w:rsid w:val="004E7378"/>
    <w:rsid w:val="004E7B3A"/>
    <w:rsid w:val="004F020A"/>
    <w:rsid w:val="004F0359"/>
    <w:rsid w:val="004F066B"/>
    <w:rsid w:val="004F1114"/>
    <w:rsid w:val="004F13F2"/>
    <w:rsid w:val="004F1A0A"/>
    <w:rsid w:val="004F2A4A"/>
    <w:rsid w:val="004F3551"/>
    <w:rsid w:val="004F3F5D"/>
    <w:rsid w:val="004F5311"/>
    <w:rsid w:val="004F71E0"/>
    <w:rsid w:val="004F73A8"/>
    <w:rsid w:val="004F7444"/>
    <w:rsid w:val="004F75D7"/>
    <w:rsid w:val="004F76DD"/>
    <w:rsid w:val="00501767"/>
    <w:rsid w:val="00501FE4"/>
    <w:rsid w:val="00502554"/>
    <w:rsid w:val="00502A58"/>
    <w:rsid w:val="00502FF3"/>
    <w:rsid w:val="00504936"/>
    <w:rsid w:val="00505369"/>
    <w:rsid w:val="00505926"/>
    <w:rsid w:val="00505CB0"/>
    <w:rsid w:val="00505DEE"/>
    <w:rsid w:val="00505F1D"/>
    <w:rsid w:val="005063B1"/>
    <w:rsid w:val="00506434"/>
    <w:rsid w:val="00506D03"/>
    <w:rsid w:val="005117E6"/>
    <w:rsid w:val="00512243"/>
    <w:rsid w:val="00512433"/>
    <w:rsid w:val="00512B8F"/>
    <w:rsid w:val="00512C42"/>
    <w:rsid w:val="0051320A"/>
    <w:rsid w:val="00516330"/>
    <w:rsid w:val="005163B8"/>
    <w:rsid w:val="005165D7"/>
    <w:rsid w:val="005169A2"/>
    <w:rsid w:val="00517562"/>
    <w:rsid w:val="0052015F"/>
    <w:rsid w:val="00521E30"/>
    <w:rsid w:val="00522140"/>
    <w:rsid w:val="005228AC"/>
    <w:rsid w:val="00522F3B"/>
    <w:rsid w:val="00523166"/>
    <w:rsid w:val="00524083"/>
    <w:rsid w:val="00524308"/>
    <w:rsid w:val="00524BBF"/>
    <w:rsid w:val="00524EB5"/>
    <w:rsid w:val="00525015"/>
    <w:rsid w:val="0052535B"/>
    <w:rsid w:val="005260FC"/>
    <w:rsid w:val="00526116"/>
    <w:rsid w:val="00526B6F"/>
    <w:rsid w:val="00527100"/>
    <w:rsid w:val="005271C5"/>
    <w:rsid w:val="0052794F"/>
    <w:rsid w:val="00527BD3"/>
    <w:rsid w:val="005307AF"/>
    <w:rsid w:val="00531243"/>
    <w:rsid w:val="00531293"/>
    <w:rsid w:val="005316D0"/>
    <w:rsid w:val="005317FB"/>
    <w:rsid w:val="005325CA"/>
    <w:rsid w:val="00533199"/>
    <w:rsid w:val="005333A1"/>
    <w:rsid w:val="00533594"/>
    <w:rsid w:val="00533D05"/>
    <w:rsid w:val="00533FFE"/>
    <w:rsid w:val="005340B0"/>
    <w:rsid w:val="00534DC5"/>
    <w:rsid w:val="00534EEB"/>
    <w:rsid w:val="00535046"/>
    <w:rsid w:val="00535858"/>
    <w:rsid w:val="00535DFC"/>
    <w:rsid w:val="00536EF1"/>
    <w:rsid w:val="00537E8E"/>
    <w:rsid w:val="005405B9"/>
    <w:rsid w:val="0054138F"/>
    <w:rsid w:val="00541BA8"/>
    <w:rsid w:val="005429F2"/>
    <w:rsid w:val="00543748"/>
    <w:rsid w:val="0054456C"/>
    <w:rsid w:val="00544C5E"/>
    <w:rsid w:val="00544F93"/>
    <w:rsid w:val="00545625"/>
    <w:rsid w:val="00546751"/>
    <w:rsid w:val="0054762B"/>
    <w:rsid w:val="00547F89"/>
    <w:rsid w:val="0055207F"/>
    <w:rsid w:val="005520FA"/>
    <w:rsid w:val="00552908"/>
    <w:rsid w:val="00552E19"/>
    <w:rsid w:val="00553FAE"/>
    <w:rsid w:val="00554179"/>
    <w:rsid w:val="00554367"/>
    <w:rsid w:val="00554925"/>
    <w:rsid w:val="00554E17"/>
    <w:rsid w:val="00554E92"/>
    <w:rsid w:val="00555D55"/>
    <w:rsid w:val="00555DC3"/>
    <w:rsid w:val="0055671B"/>
    <w:rsid w:val="00556BA0"/>
    <w:rsid w:val="00557058"/>
    <w:rsid w:val="0055756A"/>
    <w:rsid w:val="0056070D"/>
    <w:rsid w:val="005616C8"/>
    <w:rsid w:val="00561AEE"/>
    <w:rsid w:val="00561D35"/>
    <w:rsid w:val="00562D82"/>
    <w:rsid w:val="00562FFA"/>
    <w:rsid w:val="00563566"/>
    <w:rsid w:val="00563612"/>
    <w:rsid w:val="005637A0"/>
    <w:rsid w:val="00563BD4"/>
    <w:rsid w:val="00564382"/>
    <w:rsid w:val="00564799"/>
    <w:rsid w:val="00564E03"/>
    <w:rsid w:val="0056572B"/>
    <w:rsid w:val="00565CAA"/>
    <w:rsid w:val="0056691F"/>
    <w:rsid w:val="00567CF7"/>
    <w:rsid w:val="00567FB3"/>
    <w:rsid w:val="00570242"/>
    <w:rsid w:val="00570518"/>
    <w:rsid w:val="0057105C"/>
    <w:rsid w:val="005724C7"/>
    <w:rsid w:val="00572889"/>
    <w:rsid w:val="00572DE3"/>
    <w:rsid w:val="00574FD6"/>
    <w:rsid w:val="00575019"/>
    <w:rsid w:val="0057547C"/>
    <w:rsid w:val="00575638"/>
    <w:rsid w:val="0057577F"/>
    <w:rsid w:val="00576960"/>
    <w:rsid w:val="00580A35"/>
    <w:rsid w:val="00580A79"/>
    <w:rsid w:val="00580C75"/>
    <w:rsid w:val="005855B8"/>
    <w:rsid w:val="00585DF1"/>
    <w:rsid w:val="00586902"/>
    <w:rsid w:val="00586E66"/>
    <w:rsid w:val="00587093"/>
    <w:rsid w:val="00587320"/>
    <w:rsid w:val="00587595"/>
    <w:rsid w:val="005879C6"/>
    <w:rsid w:val="00587B76"/>
    <w:rsid w:val="00587B96"/>
    <w:rsid w:val="0059012E"/>
    <w:rsid w:val="00590760"/>
    <w:rsid w:val="00590B1B"/>
    <w:rsid w:val="00592675"/>
    <w:rsid w:val="00592685"/>
    <w:rsid w:val="00592BF1"/>
    <w:rsid w:val="00593030"/>
    <w:rsid w:val="00593D16"/>
    <w:rsid w:val="005941C2"/>
    <w:rsid w:val="005946B5"/>
    <w:rsid w:val="00595499"/>
    <w:rsid w:val="00595C93"/>
    <w:rsid w:val="00596E4C"/>
    <w:rsid w:val="00597427"/>
    <w:rsid w:val="00597798"/>
    <w:rsid w:val="0059793C"/>
    <w:rsid w:val="00597E9E"/>
    <w:rsid w:val="005A0929"/>
    <w:rsid w:val="005A0FA2"/>
    <w:rsid w:val="005A10AC"/>
    <w:rsid w:val="005A1529"/>
    <w:rsid w:val="005A2E3F"/>
    <w:rsid w:val="005A2EC9"/>
    <w:rsid w:val="005A2EED"/>
    <w:rsid w:val="005A3980"/>
    <w:rsid w:val="005A4FD9"/>
    <w:rsid w:val="005A59E8"/>
    <w:rsid w:val="005A612C"/>
    <w:rsid w:val="005A7182"/>
    <w:rsid w:val="005A7AE1"/>
    <w:rsid w:val="005A7ED1"/>
    <w:rsid w:val="005B08F7"/>
    <w:rsid w:val="005B0D21"/>
    <w:rsid w:val="005B1B3D"/>
    <w:rsid w:val="005B2A39"/>
    <w:rsid w:val="005B5969"/>
    <w:rsid w:val="005B5A15"/>
    <w:rsid w:val="005B5B09"/>
    <w:rsid w:val="005B600E"/>
    <w:rsid w:val="005B63EE"/>
    <w:rsid w:val="005B799E"/>
    <w:rsid w:val="005B7D2B"/>
    <w:rsid w:val="005C03FB"/>
    <w:rsid w:val="005C071A"/>
    <w:rsid w:val="005C0CD2"/>
    <w:rsid w:val="005C161C"/>
    <w:rsid w:val="005C1F58"/>
    <w:rsid w:val="005C2543"/>
    <w:rsid w:val="005C2815"/>
    <w:rsid w:val="005C2A5D"/>
    <w:rsid w:val="005C3714"/>
    <w:rsid w:val="005C3CFD"/>
    <w:rsid w:val="005C3EED"/>
    <w:rsid w:val="005C3F48"/>
    <w:rsid w:val="005C517D"/>
    <w:rsid w:val="005C519A"/>
    <w:rsid w:val="005C5DDA"/>
    <w:rsid w:val="005C69E7"/>
    <w:rsid w:val="005C6A53"/>
    <w:rsid w:val="005C6BF5"/>
    <w:rsid w:val="005C70D5"/>
    <w:rsid w:val="005C76C1"/>
    <w:rsid w:val="005C788C"/>
    <w:rsid w:val="005C7B8B"/>
    <w:rsid w:val="005C7FA5"/>
    <w:rsid w:val="005D01E2"/>
    <w:rsid w:val="005D1D0A"/>
    <w:rsid w:val="005D27D3"/>
    <w:rsid w:val="005D29B9"/>
    <w:rsid w:val="005D2B55"/>
    <w:rsid w:val="005D302F"/>
    <w:rsid w:val="005D31D6"/>
    <w:rsid w:val="005D4D19"/>
    <w:rsid w:val="005D6479"/>
    <w:rsid w:val="005D67B8"/>
    <w:rsid w:val="005D685F"/>
    <w:rsid w:val="005D7C7C"/>
    <w:rsid w:val="005E01B1"/>
    <w:rsid w:val="005E0263"/>
    <w:rsid w:val="005E0876"/>
    <w:rsid w:val="005E0C1E"/>
    <w:rsid w:val="005E0FCB"/>
    <w:rsid w:val="005E1857"/>
    <w:rsid w:val="005E1B8C"/>
    <w:rsid w:val="005E25A1"/>
    <w:rsid w:val="005E2A04"/>
    <w:rsid w:val="005E2A8A"/>
    <w:rsid w:val="005E30BC"/>
    <w:rsid w:val="005E316F"/>
    <w:rsid w:val="005E360F"/>
    <w:rsid w:val="005E38E4"/>
    <w:rsid w:val="005E3AF9"/>
    <w:rsid w:val="005E3CAD"/>
    <w:rsid w:val="005E456B"/>
    <w:rsid w:val="005E4EC8"/>
    <w:rsid w:val="005E4F64"/>
    <w:rsid w:val="005E50B3"/>
    <w:rsid w:val="005E7F15"/>
    <w:rsid w:val="005E7FD9"/>
    <w:rsid w:val="005F0837"/>
    <w:rsid w:val="005F0966"/>
    <w:rsid w:val="005F0D85"/>
    <w:rsid w:val="005F0F4B"/>
    <w:rsid w:val="005F1406"/>
    <w:rsid w:val="005F1652"/>
    <w:rsid w:val="005F21DA"/>
    <w:rsid w:val="005F2677"/>
    <w:rsid w:val="005F28BB"/>
    <w:rsid w:val="005F2BB9"/>
    <w:rsid w:val="005F35E6"/>
    <w:rsid w:val="005F3DE7"/>
    <w:rsid w:val="005F3EE4"/>
    <w:rsid w:val="005F3F5C"/>
    <w:rsid w:val="005F4E49"/>
    <w:rsid w:val="005F51B1"/>
    <w:rsid w:val="005F52E7"/>
    <w:rsid w:val="005F6014"/>
    <w:rsid w:val="005F6CA3"/>
    <w:rsid w:val="005F772C"/>
    <w:rsid w:val="005F779E"/>
    <w:rsid w:val="00600550"/>
    <w:rsid w:val="0060099F"/>
    <w:rsid w:val="00601AFC"/>
    <w:rsid w:val="00601B81"/>
    <w:rsid w:val="00601CE1"/>
    <w:rsid w:val="00602956"/>
    <w:rsid w:val="00602BA6"/>
    <w:rsid w:val="00602BBD"/>
    <w:rsid w:val="006034BD"/>
    <w:rsid w:val="00604272"/>
    <w:rsid w:val="0060450D"/>
    <w:rsid w:val="00604999"/>
    <w:rsid w:val="00604BC3"/>
    <w:rsid w:val="006056AC"/>
    <w:rsid w:val="00606765"/>
    <w:rsid w:val="00607065"/>
    <w:rsid w:val="00607897"/>
    <w:rsid w:val="006079EF"/>
    <w:rsid w:val="00610548"/>
    <w:rsid w:val="0061210F"/>
    <w:rsid w:val="00612A87"/>
    <w:rsid w:val="00613340"/>
    <w:rsid w:val="006134C5"/>
    <w:rsid w:val="00613EA5"/>
    <w:rsid w:val="00614B5F"/>
    <w:rsid w:val="006158DE"/>
    <w:rsid w:val="00616338"/>
    <w:rsid w:val="0061656C"/>
    <w:rsid w:val="006168F2"/>
    <w:rsid w:val="00616D1E"/>
    <w:rsid w:val="00617479"/>
    <w:rsid w:val="00617E02"/>
    <w:rsid w:val="0062001C"/>
    <w:rsid w:val="00620840"/>
    <w:rsid w:val="006208C6"/>
    <w:rsid w:val="00620C76"/>
    <w:rsid w:val="00621690"/>
    <w:rsid w:val="00621D4A"/>
    <w:rsid w:val="00622226"/>
    <w:rsid w:val="00622A54"/>
    <w:rsid w:val="00623DCA"/>
    <w:rsid w:val="00623E57"/>
    <w:rsid w:val="006241DC"/>
    <w:rsid w:val="006258B5"/>
    <w:rsid w:val="00625CD2"/>
    <w:rsid w:val="0062613E"/>
    <w:rsid w:val="006264F0"/>
    <w:rsid w:val="00626DE2"/>
    <w:rsid w:val="00627126"/>
    <w:rsid w:val="006273A0"/>
    <w:rsid w:val="00627C59"/>
    <w:rsid w:val="006305B2"/>
    <w:rsid w:val="0063219C"/>
    <w:rsid w:val="00632824"/>
    <w:rsid w:val="006333CB"/>
    <w:rsid w:val="00633FC4"/>
    <w:rsid w:val="00634152"/>
    <w:rsid w:val="006342BA"/>
    <w:rsid w:val="006344C4"/>
    <w:rsid w:val="006344F4"/>
    <w:rsid w:val="00634725"/>
    <w:rsid w:val="00634727"/>
    <w:rsid w:val="006376ED"/>
    <w:rsid w:val="00640BEF"/>
    <w:rsid w:val="00640DE9"/>
    <w:rsid w:val="0064221A"/>
    <w:rsid w:val="00642221"/>
    <w:rsid w:val="00642488"/>
    <w:rsid w:val="00643326"/>
    <w:rsid w:val="00643504"/>
    <w:rsid w:val="0064351A"/>
    <w:rsid w:val="006436F5"/>
    <w:rsid w:val="00643A5F"/>
    <w:rsid w:val="0064423B"/>
    <w:rsid w:val="0064501D"/>
    <w:rsid w:val="006452AA"/>
    <w:rsid w:val="00645913"/>
    <w:rsid w:val="006508E9"/>
    <w:rsid w:val="00651162"/>
    <w:rsid w:val="00651351"/>
    <w:rsid w:val="006518E3"/>
    <w:rsid w:val="00652C0B"/>
    <w:rsid w:val="00652FC8"/>
    <w:rsid w:val="0065371C"/>
    <w:rsid w:val="0065399D"/>
    <w:rsid w:val="006548CE"/>
    <w:rsid w:val="00654A9F"/>
    <w:rsid w:val="00655B9C"/>
    <w:rsid w:val="006560C2"/>
    <w:rsid w:val="0065655D"/>
    <w:rsid w:val="006569B6"/>
    <w:rsid w:val="0065730E"/>
    <w:rsid w:val="0065759D"/>
    <w:rsid w:val="0066008E"/>
    <w:rsid w:val="0066015F"/>
    <w:rsid w:val="00660249"/>
    <w:rsid w:val="00660E31"/>
    <w:rsid w:val="00661EF6"/>
    <w:rsid w:val="006622AB"/>
    <w:rsid w:val="006629C8"/>
    <w:rsid w:val="006635CE"/>
    <w:rsid w:val="00663ABA"/>
    <w:rsid w:val="0066542D"/>
    <w:rsid w:val="0066551F"/>
    <w:rsid w:val="00665A2C"/>
    <w:rsid w:val="006664D3"/>
    <w:rsid w:val="0066670C"/>
    <w:rsid w:val="006671DA"/>
    <w:rsid w:val="006677CA"/>
    <w:rsid w:val="00667C21"/>
    <w:rsid w:val="00667CAC"/>
    <w:rsid w:val="00670E01"/>
    <w:rsid w:val="00671764"/>
    <w:rsid w:val="00671F37"/>
    <w:rsid w:val="00673158"/>
    <w:rsid w:val="00673474"/>
    <w:rsid w:val="00674260"/>
    <w:rsid w:val="0067630F"/>
    <w:rsid w:val="0067671A"/>
    <w:rsid w:val="00676740"/>
    <w:rsid w:val="006767C3"/>
    <w:rsid w:val="00677E6F"/>
    <w:rsid w:val="00677EAF"/>
    <w:rsid w:val="006809A4"/>
    <w:rsid w:val="0068122F"/>
    <w:rsid w:val="00681350"/>
    <w:rsid w:val="006815FE"/>
    <w:rsid w:val="00681EC5"/>
    <w:rsid w:val="00682AF1"/>
    <w:rsid w:val="00682C25"/>
    <w:rsid w:val="0068368E"/>
    <w:rsid w:val="0068389F"/>
    <w:rsid w:val="0068394D"/>
    <w:rsid w:val="006842FE"/>
    <w:rsid w:val="006860C0"/>
    <w:rsid w:val="006860E6"/>
    <w:rsid w:val="006865C9"/>
    <w:rsid w:val="006878CA"/>
    <w:rsid w:val="00687FDC"/>
    <w:rsid w:val="0069034B"/>
    <w:rsid w:val="006903EB"/>
    <w:rsid w:val="006906F0"/>
    <w:rsid w:val="00690C30"/>
    <w:rsid w:val="006915EF"/>
    <w:rsid w:val="00691B92"/>
    <w:rsid w:val="00691FF8"/>
    <w:rsid w:val="006925F0"/>
    <w:rsid w:val="00693882"/>
    <w:rsid w:val="00693F4D"/>
    <w:rsid w:val="00694214"/>
    <w:rsid w:val="006942F1"/>
    <w:rsid w:val="00694875"/>
    <w:rsid w:val="0069525F"/>
    <w:rsid w:val="00696E8B"/>
    <w:rsid w:val="00696EAE"/>
    <w:rsid w:val="006A0858"/>
    <w:rsid w:val="006A0C17"/>
    <w:rsid w:val="006A1803"/>
    <w:rsid w:val="006A1972"/>
    <w:rsid w:val="006A1A56"/>
    <w:rsid w:val="006A1B16"/>
    <w:rsid w:val="006A1E88"/>
    <w:rsid w:val="006A3119"/>
    <w:rsid w:val="006A3433"/>
    <w:rsid w:val="006A4022"/>
    <w:rsid w:val="006A4A2F"/>
    <w:rsid w:val="006A56D5"/>
    <w:rsid w:val="006A5ADF"/>
    <w:rsid w:val="006A63F1"/>
    <w:rsid w:val="006A7595"/>
    <w:rsid w:val="006A7A25"/>
    <w:rsid w:val="006A7E98"/>
    <w:rsid w:val="006B05B5"/>
    <w:rsid w:val="006B0AA6"/>
    <w:rsid w:val="006B0BE7"/>
    <w:rsid w:val="006B0DD5"/>
    <w:rsid w:val="006B1AB9"/>
    <w:rsid w:val="006B27E2"/>
    <w:rsid w:val="006B2887"/>
    <w:rsid w:val="006B3D40"/>
    <w:rsid w:val="006B42C3"/>
    <w:rsid w:val="006B441F"/>
    <w:rsid w:val="006B5F7B"/>
    <w:rsid w:val="006B62FA"/>
    <w:rsid w:val="006B6BFB"/>
    <w:rsid w:val="006B7239"/>
    <w:rsid w:val="006B7AAE"/>
    <w:rsid w:val="006C05A7"/>
    <w:rsid w:val="006C06B3"/>
    <w:rsid w:val="006C09D8"/>
    <w:rsid w:val="006C0B3C"/>
    <w:rsid w:val="006C0C4D"/>
    <w:rsid w:val="006C0EB5"/>
    <w:rsid w:val="006C160E"/>
    <w:rsid w:val="006C1CD6"/>
    <w:rsid w:val="006C242D"/>
    <w:rsid w:val="006C2571"/>
    <w:rsid w:val="006C289E"/>
    <w:rsid w:val="006C2ED5"/>
    <w:rsid w:val="006C32E9"/>
    <w:rsid w:val="006C3B8A"/>
    <w:rsid w:val="006C3C4A"/>
    <w:rsid w:val="006C43B3"/>
    <w:rsid w:val="006C44D7"/>
    <w:rsid w:val="006C4AF6"/>
    <w:rsid w:val="006C4C7B"/>
    <w:rsid w:val="006C4DF1"/>
    <w:rsid w:val="006C66CB"/>
    <w:rsid w:val="006C6722"/>
    <w:rsid w:val="006C7696"/>
    <w:rsid w:val="006C7ECA"/>
    <w:rsid w:val="006D014E"/>
    <w:rsid w:val="006D0EDD"/>
    <w:rsid w:val="006D22A5"/>
    <w:rsid w:val="006D22ED"/>
    <w:rsid w:val="006D28DD"/>
    <w:rsid w:val="006D3353"/>
    <w:rsid w:val="006D346D"/>
    <w:rsid w:val="006D3645"/>
    <w:rsid w:val="006D37AC"/>
    <w:rsid w:val="006D3E85"/>
    <w:rsid w:val="006D478D"/>
    <w:rsid w:val="006D5006"/>
    <w:rsid w:val="006D5015"/>
    <w:rsid w:val="006D6AA2"/>
    <w:rsid w:val="006D719D"/>
    <w:rsid w:val="006D76EA"/>
    <w:rsid w:val="006D7AFA"/>
    <w:rsid w:val="006D7F0E"/>
    <w:rsid w:val="006E03A5"/>
    <w:rsid w:val="006E09D3"/>
    <w:rsid w:val="006E0AE5"/>
    <w:rsid w:val="006E0F8F"/>
    <w:rsid w:val="006E1E20"/>
    <w:rsid w:val="006E229B"/>
    <w:rsid w:val="006E2325"/>
    <w:rsid w:val="006E2563"/>
    <w:rsid w:val="006E2727"/>
    <w:rsid w:val="006E27DA"/>
    <w:rsid w:val="006E32A7"/>
    <w:rsid w:val="006E426E"/>
    <w:rsid w:val="006E4B45"/>
    <w:rsid w:val="006E4B8E"/>
    <w:rsid w:val="006E51DD"/>
    <w:rsid w:val="006E5334"/>
    <w:rsid w:val="006E5652"/>
    <w:rsid w:val="006E792B"/>
    <w:rsid w:val="006E7C26"/>
    <w:rsid w:val="006F0412"/>
    <w:rsid w:val="006F0A58"/>
    <w:rsid w:val="006F0EC6"/>
    <w:rsid w:val="006F1BD5"/>
    <w:rsid w:val="006F2056"/>
    <w:rsid w:val="006F2887"/>
    <w:rsid w:val="006F3399"/>
    <w:rsid w:val="006F3568"/>
    <w:rsid w:val="006F3650"/>
    <w:rsid w:val="006F3B9D"/>
    <w:rsid w:val="006F4226"/>
    <w:rsid w:val="006F426C"/>
    <w:rsid w:val="006F4F3C"/>
    <w:rsid w:val="006F5569"/>
    <w:rsid w:val="007000E3"/>
    <w:rsid w:val="0070047D"/>
    <w:rsid w:val="00700ADD"/>
    <w:rsid w:val="00700D2F"/>
    <w:rsid w:val="007010AD"/>
    <w:rsid w:val="0070131B"/>
    <w:rsid w:val="00701B46"/>
    <w:rsid w:val="00701B9F"/>
    <w:rsid w:val="007029C4"/>
    <w:rsid w:val="007037D6"/>
    <w:rsid w:val="007043D0"/>
    <w:rsid w:val="007047E5"/>
    <w:rsid w:val="007048C2"/>
    <w:rsid w:val="007061DB"/>
    <w:rsid w:val="00706759"/>
    <w:rsid w:val="00706A0E"/>
    <w:rsid w:val="00706AC6"/>
    <w:rsid w:val="00706B40"/>
    <w:rsid w:val="00706B54"/>
    <w:rsid w:val="00706D75"/>
    <w:rsid w:val="007073D2"/>
    <w:rsid w:val="00707E49"/>
    <w:rsid w:val="0071086E"/>
    <w:rsid w:val="0071089F"/>
    <w:rsid w:val="00710D19"/>
    <w:rsid w:val="007114F9"/>
    <w:rsid w:val="00711956"/>
    <w:rsid w:val="00711AF0"/>
    <w:rsid w:val="007129C5"/>
    <w:rsid w:val="00712B7D"/>
    <w:rsid w:val="00713130"/>
    <w:rsid w:val="00713747"/>
    <w:rsid w:val="00713C1D"/>
    <w:rsid w:val="00713C9E"/>
    <w:rsid w:val="00713F13"/>
    <w:rsid w:val="00714112"/>
    <w:rsid w:val="00714855"/>
    <w:rsid w:val="00714A07"/>
    <w:rsid w:val="00715BE6"/>
    <w:rsid w:val="00715FE2"/>
    <w:rsid w:val="007161F9"/>
    <w:rsid w:val="0071691C"/>
    <w:rsid w:val="00716E88"/>
    <w:rsid w:val="0072005C"/>
    <w:rsid w:val="00720EA6"/>
    <w:rsid w:val="00721259"/>
    <w:rsid w:val="0072175F"/>
    <w:rsid w:val="007219D2"/>
    <w:rsid w:val="00722663"/>
    <w:rsid w:val="0072295E"/>
    <w:rsid w:val="00723012"/>
    <w:rsid w:val="0072373E"/>
    <w:rsid w:val="00723858"/>
    <w:rsid w:val="007241A2"/>
    <w:rsid w:val="0072492F"/>
    <w:rsid w:val="00724D93"/>
    <w:rsid w:val="00724E64"/>
    <w:rsid w:val="007250A5"/>
    <w:rsid w:val="007255DE"/>
    <w:rsid w:val="0072575C"/>
    <w:rsid w:val="0072587F"/>
    <w:rsid w:val="007265DA"/>
    <w:rsid w:val="007266E6"/>
    <w:rsid w:val="00726BFA"/>
    <w:rsid w:val="00727B72"/>
    <w:rsid w:val="00727D40"/>
    <w:rsid w:val="00730B93"/>
    <w:rsid w:val="00730C25"/>
    <w:rsid w:val="0073143B"/>
    <w:rsid w:val="007329F1"/>
    <w:rsid w:val="00732E46"/>
    <w:rsid w:val="00733506"/>
    <w:rsid w:val="007337BE"/>
    <w:rsid w:val="007346D2"/>
    <w:rsid w:val="007351E2"/>
    <w:rsid w:val="0073562C"/>
    <w:rsid w:val="00736633"/>
    <w:rsid w:val="00736DD6"/>
    <w:rsid w:val="007370F3"/>
    <w:rsid w:val="0074097D"/>
    <w:rsid w:val="00740F5C"/>
    <w:rsid w:val="007415D3"/>
    <w:rsid w:val="00741E5D"/>
    <w:rsid w:val="00742122"/>
    <w:rsid w:val="00742E30"/>
    <w:rsid w:val="0074325D"/>
    <w:rsid w:val="0074352B"/>
    <w:rsid w:val="0074379B"/>
    <w:rsid w:val="00743D2E"/>
    <w:rsid w:val="0074409C"/>
    <w:rsid w:val="0074425A"/>
    <w:rsid w:val="00744956"/>
    <w:rsid w:val="00744B89"/>
    <w:rsid w:val="00744D58"/>
    <w:rsid w:val="007458C5"/>
    <w:rsid w:val="00745B34"/>
    <w:rsid w:val="007461B2"/>
    <w:rsid w:val="0075124E"/>
    <w:rsid w:val="00751B59"/>
    <w:rsid w:val="00752496"/>
    <w:rsid w:val="00752619"/>
    <w:rsid w:val="00753243"/>
    <w:rsid w:val="0075348D"/>
    <w:rsid w:val="0075417B"/>
    <w:rsid w:val="007542FD"/>
    <w:rsid w:val="007543EF"/>
    <w:rsid w:val="00754C66"/>
    <w:rsid w:val="00755889"/>
    <w:rsid w:val="00755D6F"/>
    <w:rsid w:val="00756674"/>
    <w:rsid w:val="00760016"/>
    <w:rsid w:val="0076069B"/>
    <w:rsid w:val="00760C07"/>
    <w:rsid w:val="007613FD"/>
    <w:rsid w:val="00761A99"/>
    <w:rsid w:val="00762FAA"/>
    <w:rsid w:val="007630E6"/>
    <w:rsid w:val="00763660"/>
    <w:rsid w:val="007642D5"/>
    <w:rsid w:val="0076461F"/>
    <w:rsid w:val="00764E3E"/>
    <w:rsid w:val="007651E8"/>
    <w:rsid w:val="00765BA5"/>
    <w:rsid w:val="00767150"/>
    <w:rsid w:val="00767A3D"/>
    <w:rsid w:val="00767A9F"/>
    <w:rsid w:val="00767CBD"/>
    <w:rsid w:val="00770015"/>
    <w:rsid w:val="0077061D"/>
    <w:rsid w:val="00770DFB"/>
    <w:rsid w:val="007722A8"/>
    <w:rsid w:val="00772C11"/>
    <w:rsid w:val="0077409D"/>
    <w:rsid w:val="00774150"/>
    <w:rsid w:val="007747B5"/>
    <w:rsid w:val="00776310"/>
    <w:rsid w:val="00776678"/>
    <w:rsid w:val="00777A8A"/>
    <w:rsid w:val="007806FF"/>
    <w:rsid w:val="0078095F"/>
    <w:rsid w:val="00781402"/>
    <w:rsid w:val="007815A2"/>
    <w:rsid w:val="00781BC1"/>
    <w:rsid w:val="00782168"/>
    <w:rsid w:val="00782FF4"/>
    <w:rsid w:val="007832F2"/>
    <w:rsid w:val="00783334"/>
    <w:rsid w:val="0078353C"/>
    <w:rsid w:val="007835AB"/>
    <w:rsid w:val="00783738"/>
    <w:rsid w:val="00783AE5"/>
    <w:rsid w:val="00783BB8"/>
    <w:rsid w:val="00784308"/>
    <w:rsid w:val="00784CBF"/>
    <w:rsid w:val="00784D4F"/>
    <w:rsid w:val="00784FE2"/>
    <w:rsid w:val="0078535C"/>
    <w:rsid w:val="00785EA8"/>
    <w:rsid w:val="00786114"/>
    <w:rsid w:val="00786FE6"/>
    <w:rsid w:val="00787647"/>
    <w:rsid w:val="007878CD"/>
    <w:rsid w:val="00787FAF"/>
    <w:rsid w:val="00790A56"/>
    <w:rsid w:val="007914E6"/>
    <w:rsid w:val="00792312"/>
    <w:rsid w:val="007925AF"/>
    <w:rsid w:val="00792E04"/>
    <w:rsid w:val="007931FF"/>
    <w:rsid w:val="00793BE6"/>
    <w:rsid w:val="0079422F"/>
    <w:rsid w:val="0079545B"/>
    <w:rsid w:val="00795FE3"/>
    <w:rsid w:val="007966F8"/>
    <w:rsid w:val="007A0CA6"/>
    <w:rsid w:val="007A1168"/>
    <w:rsid w:val="007A1C85"/>
    <w:rsid w:val="007A3EC2"/>
    <w:rsid w:val="007A4499"/>
    <w:rsid w:val="007A465A"/>
    <w:rsid w:val="007A49F9"/>
    <w:rsid w:val="007A4FDE"/>
    <w:rsid w:val="007A5010"/>
    <w:rsid w:val="007A5533"/>
    <w:rsid w:val="007A582A"/>
    <w:rsid w:val="007A5CB2"/>
    <w:rsid w:val="007A5DCC"/>
    <w:rsid w:val="007A665F"/>
    <w:rsid w:val="007A6896"/>
    <w:rsid w:val="007A7F17"/>
    <w:rsid w:val="007B0329"/>
    <w:rsid w:val="007B05DE"/>
    <w:rsid w:val="007B0F87"/>
    <w:rsid w:val="007B118D"/>
    <w:rsid w:val="007B1FD5"/>
    <w:rsid w:val="007B2329"/>
    <w:rsid w:val="007B286F"/>
    <w:rsid w:val="007B31DB"/>
    <w:rsid w:val="007B3865"/>
    <w:rsid w:val="007B4115"/>
    <w:rsid w:val="007B43ED"/>
    <w:rsid w:val="007B441C"/>
    <w:rsid w:val="007B5FE2"/>
    <w:rsid w:val="007B6678"/>
    <w:rsid w:val="007B67AA"/>
    <w:rsid w:val="007B67D1"/>
    <w:rsid w:val="007B6E06"/>
    <w:rsid w:val="007B7608"/>
    <w:rsid w:val="007B7E91"/>
    <w:rsid w:val="007C043D"/>
    <w:rsid w:val="007C07E7"/>
    <w:rsid w:val="007C0F74"/>
    <w:rsid w:val="007C160E"/>
    <w:rsid w:val="007C161A"/>
    <w:rsid w:val="007C1727"/>
    <w:rsid w:val="007C1821"/>
    <w:rsid w:val="007C26EF"/>
    <w:rsid w:val="007C3F90"/>
    <w:rsid w:val="007C4198"/>
    <w:rsid w:val="007C439A"/>
    <w:rsid w:val="007C4E06"/>
    <w:rsid w:val="007C54B9"/>
    <w:rsid w:val="007C592C"/>
    <w:rsid w:val="007C5D0D"/>
    <w:rsid w:val="007C61DC"/>
    <w:rsid w:val="007C70C3"/>
    <w:rsid w:val="007D04C9"/>
    <w:rsid w:val="007D0A5A"/>
    <w:rsid w:val="007D0D32"/>
    <w:rsid w:val="007D0E8F"/>
    <w:rsid w:val="007D1211"/>
    <w:rsid w:val="007D1E40"/>
    <w:rsid w:val="007D221B"/>
    <w:rsid w:val="007D4F29"/>
    <w:rsid w:val="007D4F69"/>
    <w:rsid w:val="007D679F"/>
    <w:rsid w:val="007D6AB9"/>
    <w:rsid w:val="007D7EA2"/>
    <w:rsid w:val="007E0FD9"/>
    <w:rsid w:val="007E1BBB"/>
    <w:rsid w:val="007E2015"/>
    <w:rsid w:val="007E27E8"/>
    <w:rsid w:val="007E2D09"/>
    <w:rsid w:val="007E2FF9"/>
    <w:rsid w:val="007E31D6"/>
    <w:rsid w:val="007E335C"/>
    <w:rsid w:val="007E5811"/>
    <w:rsid w:val="007E616B"/>
    <w:rsid w:val="007E67A1"/>
    <w:rsid w:val="007E6A8E"/>
    <w:rsid w:val="007E7246"/>
    <w:rsid w:val="007F023C"/>
    <w:rsid w:val="007F049A"/>
    <w:rsid w:val="007F0A86"/>
    <w:rsid w:val="007F1BE1"/>
    <w:rsid w:val="007F2DCB"/>
    <w:rsid w:val="007F3456"/>
    <w:rsid w:val="007F39FC"/>
    <w:rsid w:val="007F3E26"/>
    <w:rsid w:val="007F4CAD"/>
    <w:rsid w:val="007F4DC8"/>
    <w:rsid w:val="007F522C"/>
    <w:rsid w:val="007F5B3B"/>
    <w:rsid w:val="007F6734"/>
    <w:rsid w:val="007F7263"/>
    <w:rsid w:val="007F7285"/>
    <w:rsid w:val="007F783B"/>
    <w:rsid w:val="007F7A61"/>
    <w:rsid w:val="0080052C"/>
    <w:rsid w:val="0080193F"/>
    <w:rsid w:val="0080239F"/>
    <w:rsid w:val="008025F2"/>
    <w:rsid w:val="00802962"/>
    <w:rsid w:val="00802CC8"/>
    <w:rsid w:val="008036C7"/>
    <w:rsid w:val="00803A67"/>
    <w:rsid w:val="00803A8A"/>
    <w:rsid w:val="00803B7C"/>
    <w:rsid w:val="00803E28"/>
    <w:rsid w:val="00804700"/>
    <w:rsid w:val="00804CE4"/>
    <w:rsid w:val="00805521"/>
    <w:rsid w:val="0080695C"/>
    <w:rsid w:val="00806F47"/>
    <w:rsid w:val="00810BFD"/>
    <w:rsid w:val="00811372"/>
    <w:rsid w:val="008119A4"/>
    <w:rsid w:val="00811B77"/>
    <w:rsid w:val="00812EED"/>
    <w:rsid w:val="008139D3"/>
    <w:rsid w:val="00813A85"/>
    <w:rsid w:val="00813BC4"/>
    <w:rsid w:val="0081455A"/>
    <w:rsid w:val="00814E77"/>
    <w:rsid w:val="0081592B"/>
    <w:rsid w:val="00815C46"/>
    <w:rsid w:val="00815D59"/>
    <w:rsid w:val="0081652F"/>
    <w:rsid w:val="00816681"/>
    <w:rsid w:val="00816720"/>
    <w:rsid w:val="00816A0C"/>
    <w:rsid w:val="00816DD3"/>
    <w:rsid w:val="008173AD"/>
    <w:rsid w:val="00817938"/>
    <w:rsid w:val="00817B10"/>
    <w:rsid w:val="008205DA"/>
    <w:rsid w:val="0082083A"/>
    <w:rsid w:val="00820DA8"/>
    <w:rsid w:val="00821A95"/>
    <w:rsid w:val="00822EB8"/>
    <w:rsid w:val="00823D50"/>
    <w:rsid w:val="0082424E"/>
    <w:rsid w:val="008244DD"/>
    <w:rsid w:val="008244E0"/>
    <w:rsid w:val="0082485D"/>
    <w:rsid w:val="00824C3C"/>
    <w:rsid w:val="00825A90"/>
    <w:rsid w:val="00825AEB"/>
    <w:rsid w:val="00825C84"/>
    <w:rsid w:val="008263B9"/>
    <w:rsid w:val="00827C13"/>
    <w:rsid w:val="00827C47"/>
    <w:rsid w:val="00831B0D"/>
    <w:rsid w:val="00831C00"/>
    <w:rsid w:val="008322A7"/>
    <w:rsid w:val="00833202"/>
    <w:rsid w:val="00833289"/>
    <w:rsid w:val="008334FC"/>
    <w:rsid w:val="008338B5"/>
    <w:rsid w:val="00833FCC"/>
    <w:rsid w:val="008344F6"/>
    <w:rsid w:val="0083494A"/>
    <w:rsid w:val="00834AF4"/>
    <w:rsid w:val="0083560E"/>
    <w:rsid w:val="00835A67"/>
    <w:rsid w:val="008363FE"/>
    <w:rsid w:val="0083650C"/>
    <w:rsid w:val="00836554"/>
    <w:rsid w:val="00836BC5"/>
    <w:rsid w:val="00837035"/>
    <w:rsid w:val="008375E0"/>
    <w:rsid w:val="00837B98"/>
    <w:rsid w:val="0084031A"/>
    <w:rsid w:val="0084043B"/>
    <w:rsid w:val="00840F3C"/>
    <w:rsid w:val="00841D3F"/>
    <w:rsid w:val="008424FF"/>
    <w:rsid w:val="00842C1C"/>
    <w:rsid w:val="008435C9"/>
    <w:rsid w:val="00843780"/>
    <w:rsid w:val="00843781"/>
    <w:rsid w:val="00844454"/>
    <w:rsid w:val="00844AEE"/>
    <w:rsid w:val="00844E51"/>
    <w:rsid w:val="008460AD"/>
    <w:rsid w:val="00846F55"/>
    <w:rsid w:val="00846FFE"/>
    <w:rsid w:val="00847F77"/>
    <w:rsid w:val="00850642"/>
    <w:rsid w:val="00850CF5"/>
    <w:rsid w:val="00850D01"/>
    <w:rsid w:val="0085137B"/>
    <w:rsid w:val="008519D0"/>
    <w:rsid w:val="00851D92"/>
    <w:rsid w:val="00852A25"/>
    <w:rsid w:val="00852D93"/>
    <w:rsid w:val="008535A4"/>
    <w:rsid w:val="00853A62"/>
    <w:rsid w:val="008551E0"/>
    <w:rsid w:val="008554D1"/>
    <w:rsid w:val="008557CD"/>
    <w:rsid w:val="00856124"/>
    <w:rsid w:val="00856480"/>
    <w:rsid w:val="0085676F"/>
    <w:rsid w:val="00856B0A"/>
    <w:rsid w:val="00860E93"/>
    <w:rsid w:val="0086114B"/>
    <w:rsid w:val="00861B16"/>
    <w:rsid w:val="00861CF4"/>
    <w:rsid w:val="008627CE"/>
    <w:rsid w:val="0086281B"/>
    <w:rsid w:val="00862987"/>
    <w:rsid w:val="00862D35"/>
    <w:rsid w:val="00862E54"/>
    <w:rsid w:val="00863295"/>
    <w:rsid w:val="008634D1"/>
    <w:rsid w:val="008648B8"/>
    <w:rsid w:val="00864A61"/>
    <w:rsid w:val="00865C65"/>
    <w:rsid w:val="00865E82"/>
    <w:rsid w:val="0086608D"/>
    <w:rsid w:val="00866DE7"/>
    <w:rsid w:val="0086702A"/>
    <w:rsid w:val="00867655"/>
    <w:rsid w:val="00867733"/>
    <w:rsid w:val="008678A4"/>
    <w:rsid w:val="00867A2C"/>
    <w:rsid w:val="00867CB1"/>
    <w:rsid w:val="00870398"/>
    <w:rsid w:val="00870F2A"/>
    <w:rsid w:val="0087143A"/>
    <w:rsid w:val="00871617"/>
    <w:rsid w:val="00871707"/>
    <w:rsid w:val="008719C7"/>
    <w:rsid w:val="0087239C"/>
    <w:rsid w:val="0087317C"/>
    <w:rsid w:val="00873456"/>
    <w:rsid w:val="008740FE"/>
    <w:rsid w:val="00874C07"/>
    <w:rsid w:val="00875797"/>
    <w:rsid w:val="00875CF9"/>
    <w:rsid w:val="008764F3"/>
    <w:rsid w:val="00876760"/>
    <w:rsid w:val="008768B7"/>
    <w:rsid w:val="0087693A"/>
    <w:rsid w:val="008769FE"/>
    <w:rsid w:val="00877624"/>
    <w:rsid w:val="008777AD"/>
    <w:rsid w:val="00880231"/>
    <w:rsid w:val="008829A4"/>
    <w:rsid w:val="008838BA"/>
    <w:rsid w:val="008846DD"/>
    <w:rsid w:val="00884D80"/>
    <w:rsid w:val="008850D4"/>
    <w:rsid w:val="0088557D"/>
    <w:rsid w:val="00885E0B"/>
    <w:rsid w:val="00885FF7"/>
    <w:rsid w:val="008868BB"/>
    <w:rsid w:val="00887263"/>
    <w:rsid w:val="00890124"/>
    <w:rsid w:val="00890CE4"/>
    <w:rsid w:val="00891B0C"/>
    <w:rsid w:val="00893100"/>
    <w:rsid w:val="00893243"/>
    <w:rsid w:val="008936DB"/>
    <w:rsid w:val="00893863"/>
    <w:rsid w:val="00895E18"/>
    <w:rsid w:val="008966F4"/>
    <w:rsid w:val="00896A8D"/>
    <w:rsid w:val="00897526"/>
    <w:rsid w:val="008A0634"/>
    <w:rsid w:val="008A0A4A"/>
    <w:rsid w:val="008A18B5"/>
    <w:rsid w:val="008A20ED"/>
    <w:rsid w:val="008A2EEF"/>
    <w:rsid w:val="008A32BB"/>
    <w:rsid w:val="008A3F04"/>
    <w:rsid w:val="008A45DD"/>
    <w:rsid w:val="008A56A7"/>
    <w:rsid w:val="008A6FC8"/>
    <w:rsid w:val="008A7976"/>
    <w:rsid w:val="008A7CB8"/>
    <w:rsid w:val="008B03C5"/>
    <w:rsid w:val="008B044A"/>
    <w:rsid w:val="008B0594"/>
    <w:rsid w:val="008B0826"/>
    <w:rsid w:val="008B0CDF"/>
    <w:rsid w:val="008B117F"/>
    <w:rsid w:val="008B2776"/>
    <w:rsid w:val="008B2804"/>
    <w:rsid w:val="008B296A"/>
    <w:rsid w:val="008B2EAB"/>
    <w:rsid w:val="008B30CE"/>
    <w:rsid w:val="008B46E9"/>
    <w:rsid w:val="008B4861"/>
    <w:rsid w:val="008B4C6F"/>
    <w:rsid w:val="008B5209"/>
    <w:rsid w:val="008B5481"/>
    <w:rsid w:val="008B5498"/>
    <w:rsid w:val="008B5B0F"/>
    <w:rsid w:val="008B638A"/>
    <w:rsid w:val="008B6445"/>
    <w:rsid w:val="008B6860"/>
    <w:rsid w:val="008B70A8"/>
    <w:rsid w:val="008B78D6"/>
    <w:rsid w:val="008C07E8"/>
    <w:rsid w:val="008C08FE"/>
    <w:rsid w:val="008C0D17"/>
    <w:rsid w:val="008C28C0"/>
    <w:rsid w:val="008C449D"/>
    <w:rsid w:val="008C4738"/>
    <w:rsid w:val="008C5D5B"/>
    <w:rsid w:val="008C609B"/>
    <w:rsid w:val="008C713D"/>
    <w:rsid w:val="008C7F17"/>
    <w:rsid w:val="008D08B0"/>
    <w:rsid w:val="008D0935"/>
    <w:rsid w:val="008D0A45"/>
    <w:rsid w:val="008D0EFE"/>
    <w:rsid w:val="008D16AB"/>
    <w:rsid w:val="008D19F7"/>
    <w:rsid w:val="008D2200"/>
    <w:rsid w:val="008D22E5"/>
    <w:rsid w:val="008D25A8"/>
    <w:rsid w:val="008D2A09"/>
    <w:rsid w:val="008D2E6C"/>
    <w:rsid w:val="008D36E5"/>
    <w:rsid w:val="008D3CFB"/>
    <w:rsid w:val="008D4009"/>
    <w:rsid w:val="008D4C4B"/>
    <w:rsid w:val="008D5040"/>
    <w:rsid w:val="008D5153"/>
    <w:rsid w:val="008D59BD"/>
    <w:rsid w:val="008D6136"/>
    <w:rsid w:val="008D662A"/>
    <w:rsid w:val="008D69E1"/>
    <w:rsid w:val="008D6CFD"/>
    <w:rsid w:val="008D7415"/>
    <w:rsid w:val="008D790F"/>
    <w:rsid w:val="008D7CAF"/>
    <w:rsid w:val="008E0AA0"/>
    <w:rsid w:val="008E0F3F"/>
    <w:rsid w:val="008E156A"/>
    <w:rsid w:val="008E1C60"/>
    <w:rsid w:val="008E235A"/>
    <w:rsid w:val="008E34D4"/>
    <w:rsid w:val="008E3560"/>
    <w:rsid w:val="008E44A2"/>
    <w:rsid w:val="008E494A"/>
    <w:rsid w:val="008E4AAB"/>
    <w:rsid w:val="008E50BE"/>
    <w:rsid w:val="008E5B46"/>
    <w:rsid w:val="008E5BF8"/>
    <w:rsid w:val="008E6096"/>
    <w:rsid w:val="008E6381"/>
    <w:rsid w:val="008F00D0"/>
    <w:rsid w:val="008F0340"/>
    <w:rsid w:val="008F0D42"/>
    <w:rsid w:val="008F1A44"/>
    <w:rsid w:val="008F2069"/>
    <w:rsid w:val="008F246C"/>
    <w:rsid w:val="008F329F"/>
    <w:rsid w:val="008F34FC"/>
    <w:rsid w:val="008F3505"/>
    <w:rsid w:val="008F4721"/>
    <w:rsid w:val="008F4759"/>
    <w:rsid w:val="008F4BCD"/>
    <w:rsid w:val="008F5294"/>
    <w:rsid w:val="008F5327"/>
    <w:rsid w:val="008F58A7"/>
    <w:rsid w:val="008F5DEA"/>
    <w:rsid w:val="008F6706"/>
    <w:rsid w:val="008F6F02"/>
    <w:rsid w:val="008F731E"/>
    <w:rsid w:val="008F768E"/>
    <w:rsid w:val="008F7B0B"/>
    <w:rsid w:val="008F7CF0"/>
    <w:rsid w:val="008F7DA5"/>
    <w:rsid w:val="008F7E20"/>
    <w:rsid w:val="00900250"/>
    <w:rsid w:val="00900653"/>
    <w:rsid w:val="0090074E"/>
    <w:rsid w:val="00901C22"/>
    <w:rsid w:val="00901EB9"/>
    <w:rsid w:val="00902197"/>
    <w:rsid w:val="0090383C"/>
    <w:rsid w:val="00903909"/>
    <w:rsid w:val="00903DB1"/>
    <w:rsid w:val="009042A4"/>
    <w:rsid w:val="00904AFC"/>
    <w:rsid w:val="00904D19"/>
    <w:rsid w:val="00905BF9"/>
    <w:rsid w:val="009067CF"/>
    <w:rsid w:val="009068EE"/>
    <w:rsid w:val="0090714C"/>
    <w:rsid w:val="00907BD8"/>
    <w:rsid w:val="00910060"/>
    <w:rsid w:val="009101AE"/>
    <w:rsid w:val="00910A46"/>
    <w:rsid w:val="00910EC9"/>
    <w:rsid w:val="009127FC"/>
    <w:rsid w:val="00913300"/>
    <w:rsid w:val="00913884"/>
    <w:rsid w:val="00914F00"/>
    <w:rsid w:val="00915488"/>
    <w:rsid w:val="00916584"/>
    <w:rsid w:val="00916663"/>
    <w:rsid w:val="00916CBD"/>
    <w:rsid w:val="00916EA2"/>
    <w:rsid w:val="0091749B"/>
    <w:rsid w:val="009175D6"/>
    <w:rsid w:val="009201D2"/>
    <w:rsid w:val="00921E04"/>
    <w:rsid w:val="0092226D"/>
    <w:rsid w:val="00923A21"/>
    <w:rsid w:val="00923BDA"/>
    <w:rsid w:val="009246F2"/>
    <w:rsid w:val="00924972"/>
    <w:rsid w:val="00925369"/>
    <w:rsid w:val="00926091"/>
    <w:rsid w:val="00926553"/>
    <w:rsid w:val="00927379"/>
    <w:rsid w:val="00927E65"/>
    <w:rsid w:val="009300E9"/>
    <w:rsid w:val="0093118B"/>
    <w:rsid w:val="009315E9"/>
    <w:rsid w:val="00932857"/>
    <w:rsid w:val="00932C46"/>
    <w:rsid w:val="009336A8"/>
    <w:rsid w:val="00934938"/>
    <w:rsid w:val="00934DC6"/>
    <w:rsid w:val="00934E66"/>
    <w:rsid w:val="00934F46"/>
    <w:rsid w:val="0093535D"/>
    <w:rsid w:val="00935CDD"/>
    <w:rsid w:val="00936EFA"/>
    <w:rsid w:val="009373B5"/>
    <w:rsid w:val="00937BFC"/>
    <w:rsid w:val="0094084F"/>
    <w:rsid w:val="00940CAE"/>
    <w:rsid w:val="0094179A"/>
    <w:rsid w:val="00941B37"/>
    <w:rsid w:val="00942177"/>
    <w:rsid w:val="009428AC"/>
    <w:rsid w:val="00942A83"/>
    <w:rsid w:val="009437FD"/>
    <w:rsid w:val="00944644"/>
    <w:rsid w:val="00945222"/>
    <w:rsid w:val="0094527D"/>
    <w:rsid w:val="00945860"/>
    <w:rsid w:val="00946C67"/>
    <w:rsid w:val="00946F1D"/>
    <w:rsid w:val="00946FCA"/>
    <w:rsid w:val="00947425"/>
    <w:rsid w:val="009476A9"/>
    <w:rsid w:val="00947F6A"/>
    <w:rsid w:val="009514D6"/>
    <w:rsid w:val="0095189A"/>
    <w:rsid w:val="009523D0"/>
    <w:rsid w:val="00952F15"/>
    <w:rsid w:val="0095370E"/>
    <w:rsid w:val="00953812"/>
    <w:rsid w:val="00955034"/>
    <w:rsid w:val="00955137"/>
    <w:rsid w:val="009562D5"/>
    <w:rsid w:val="0095656E"/>
    <w:rsid w:val="009567A9"/>
    <w:rsid w:val="00957607"/>
    <w:rsid w:val="00960081"/>
    <w:rsid w:val="0096090C"/>
    <w:rsid w:val="00960A11"/>
    <w:rsid w:val="00961C25"/>
    <w:rsid w:val="009624A0"/>
    <w:rsid w:val="0096293E"/>
    <w:rsid w:val="00963790"/>
    <w:rsid w:val="00963E6C"/>
    <w:rsid w:val="00965449"/>
    <w:rsid w:val="0097050B"/>
    <w:rsid w:val="00970A6C"/>
    <w:rsid w:val="00970DBB"/>
    <w:rsid w:val="0097106F"/>
    <w:rsid w:val="00972DC4"/>
    <w:rsid w:val="009737D8"/>
    <w:rsid w:val="00974053"/>
    <w:rsid w:val="009740D0"/>
    <w:rsid w:val="00974678"/>
    <w:rsid w:val="009749A5"/>
    <w:rsid w:val="00974C44"/>
    <w:rsid w:val="00975188"/>
    <w:rsid w:val="0097551B"/>
    <w:rsid w:val="00975844"/>
    <w:rsid w:val="00976922"/>
    <w:rsid w:val="009770A1"/>
    <w:rsid w:val="0097750D"/>
    <w:rsid w:val="00980E9F"/>
    <w:rsid w:val="00980F86"/>
    <w:rsid w:val="0098117B"/>
    <w:rsid w:val="009818A6"/>
    <w:rsid w:val="00982827"/>
    <w:rsid w:val="009833B5"/>
    <w:rsid w:val="009839CC"/>
    <w:rsid w:val="00984A36"/>
    <w:rsid w:val="00984A41"/>
    <w:rsid w:val="00984FCC"/>
    <w:rsid w:val="009908AE"/>
    <w:rsid w:val="00990962"/>
    <w:rsid w:val="00990986"/>
    <w:rsid w:val="009921F4"/>
    <w:rsid w:val="009928CA"/>
    <w:rsid w:val="009946F9"/>
    <w:rsid w:val="00994DCC"/>
    <w:rsid w:val="00994DE0"/>
    <w:rsid w:val="00995C60"/>
    <w:rsid w:val="00997123"/>
    <w:rsid w:val="00997949"/>
    <w:rsid w:val="009A0340"/>
    <w:rsid w:val="009A07D7"/>
    <w:rsid w:val="009A098A"/>
    <w:rsid w:val="009A2001"/>
    <w:rsid w:val="009A2BD6"/>
    <w:rsid w:val="009A2DF0"/>
    <w:rsid w:val="009A2ECD"/>
    <w:rsid w:val="009A3035"/>
    <w:rsid w:val="009A3C5B"/>
    <w:rsid w:val="009A3F54"/>
    <w:rsid w:val="009A4258"/>
    <w:rsid w:val="009A4D5E"/>
    <w:rsid w:val="009A4F71"/>
    <w:rsid w:val="009A51BB"/>
    <w:rsid w:val="009A64CA"/>
    <w:rsid w:val="009A7CA4"/>
    <w:rsid w:val="009B0426"/>
    <w:rsid w:val="009B0881"/>
    <w:rsid w:val="009B0D80"/>
    <w:rsid w:val="009B13FC"/>
    <w:rsid w:val="009B1A30"/>
    <w:rsid w:val="009B2564"/>
    <w:rsid w:val="009B2784"/>
    <w:rsid w:val="009B2841"/>
    <w:rsid w:val="009B3676"/>
    <w:rsid w:val="009B4D54"/>
    <w:rsid w:val="009B4EB5"/>
    <w:rsid w:val="009B55B2"/>
    <w:rsid w:val="009B59A6"/>
    <w:rsid w:val="009B5BE8"/>
    <w:rsid w:val="009B603B"/>
    <w:rsid w:val="009B64F6"/>
    <w:rsid w:val="009B67AA"/>
    <w:rsid w:val="009B67E9"/>
    <w:rsid w:val="009B6893"/>
    <w:rsid w:val="009B6A29"/>
    <w:rsid w:val="009C077C"/>
    <w:rsid w:val="009C1471"/>
    <w:rsid w:val="009C1B2A"/>
    <w:rsid w:val="009C21DB"/>
    <w:rsid w:val="009C3011"/>
    <w:rsid w:val="009C3D8E"/>
    <w:rsid w:val="009C40B1"/>
    <w:rsid w:val="009C416F"/>
    <w:rsid w:val="009C52AF"/>
    <w:rsid w:val="009C5BAE"/>
    <w:rsid w:val="009C6B9D"/>
    <w:rsid w:val="009C6E48"/>
    <w:rsid w:val="009C749F"/>
    <w:rsid w:val="009D0C18"/>
    <w:rsid w:val="009D0EAF"/>
    <w:rsid w:val="009D124D"/>
    <w:rsid w:val="009D1F40"/>
    <w:rsid w:val="009D2312"/>
    <w:rsid w:val="009D2666"/>
    <w:rsid w:val="009D2C73"/>
    <w:rsid w:val="009D30EE"/>
    <w:rsid w:val="009D3B9B"/>
    <w:rsid w:val="009D520C"/>
    <w:rsid w:val="009D55EB"/>
    <w:rsid w:val="009E039F"/>
    <w:rsid w:val="009E0479"/>
    <w:rsid w:val="009E087A"/>
    <w:rsid w:val="009E1557"/>
    <w:rsid w:val="009E198E"/>
    <w:rsid w:val="009E25DA"/>
    <w:rsid w:val="009E2F2A"/>
    <w:rsid w:val="009E3B26"/>
    <w:rsid w:val="009E45F4"/>
    <w:rsid w:val="009E4758"/>
    <w:rsid w:val="009E5239"/>
    <w:rsid w:val="009E54C0"/>
    <w:rsid w:val="009E5625"/>
    <w:rsid w:val="009E5B11"/>
    <w:rsid w:val="009E60FD"/>
    <w:rsid w:val="009E65FB"/>
    <w:rsid w:val="009E6EB4"/>
    <w:rsid w:val="009E7AE7"/>
    <w:rsid w:val="009E7C26"/>
    <w:rsid w:val="009E7FC2"/>
    <w:rsid w:val="009F076C"/>
    <w:rsid w:val="009F07FD"/>
    <w:rsid w:val="009F181B"/>
    <w:rsid w:val="009F1D1E"/>
    <w:rsid w:val="009F2180"/>
    <w:rsid w:val="009F264F"/>
    <w:rsid w:val="009F2A14"/>
    <w:rsid w:val="009F2A2B"/>
    <w:rsid w:val="009F33BA"/>
    <w:rsid w:val="009F33FE"/>
    <w:rsid w:val="009F3B54"/>
    <w:rsid w:val="009F3F0E"/>
    <w:rsid w:val="009F4293"/>
    <w:rsid w:val="009F4D96"/>
    <w:rsid w:val="009F50A1"/>
    <w:rsid w:val="009F610F"/>
    <w:rsid w:val="009F687B"/>
    <w:rsid w:val="009F6E5B"/>
    <w:rsid w:val="00A00241"/>
    <w:rsid w:val="00A007A8"/>
    <w:rsid w:val="00A008C0"/>
    <w:rsid w:val="00A01277"/>
    <w:rsid w:val="00A01A2C"/>
    <w:rsid w:val="00A01B56"/>
    <w:rsid w:val="00A01D1B"/>
    <w:rsid w:val="00A01F4D"/>
    <w:rsid w:val="00A026C2"/>
    <w:rsid w:val="00A029F1"/>
    <w:rsid w:val="00A03467"/>
    <w:rsid w:val="00A03B4C"/>
    <w:rsid w:val="00A03BFB"/>
    <w:rsid w:val="00A03DA6"/>
    <w:rsid w:val="00A05842"/>
    <w:rsid w:val="00A05FED"/>
    <w:rsid w:val="00A06606"/>
    <w:rsid w:val="00A07754"/>
    <w:rsid w:val="00A0776D"/>
    <w:rsid w:val="00A10B4F"/>
    <w:rsid w:val="00A10F3A"/>
    <w:rsid w:val="00A10FF1"/>
    <w:rsid w:val="00A11073"/>
    <w:rsid w:val="00A113C1"/>
    <w:rsid w:val="00A12435"/>
    <w:rsid w:val="00A1273C"/>
    <w:rsid w:val="00A1273E"/>
    <w:rsid w:val="00A127DD"/>
    <w:rsid w:val="00A12A3E"/>
    <w:rsid w:val="00A12D3D"/>
    <w:rsid w:val="00A13604"/>
    <w:rsid w:val="00A145E9"/>
    <w:rsid w:val="00A14633"/>
    <w:rsid w:val="00A14F2E"/>
    <w:rsid w:val="00A1503A"/>
    <w:rsid w:val="00A15236"/>
    <w:rsid w:val="00A15A62"/>
    <w:rsid w:val="00A15C8E"/>
    <w:rsid w:val="00A15D91"/>
    <w:rsid w:val="00A1612B"/>
    <w:rsid w:val="00A1626B"/>
    <w:rsid w:val="00A16289"/>
    <w:rsid w:val="00A16658"/>
    <w:rsid w:val="00A16727"/>
    <w:rsid w:val="00A17646"/>
    <w:rsid w:val="00A17B68"/>
    <w:rsid w:val="00A17CAE"/>
    <w:rsid w:val="00A20803"/>
    <w:rsid w:val="00A2096B"/>
    <w:rsid w:val="00A20B74"/>
    <w:rsid w:val="00A20E9C"/>
    <w:rsid w:val="00A21084"/>
    <w:rsid w:val="00A21E4D"/>
    <w:rsid w:val="00A21E8E"/>
    <w:rsid w:val="00A22690"/>
    <w:rsid w:val="00A2280B"/>
    <w:rsid w:val="00A23F48"/>
    <w:rsid w:val="00A2449D"/>
    <w:rsid w:val="00A246BA"/>
    <w:rsid w:val="00A255C8"/>
    <w:rsid w:val="00A25706"/>
    <w:rsid w:val="00A26121"/>
    <w:rsid w:val="00A27026"/>
    <w:rsid w:val="00A2757F"/>
    <w:rsid w:val="00A3089B"/>
    <w:rsid w:val="00A3096A"/>
    <w:rsid w:val="00A31647"/>
    <w:rsid w:val="00A3177C"/>
    <w:rsid w:val="00A32CC8"/>
    <w:rsid w:val="00A33704"/>
    <w:rsid w:val="00A33C79"/>
    <w:rsid w:val="00A33DFC"/>
    <w:rsid w:val="00A34273"/>
    <w:rsid w:val="00A34961"/>
    <w:rsid w:val="00A34A30"/>
    <w:rsid w:val="00A34C66"/>
    <w:rsid w:val="00A35594"/>
    <w:rsid w:val="00A36324"/>
    <w:rsid w:val="00A36F26"/>
    <w:rsid w:val="00A37B95"/>
    <w:rsid w:val="00A37EBA"/>
    <w:rsid w:val="00A40D80"/>
    <w:rsid w:val="00A41DDC"/>
    <w:rsid w:val="00A42837"/>
    <w:rsid w:val="00A43FEF"/>
    <w:rsid w:val="00A44577"/>
    <w:rsid w:val="00A449D4"/>
    <w:rsid w:val="00A44AE2"/>
    <w:rsid w:val="00A44DF3"/>
    <w:rsid w:val="00A45402"/>
    <w:rsid w:val="00A454FE"/>
    <w:rsid w:val="00A45941"/>
    <w:rsid w:val="00A47A85"/>
    <w:rsid w:val="00A47A9C"/>
    <w:rsid w:val="00A47FE6"/>
    <w:rsid w:val="00A504E4"/>
    <w:rsid w:val="00A50DD1"/>
    <w:rsid w:val="00A513A4"/>
    <w:rsid w:val="00A51ECC"/>
    <w:rsid w:val="00A51F62"/>
    <w:rsid w:val="00A5345F"/>
    <w:rsid w:val="00A53579"/>
    <w:rsid w:val="00A5374B"/>
    <w:rsid w:val="00A53DF0"/>
    <w:rsid w:val="00A53FDC"/>
    <w:rsid w:val="00A540B0"/>
    <w:rsid w:val="00A54291"/>
    <w:rsid w:val="00A544D2"/>
    <w:rsid w:val="00A54C20"/>
    <w:rsid w:val="00A5507D"/>
    <w:rsid w:val="00A55274"/>
    <w:rsid w:val="00A56902"/>
    <w:rsid w:val="00A56A88"/>
    <w:rsid w:val="00A56A8F"/>
    <w:rsid w:val="00A56AA1"/>
    <w:rsid w:val="00A56BCD"/>
    <w:rsid w:val="00A57466"/>
    <w:rsid w:val="00A579CE"/>
    <w:rsid w:val="00A57B04"/>
    <w:rsid w:val="00A57E2F"/>
    <w:rsid w:val="00A613CE"/>
    <w:rsid w:val="00A6173E"/>
    <w:rsid w:val="00A62459"/>
    <w:rsid w:val="00A6250C"/>
    <w:rsid w:val="00A630B5"/>
    <w:rsid w:val="00A6473C"/>
    <w:rsid w:val="00A648B1"/>
    <w:rsid w:val="00A64C4E"/>
    <w:rsid w:val="00A64C77"/>
    <w:rsid w:val="00A64F66"/>
    <w:rsid w:val="00A659C7"/>
    <w:rsid w:val="00A6651B"/>
    <w:rsid w:val="00A66BB6"/>
    <w:rsid w:val="00A70314"/>
    <w:rsid w:val="00A70648"/>
    <w:rsid w:val="00A70BAE"/>
    <w:rsid w:val="00A7107F"/>
    <w:rsid w:val="00A71648"/>
    <w:rsid w:val="00A717BB"/>
    <w:rsid w:val="00A718D8"/>
    <w:rsid w:val="00A71ED4"/>
    <w:rsid w:val="00A722A5"/>
    <w:rsid w:val="00A72927"/>
    <w:rsid w:val="00A72CEE"/>
    <w:rsid w:val="00A73B1F"/>
    <w:rsid w:val="00A74191"/>
    <w:rsid w:val="00A74442"/>
    <w:rsid w:val="00A75545"/>
    <w:rsid w:val="00A75B06"/>
    <w:rsid w:val="00A75E47"/>
    <w:rsid w:val="00A7607F"/>
    <w:rsid w:val="00A769D0"/>
    <w:rsid w:val="00A76FFA"/>
    <w:rsid w:val="00A80658"/>
    <w:rsid w:val="00A80D57"/>
    <w:rsid w:val="00A81814"/>
    <w:rsid w:val="00A824A4"/>
    <w:rsid w:val="00A82857"/>
    <w:rsid w:val="00A82D45"/>
    <w:rsid w:val="00A838E8"/>
    <w:rsid w:val="00A83D67"/>
    <w:rsid w:val="00A85D1E"/>
    <w:rsid w:val="00A871DF"/>
    <w:rsid w:val="00A87CA0"/>
    <w:rsid w:val="00A90071"/>
    <w:rsid w:val="00A9031C"/>
    <w:rsid w:val="00A90371"/>
    <w:rsid w:val="00A909CB"/>
    <w:rsid w:val="00A90C34"/>
    <w:rsid w:val="00A923E8"/>
    <w:rsid w:val="00A92938"/>
    <w:rsid w:val="00A94446"/>
    <w:rsid w:val="00A94ED9"/>
    <w:rsid w:val="00A94F1F"/>
    <w:rsid w:val="00A95DF0"/>
    <w:rsid w:val="00A96237"/>
    <w:rsid w:val="00A9667E"/>
    <w:rsid w:val="00A976FD"/>
    <w:rsid w:val="00A97847"/>
    <w:rsid w:val="00A97B6C"/>
    <w:rsid w:val="00AA0357"/>
    <w:rsid w:val="00AA1928"/>
    <w:rsid w:val="00AA225E"/>
    <w:rsid w:val="00AA2E56"/>
    <w:rsid w:val="00AA2F9A"/>
    <w:rsid w:val="00AA363B"/>
    <w:rsid w:val="00AA39FC"/>
    <w:rsid w:val="00AA3C07"/>
    <w:rsid w:val="00AA472D"/>
    <w:rsid w:val="00AA4888"/>
    <w:rsid w:val="00AA51D2"/>
    <w:rsid w:val="00AA56C8"/>
    <w:rsid w:val="00AA5CE9"/>
    <w:rsid w:val="00AA639F"/>
    <w:rsid w:val="00AA660B"/>
    <w:rsid w:val="00AA699E"/>
    <w:rsid w:val="00AB042D"/>
    <w:rsid w:val="00AB13B1"/>
    <w:rsid w:val="00AB1FE6"/>
    <w:rsid w:val="00AB27AC"/>
    <w:rsid w:val="00AB446A"/>
    <w:rsid w:val="00AB48FD"/>
    <w:rsid w:val="00AB4F22"/>
    <w:rsid w:val="00AB4F23"/>
    <w:rsid w:val="00AB52E3"/>
    <w:rsid w:val="00AB576A"/>
    <w:rsid w:val="00AB5961"/>
    <w:rsid w:val="00AB5FEC"/>
    <w:rsid w:val="00AB60C9"/>
    <w:rsid w:val="00AB7489"/>
    <w:rsid w:val="00AC0041"/>
    <w:rsid w:val="00AC0BF4"/>
    <w:rsid w:val="00AC1387"/>
    <w:rsid w:val="00AC1FD7"/>
    <w:rsid w:val="00AC2456"/>
    <w:rsid w:val="00AC29AF"/>
    <w:rsid w:val="00AC2CFD"/>
    <w:rsid w:val="00AC3690"/>
    <w:rsid w:val="00AC398C"/>
    <w:rsid w:val="00AC48FF"/>
    <w:rsid w:val="00AC4E64"/>
    <w:rsid w:val="00AC5763"/>
    <w:rsid w:val="00AC67D8"/>
    <w:rsid w:val="00AC6C8C"/>
    <w:rsid w:val="00AC6DD1"/>
    <w:rsid w:val="00AC77BC"/>
    <w:rsid w:val="00AC7D0C"/>
    <w:rsid w:val="00AD0043"/>
    <w:rsid w:val="00AD030A"/>
    <w:rsid w:val="00AD0682"/>
    <w:rsid w:val="00AD0A32"/>
    <w:rsid w:val="00AD0E7A"/>
    <w:rsid w:val="00AD17F9"/>
    <w:rsid w:val="00AD226A"/>
    <w:rsid w:val="00AD2ADF"/>
    <w:rsid w:val="00AD3B33"/>
    <w:rsid w:val="00AD3EE5"/>
    <w:rsid w:val="00AD3EF7"/>
    <w:rsid w:val="00AD3F9B"/>
    <w:rsid w:val="00AD477F"/>
    <w:rsid w:val="00AD51C9"/>
    <w:rsid w:val="00AD5932"/>
    <w:rsid w:val="00AD5E0D"/>
    <w:rsid w:val="00AD6749"/>
    <w:rsid w:val="00AD7125"/>
    <w:rsid w:val="00AD76B3"/>
    <w:rsid w:val="00AD7D2E"/>
    <w:rsid w:val="00AE05D5"/>
    <w:rsid w:val="00AE0766"/>
    <w:rsid w:val="00AE0B4D"/>
    <w:rsid w:val="00AE0F93"/>
    <w:rsid w:val="00AE1A87"/>
    <w:rsid w:val="00AE1AA9"/>
    <w:rsid w:val="00AE2A42"/>
    <w:rsid w:val="00AE335B"/>
    <w:rsid w:val="00AE3C74"/>
    <w:rsid w:val="00AE499E"/>
    <w:rsid w:val="00AE4B77"/>
    <w:rsid w:val="00AE4E82"/>
    <w:rsid w:val="00AE536E"/>
    <w:rsid w:val="00AE5A60"/>
    <w:rsid w:val="00AE5FF1"/>
    <w:rsid w:val="00AE7BBF"/>
    <w:rsid w:val="00AF023C"/>
    <w:rsid w:val="00AF0ADB"/>
    <w:rsid w:val="00AF0B7F"/>
    <w:rsid w:val="00AF20AD"/>
    <w:rsid w:val="00AF238A"/>
    <w:rsid w:val="00AF3604"/>
    <w:rsid w:val="00AF5DF3"/>
    <w:rsid w:val="00AF6006"/>
    <w:rsid w:val="00AF6275"/>
    <w:rsid w:val="00AF777F"/>
    <w:rsid w:val="00AF7B22"/>
    <w:rsid w:val="00AF7F08"/>
    <w:rsid w:val="00B00013"/>
    <w:rsid w:val="00B011AE"/>
    <w:rsid w:val="00B025FD"/>
    <w:rsid w:val="00B02689"/>
    <w:rsid w:val="00B0373E"/>
    <w:rsid w:val="00B038FA"/>
    <w:rsid w:val="00B0409B"/>
    <w:rsid w:val="00B048AC"/>
    <w:rsid w:val="00B05207"/>
    <w:rsid w:val="00B05C38"/>
    <w:rsid w:val="00B07767"/>
    <w:rsid w:val="00B07BBA"/>
    <w:rsid w:val="00B07C09"/>
    <w:rsid w:val="00B10F91"/>
    <w:rsid w:val="00B11353"/>
    <w:rsid w:val="00B11389"/>
    <w:rsid w:val="00B1179F"/>
    <w:rsid w:val="00B126CC"/>
    <w:rsid w:val="00B128CB"/>
    <w:rsid w:val="00B12DD1"/>
    <w:rsid w:val="00B12F2F"/>
    <w:rsid w:val="00B13378"/>
    <w:rsid w:val="00B136C1"/>
    <w:rsid w:val="00B14399"/>
    <w:rsid w:val="00B1450C"/>
    <w:rsid w:val="00B14831"/>
    <w:rsid w:val="00B14936"/>
    <w:rsid w:val="00B14D33"/>
    <w:rsid w:val="00B15154"/>
    <w:rsid w:val="00B161D4"/>
    <w:rsid w:val="00B1622E"/>
    <w:rsid w:val="00B1649E"/>
    <w:rsid w:val="00B16A93"/>
    <w:rsid w:val="00B16FA0"/>
    <w:rsid w:val="00B17214"/>
    <w:rsid w:val="00B17C5D"/>
    <w:rsid w:val="00B17D9C"/>
    <w:rsid w:val="00B20256"/>
    <w:rsid w:val="00B20512"/>
    <w:rsid w:val="00B2067D"/>
    <w:rsid w:val="00B20A98"/>
    <w:rsid w:val="00B21F27"/>
    <w:rsid w:val="00B2276C"/>
    <w:rsid w:val="00B22948"/>
    <w:rsid w:val="00B22DDD"/>
    <w:rsid w:val="00B23012"/>
    <w:rsid w:val="00B2399C"/>
    <w:rsid w:val="00B2559A"/>
    <w:rsid w:val="00B25D5D"/>
    <w:rsid w:val="00B25E70"/>
    <w:rsid w:val="00B2601B"/>
    <w:rsid w:val="00B26843"/>
    <w:rsid w:val="00B2756A"/>
    <w:rsid w:val="00B27C49"/>
    <w:rsid w:val="00B30139"/>
    <w:rsid w:val="00B30266"/>
    <w:rsid w:val="00B30B09"/>
    <w:rsid w:val="00B30CA5"/>
    <w:rsid w:val="00B3123D"/>
    <w:rsid w:val="00B319E2"/>
    <w:rsid w:val="00B31FE2"/>
    <w:rsid w:val="00B339F2"/>
    <w:rsid w:val="00B33B7A"/>
    <w:rsid w:val="00B33EFD"/>
    <w:rsid w:val="00B33F23"/>
    <w:rsid w:val="00B34031"/>
    <w:rsid w:val="00B34127"/>
    <w:rsid w:val="00B343BD"/>
    <w:rsid w:val="00B3469B"/>
    <w:rsid w:val="00B362DB"/>
    <w:rsid w:val="00B362EC"/>
    <w:rsid w:val="00B364BA"/>
    <w:rsid w:val="00B3679C"/>
    <w:rsid w:val="00B367F1"/>
    <w:rsid w:val="00B37200"/>
    <w:rsid w:val="00B40286"/>
    <w:rsid w:val="00B41650"/>
    <w:rsid w:val="00B41CD2"/>
    <w:rsid w:val="00B41D01"/>
    <w:rsid w:val="00B41E0C"/>
    <w:rsid w:val="00B41EDA"/>
    <w:rsid w:val="00B42113"/>
    <w:rsid w:val="00B43071"/>
    <w:rsid w:val="00B4320B"/>
    <w:rsid w:val="00B44950"/>
    <w:rsid w:val="00B44FFA"/>
    <w:rsid w:val="00B44FFC"/>
    <w:rsid w:val="00B45C40"/>
    <w:rsid w:val="00B45CFA"/>
    <w:rsid w:val="00B46FF0"/>
    <w:rsid w:val="00B471B8"/>
    <w:rsid w:val="00B47701"/>
    <w:rsid w:val="00B47DCF"/>
    <w:rsid w:val="00B50464"/>
    <w:rsid w:val="00B50C59"/>
    <w:rsid w:val="00B50DC5"/>
    <w:rsid w:val="00B51D80"/>
    <w:rsid w:val="00B51DA5"/>
    <w:rsid w:val="00B51E39"/>
    <w:rsid w:val="00B53003"/>
    <w:rsid w:val="00B5342F"/>
    <w:rsid w:val="00B53E59"/>
    <w:rsid w:val="00B53F4E"/>
    <w:rsid w:val="00B54DF7"/>
    <w:rsid w:val="00B550E2"/>
    <w:rsid w:val="00B56395"/>
    <w:rsid w:val="00B566D3"/>
    <w:rsid w:val="00B56F1C"/>
    <w:rsid w:val="00B571C7"/>
    <w:rsid w:val="00B575F9"/>
    <w:rsid w:val="00B57918"/>
    <w:rsid w:val="00B5792E"/>
    <w:rsid w:val="00B579C4"/>
    <w:rsid w:val="00B6028F"/>
    <w:rsid w:val="00B60465"/>
    <w:rsid w:val="00B60D43"/>
    <w:rsid w:val="00B61CF0"/>
    <w:rsid w:val="00B63381"/>
    <w:rsid w:val="00B651D3"/>
    <w:rsid w:val="00B658BF"/>
    <w:rsid w:val="00B6595F"/>
    <w:rsid w:val="00B65E12"/>
    <w:rsid w:val="00B65F31"/>
    <w:rsid w:val="00B67789"/>
    <w:rsid w:val="00B67CEB"/>
    <w:rsid w:val="00B67F6D"/>
    <w:rsid w:val="00B70B41"/>
    <w:rsid w:val="00B70E78"/>
    <w:rsid w:val="00B71905"/>
    <w:rsid w:val="00B71A57"/>
    <w:rsid w:val="00B71E67"/>
    <w:rsid w:val="00B71E88"/>
    <w:rsid w:val="00B72CAC"/>
    <w:rsid w:val="00B73A4B"/>
    <w:rsid w:val="00B73CE2"/>
    <w:rsid w:val="00B73E5D"/>
    <w:rsid w:val="00B73E75"/>
    <w:rsid w:val="00B741E4"/>
    <w:rsid w:val="00B7494D"/>
    <w:rsid w:val="00B75A2D"/>
    <w:rsid w:val="00B75B66"/>
    <w:rsid w:val="00B76CBB"/>
    <w:rsid w:val="00B80287"/>
    <w:rsid w:val="00B8051C"/>
    <w:rsid w:val="00B80C0E"/>
    <w:rsid w:val="00B80E59"/>
    <w:rsid w:val="00B81C14"/>
    <w:rsid w:val="00B84097"/>
    <w:rsid w:val="00B84A24"/>
    <w:rsid w:val="00B84D26"/>
    <w:rsid w:val="00B85486"/>
    <w:rsid w:val="00B85CE5"/>
    <w:rsid w:val="00B85F98"/>
    <w:rsid w:val="00B90422"/>
    <w:rsid w:val="00B90D18"/>
    <w:rsid w:val="00B92755"/>
    <w:rsid w:val="00B92BBF"/>
    <w:rsid w:val="00B92DF4"/>
    <w:rsid w:val="00B9345B"/>
    <w:rsid w:val="00B934E2"/>
    <w:rsid w:val="00B93E33"/>
    <w:rsid w:val="00B93E6F"/>
    <w:rsid w:val="00B93F7D"/>
    <w:rsid w:val="00B94929"/>
    <w:rsid w:val="00B94D97"/>
    <w:rsid w:val="00B9533C"/>
    <w:rsid w:val="00B9538B"/>
    <w:rsid w:val="00B95ECB"/>
    <w:rsid w:val="00B963BE"/>
    <w:rsid w:val="00B97A8F"/>
    <w:rsid w:val="00BA0C94"/>
    <w:rsid w:val="00BA0DBE"/>
    <w:rsid w:val="00BA1173"/>
    <w:rsid w:val="00BA1AAD"/>
    <w:rsid w:val="00BA1B5A"/>
    <w:rsid w:val="00BA1EEF"/>
    <w:rsid w:val="00BA2CA5"/>
    <w:rsid w:val="00BA2F3E"/>
    <w:rsid w:val="00BA32C3"/>
    <w:rsid w:val="00BA34E3"/>
    <w:rsid w:val="00BA3668"/>
    <w:rsid w:val="00BA36BF"/>
    <w:rsid w:val="00BA3B10"/>
    <w:rsid w:val="00BA426C"/>
    <w:rsid w:val="00BA4367"/>
    <w:rsid w:val="00BA460B"/>
    <w:rsid w:val="00BA464A"/>
    <w:rsid w:val="00BA4D2C"/>
    <w:rsid w:val="00BA51C6"/>
    <w:rsid w:val="00BA5ACA"/>
    <w:rsid w:val="00BA5C37"/>
    <w:rsid w:val="00BA5F36"/>
    <w:rsid w:val="00BA6AFB"/>
    <w:rsid w:val="00BA78ED"/>
    <w:rsid w:val="00BA7E92"/>
    <w:rsid w:val="00BB0CD5"/>
    <w:rsid w:val="00BB0DB3"/>
    <w:rsid w:val="00BB1326"/>
    <w:rsid w:val="00BB2003"/>
    <w:rsid w:val="00BB218F"/>
    <w:rsid w:val="00BB249B"/>
    <w:rsid w:val="00BB2D1B"/>
    <w:rsid w:val="00BB4624"/>
    <w:rsid w:val="00BB54F2"/>
    <w:rsid w:val="00BB60C6"/>
    <w:rsid w:val="00BB656E"/>
    <w:rsid w:val="00BB679D"/>
    <w:rsid w:val="00BB6F50"/>
    <w:rsid w:val="00BB7FF1"/>
    <w:rsid w:val="00BC074A"/>
    <w:rsid w:val="00BC0FAB"/>
    <w:rsid w:val="00BC0FE4"/>
    <w:rsid w:val="00BC1443"/>
    <w:rsid w:val="00BC157B"/>
    <w:rsid w:val="00BC232E"/>
    <w:rsid w:val="00BC244B"/>
    <w:rsid w:val="00BC355B"/>
    <w:rsid w:val="00BC35DF"/>
    <w:rsid w:val="00BC42A7"/>
    <w:rsid w:val="00BC4637"/>
    <w:rsid w:val="00BC5089"/>
    <w:rsid w:val="00BC5528"/>
    <w:rsid w:val="00BC55A3"/>
    <w:rsid w:val="00BC56F5"/>
    <w:rsid w:val="00BC57D5"/>
    <w:rsid w:val="00BC6C27"/>
    <w:rsid w:val="00BD0DFA"/>
    <w:rsid w:val="00BD1A0E"/>
    <w:rsid w:val="00BD1E60"/>
    <w:rsid w:val="00BD2CA1"/>
    <w:rsid w:val="00BD3469"/>
    <w:rsid w:val="00BD36DA"/>
    <w:rsid w:val="00BD3E04"/>
    <w:rsid w:val="00BD4EDC"/>
    <w:rsid w:val="00BD6376"/>
    <w:rsid w:val="00BD71F7"/>
    <w:rsid w:val="00BD7C7D"/>
    <w:rsid w:val="00BE0C8C"/>
    <w:rsid w:val="00BE1055"/>
    <w:rsid w:val="00BE1056"/>
    <w:rsid w:val="00BE290F"/>
    <w:rsid w:val="00BE36A7"/>
    <w:rsid w:val="00BE36D4"/>
    <w:rsid w:val="00BE3A0C"/>
    <w:rsid w:val="00BE496A"/>
    <w:rsid w:val="00BE57F7"/>
    <w:rsid w:val="00BE5BB1"/>
    <w:rsid w:val="00BE5D4A"/>
    <w:rsid w:val="00BE5DF7"/>
    <w:rsid w:val="00BE5FEB"/>
    <w:rsid w:val="00BE640C"/>
    <w:rsid w:val="00BE6627"/>
    <w:rsid w:val="00BE7D12"/>
    <w:rsid w:val="00BF03D1"/>
    <w:rsid w:val="00BF0CD3"/>
    <w:rsid w:val="00BF13AC"/>
    <w:rsid w:val="00BF14E9"/>
    <w:rsid w:val="00BF17D8"/>
    <w:rsid w:val="00BF1ABB"/>
    <w:rsid w:val="00BF1E7D"/>
    <w:rsid w:val="00BF250C"/>
    <w:rsid w:val="00BF2A74"/>
    <w:rsid w:val="00BF2DCB"/>
    <w:rsid w:val="00BF2F68"/>
    <w:rsid w:val="00BF329E"/>
    <w:rsid w:val="00BF3539"/>
    <w:rsid w:val="00BF3564"/>
    <w:rsid w:val="00BF3715"/>
    <w:rsid w:val="00BF3CB0"/>
    <w:rsid w:val="00BF4C28"/>
    <w:rsid w:val="00BF50C2"/>
    <w:rsid w:val="00BF510A"/>
    <w:rsid w:val="00BF53C8"/>
    <w:rsid w:val="00BF5754"/>
    <w:rsid w:val="00BF5C09"/>
    <w:rsid w:val="00BF5F19"/>
    <w:rsid w:val="00BF6062"/>
    <w:rsid w:val="00BF6833"/>
    <w:rsid w:val="00BF6C6F"/>
    <w:rsid w:val="00BF6F7F"/>
    <w:rsid w:val="00BF7A31"/>
    <w:rsid w:val="00BF7FFD"/>
    <w:rsid w:val="00C00621"/>
    <w:rsid w:val="00C009F5"/>
    <w:rsid w:val="00C00E1C"/>
    <w:rsid w:val="00C014FC"/>
    <w:rsid w:val="00C030C9"/>
    <w:rsid w:val="00C0318B"/>
    <w:rsid w:val="00C03253"/>
    <w:rsid w:val="00C03650"/>
    <w:rsid w:val="00C03991"/>
    <w:rsid w:val="00C0464E"/>
    <w:rsid w:val="00C04A81"/>
    <w:rsid w:val="00C04D7B"/>
    <w:rsid w:val="00C04E64"/>
    <w:rsid w:val="00C04EFC"/>
    <w:rsid w:val="00C05E82"/>
    <w:rsid w:val="00C06160"/>
    <w:rsid w:val="00C07099"/>
    <w:rsid w:val="00C07BAB"/>
    <w:rsid w:val="00C10C4A"/>
    <w:rsid w:val="00C10FF8"/>
    <w:rsid w:val="00C1154F"/>
    <w:rsid w:val="00C117EA"/>
    <w:rsid w:val="00C12177"/>
    <w:rsid w:val="00C123D4"/>
    <w:rsid w:val="00C13B41"/>
    <w:rsid w:val="00C13DEC"/>
    <w:rsid w:val="00C15683"/>
    <w:rsid w:val="00C15D8F"/>
    <w:rsid w:val="00C16288"/>
    <w:rsid w:val="00C167D3"/>
    <w:rsid w:val="00C16A10"/>
    <w:rsid w:val="00C17532"/>
    <w:rsid w:val="00C1771C"/>
    <w:rsid w:val="00C21C02"/>
    <w:rsid w:val="00C21E6A"/>
    <w:rsid w:val="00C22901"/>
    <w:rsid w:val="00C22FB2"/>
    <w:rsid w:val="00C23CAF"/>
    <w:rsid w:val="00C23DDB"/>
    <w:rsid w:val="00C244F4"/>
    <w:rsid w:val="00C246F4"/>
    <w:rsid w:val="00C247AE"/>
    <w:rsid w:val="00C252B7"/>
    <w:rsid w:val="00C25344"/>
    <w:rsid w:val="00C254C2"/>
    <w:rsid w:val="00C25856"/>
    <w:rsid w:val="00C25F9A"/>
    <w:rsid w:val="00C25FE5"/>
    <w:rsid w:val="00C2639D"/>
    <w:rsid w:val="00C26713"/>
    <w:rsid w:val="00C26BCA"/>
    <w:rsid w:val="00C26C28"/>
    <w:rsid w:val="00C27875"/>
    <w:rsid w:val="00C2795E"/>
    <w:rsid w:val="00C30B85"/>
    <w:rsid w:val="00C30DC5"/>
    <w:rsid w:val="00C3140B"/>
    <w:rsid w:val="00C315AB"/>
    <w:rsid w:val="00C31844"/>
    <w:rsid w:val="00C31D77"/>
    <w:rsid w:val="00C3301A"/>
    <w:rsid w:val="00C33D44"/>
    <w:rsid w:val="00C340F5"/>
    <w:rsid w:val="00C3474D"/>
    <w:rsid w:val="00C34C5C"/>
    <w:rsid w:val="00C34E4A"/>
    <w:rsid w:val="00C3531C"/>
    <w:rsid w:val="00C35F8B"/>
    <w:rsid w:val="00C36082"/>
    <w:rsid w:val="00C37117"/>
    <w:rsid w:val="00C400FF"/>
    <w:rsid w:val="00C40271"/>
    <w:rsid w:val="00C40679"/>
    <w:rsid w:val="00C406F4"/>
    <w:rsid w:val="00C4086D"/>
    <w:rsid w:val="00C41681"/>
    <w:rsid w:val="00C41C04"/>
    <w:rsid w:val="00C430DA"/>
    <w:rsid w:val="00C43672"/>
    <w:rsid w:val="00C441E9"/>
    <w:rsid w:val="00C44BBC"/>
    <w:rsid w:val="00C456D2"/>
    <w:rsid w:val="00C46621"/>
    <w:rsid w:val="00C4748F"/>
    <w:rsid w:val="00C50349"/>
    <w:rsid w:val="00C517D8"/>
    <w:rsid w:val="00C52224"/>
    <w:rsid w:val="00C522AE"/>
    <w:rsid w:val="00C5239C"/>
    <w:rsid w:val="00C527F2"/>
    <w:rsid w:val="00C52B52"/>
    <w:rsid w:val="00C53A1D"/>
    <w:rsid w:val="00C53BCC"/>
    <w:rsid w:val="00C545F3"/>
    <w:rsid w:val="00C575BC"/>
    <w:rsid w:val="00C60A35"/>
    <w:rsid w:val="00C61824"/>
    <w:rsid w:val="00C61C76"/>
    <w:rsid w:val="00C6258B"/>
    <w:rsid w:val="00C63ABC"/>
    <w:rsid w:val="00C64040"/>
    <w:rsid w:val="00C6462E"/>
    <w:rsid w:val="00C64665"/>
    <w:rsid w:val="00C64B03"/>
    <w:rsid w:val="00C64C19"/>
    <w:rsid w:val="00C6522F"/>
    <w:rsid w:val="00C66ABF"/>
    <w:rsid w:val="00C673EE"/>
    <w:rsid w:val="00C7011C"/>
    <w:rsid w:val="00C712AE"/>
    <w:rsid w:val="00C714E4"/>
    <w:rsid w:val="00C715DF"/>
    <w:rsid w:val="00C71CCB"/>
    <w:rsid w:val="00C71EFD"/>
    <w:rsid w:val="00C727F1"/>
    <w:rsid w:val="00C73479"/>
    <w:rsid w:val="00C7356E"/>
    <w:rsid w:val="00C735C8"/>
    <w:rsid w:val="00C73CE4"/>
    <w:rsid w:val="00C73F1F"/>
    <w:rsid w:val="00C7450B"/>
    <w:rsid w:val="00C74B97"/>
    <w:rsid w:val="00C75306"/>
    <w:rsid w:val="00C75446"/>
    <w:rsid w:val="00C76605"/>
    <w:rsid w:val="00C779DE"/>
    <w:rsid w:val="00C80CE5"/>
    <w:rsid w:val="00C80E7A"/>
    <w:rsid w:val="00C810AC"/>
    <w:rsid w:val="00C8135A"/>
    <w:rsid w:val="00C81368"/>
    <w:rsid w:val="00C81F02"/>
    <w:rsid w:val="00C82718"/>
    <w:rsid w:val="00C82C6A"/>
    <w:rsid w:val="00C82E46"/>
    <w:rsid w:val="00C82EAF"/>
    <w:rsid w:val="00C839E8"/>
    <w:rsid w:val="00C84FBB"/>
    <w:rsid w:val="00C85DD4"/>
    <w:rsid w:val="00C8647D"/>
    <w:rsid w:val="00C864CE"/>
    <w:rsid w:val="00C867B9"/>
    <w:rsid w:val="00C868D0"/>
    <w:rsid w:val="00C871DF"/>
    <w:rsid w:val="00C87207"/>
    <w:rsid w:val="00C8793F"/>
    <w:rsid w:val="00C9030D"/>
    <w:rsid w:val="00C90697"/>
    <w:rsid w:val="00C9128D"/>
    <w:rsid w:val="00C91A60"/>
    <w:rsid w:val="00C91EF5"/>
    <w:rsid w:val="00C926BF"/>
    <w:rsid w:val="00C929E5"/>
    <w:rsid w:val="00C92BD6"/>
    <w:rsid w:val="00C93417"/>
    <w:rsid w:val="00C93CE4"/>
    <w:rsid w:val="00C93DEA"/>
    <w:rsid w:val="00C93F89"/>
    <w:rsid w:val="00C9423D"/>
    <w:rsid w:val="00C9435F"/>
    <w:rsid w:val="00C95E23"/>
    <w:rsid w:val="00C96D83"/>
    <w:rsid w:val="00C96E4B"/>
    <w:rsid w:val="00C97898"/>
    <w:rsid w:val="00C97C8C"/>
    <w:rsid w:val="00CA08D4"/>
    <w:rsid w:val="00CA1C6D"/>
    <w:rsid w:val="00CA2142"/>
    <w:rsid w:val="00CA2513"/>
    <w:rsid w:val="00CA2A2D"/>
    <w:rsid w:val="00CA2D1A"/>
    <w:rsid w:val="00CA3503"/>
    <w:rsid w:val="00CA3852"/>
    <w:rsid w:val="00CA4986"/>
    <w:rsid w:val="00CA4D13"/>
    <w:rsid w:val="00CA60C4"/>
    <w:rsid w:val="00CA670C"/>
    <w:rsid w:val="00CA680B"/>
    <w:rsid w:val="00CA7008"/>
    <w:rsid w:val="00CA7C33"/>
    <w:rsid w:val="00CA7E56"/>
    <w:rsid w:val="00CA7ECC"/>
    <w:rsid w:val="00CB0B7B"/>
    <w:rsid w:val="00CB133B"/>
    <w:rsid w:val="00CB1E85"/>
    <w:rsid w:val="00CB3BBD"/>
    <w:rsid w:val="00CB44B2"/>
    <w:rsid w:val="00CB464D"/>
    <w:rsid w:val="00CB4847"/>
    <w:rsid w:val="00CB4C9F"/>
    <w:rsid w:val="00CB6032"/>
    <w:rsid w:val="00CB6E92"/>
    <w:rsid w:val="00CC089B"/>
    <w:rsid w:val="00CC089E"/>
    <w:rsid w:val="00CC110A"/>
    <w:rsid w:val="00CC13FD"/>
    <w:rsid w:val="00CC1B08"/>
    <w:rsid w:val="00CC2353"/>
    <w:rsid w:val="00CC2A3C"/>
    <w:rsid w:val="00CC2C93"/>
    <w:rsid w:val="00CC2E96"/>
    <w:rsid w:val="00CC324F"/>
    <w:rsid w:val="00CC3302"/>
    <w:rsid w:val="00CC36BA"/>
    <w:rsid w:val="00CC3B59"/>
    <w:rsid w:val="00CC3BEB"/>
    <w:rsid w:val="00CC5462"/>
    <w:rsid w:val="00CC5987"/>
    <w:rsid w:val="00CC5F53"/>
    <w:rsid w:val="00CC6433"/>
    <w:rsid w:val="00CC65A3"/>
    <w:rsid w:val="00CC6A5E"/>
    <w:rsid w:val="00CC756D"/>
    <w:rsid w:val="00CD0100"/>
    <w:rsid w:val="00CD03AD"/>
    <w:rsid w:val="00CD11E5"/>
    <w:rsid w:val="00CD182B"/>
    <w:rsid w:val="00CD201A"/>
    <w:rsid w:val="00CD3124"/>
    <w:rsid w:val="00CD3739"/>
    <w:rsid w:val="00CD3C5E"/>
    <w:rsid w:val="00CD3D79"/>
    <w:rsid w:val="00CD414C"/>
    <w:rsid w:val="00CD5B85"/>
    <w:rsid w:val="00CD668F"/>
    <w:rsid w:val="00CD6D84"/>
    <w:rsid w:val="00CD6E0B"/>
    <w:rsid w:val="00CD6FBC"/>
    <w:rsid w:val="00CD760B"/>
    <w:rsid w:val="00CE0303"/>
    <w:rsid w:val="00CE0D29"/>
    <w:rsid w:val="00CE22EE"/>
    <w:rsid w:val="00CE238B"/>
    <w:rsid w:val="00CE2754"/>
    <w:rsid w:val="00CE27BA"/>
    <w:rsid w:val="00CE2C36"/>
    <w:rsid w:val="00CE3B8B"/>
    <w:rsid w:val="00CE3D89"/>
    <w:rsid w:val="00CE3EAD"/>
    <w:rsid w:val="00CE470C"/>
    <w:rsid w:val="00CE497A"/>
    <w:rsid w:val="00CE4DD7"/>
    <w:rsid w:val="00CE4F09"/>
    <w:rsid w:val="00CE62CC"/>
    <w:rsid w:val="00CE7102"/>
    <w:rsid w:val="00CE7EDA"/>
    <w:rsid w:val="00CF150E"/>
    <w:rsid w:val="00CF1772"/>
    <w:rsid w:val="00CF2CDF"/>
    <w:rsid w:val="00CF2F5C"/>
    <w:rsid w:val="00CF3004"/>
    <w:rsid w:val="00CF3EA8"/>
    <w:rsid w:val="00CF66C8"/>
    <w:rsid w:val="00CF6AF2"/>
    <w:rsid w:val="00CF70B6"/>
    <w:rsid w:val="00CF7610"/>
    <w:rsid w:val="00D00590"/>
    <w:rsid w:val="00D00AEB"/>
    <w:rsid w:val="00D01EF2"/>
    <w:rsid w:val="00D02218"/>
    <w:rsid w:val="00D022C4"/>
    <w:rsid w:val="00D02DF3"/>
    <w:rsid w:val="00D03D72"/>
    <w:rsid w:val="00D03E15"/>
    <w:rsid w:val="00D04B07"/>
    <w:rsid w:val="00D056B9"/>
    <w:rsid w:val="00D0574A"/>
    <w:rsid w:val="00D05836"/>
    <w:rsid w:val="00D05DD7"/>
    <w:rsid w:val="00D05F91"/>
    <w:rsid w:val="00D06106"/>
    <w:rsid w:val="00D0672C"/>
    <w:rsid w:val="00D07201"/>
    <w:rsid w:val="00D075A4"/>
    <w:rsid w:val="00D078E2"/>
    <w:rsid w:val="00D07C2E"/>
    <w:rsid w:val="00D07D0C"/>
    <w:rsid w:val="00D1041A"/>
    <w:rsid w:val="00D10682"/>
    <w:rsid w:val="00D106B1"/>
    <w:rsid w:val="00D10C23"/>
    <w:rsid w:val="00D12382"/>
    <w:rsid w:val="00D12BFA"/>
    <w:rsid w:val="00D1355D"/>
    <w:rsid w:val="00D13A68"/>
    <w:rsid w:val="00D13ADD"/>
    <w:rsid w:val="00D142BD"/>
    <w:rsid w:val="00D152D6"/>
    <w:rsid w:val="00D157BE"/>
    <w:rsid w:val="00D158B2"/>
    <w:rsid w:val="00D15BFA"/>
    <w:rsid w:val="00D16103"/>
    <w:rsid w:val="00D1657B"/>
    <w:rsid w:val="00D16979"/>
    <w:rsid w:val="00D1703D"/>
    <w:rsid w:val="00D17284"/>
    <w:rsid w:val="00D1790E"/>
    <w:rsid w:val="00D203E9"/>
    <w:rsid w:val="00D204FF"/>
    <w:rsid w:val="00D21561"/>
    <w:rsid w:val="00D24C45"/>
    <w:rsid w:val="00D251DC"/>
    <w:rsid w:val="00D26DC5"/>
    <w:rsid w:val="00D276FF"/>
    <w:rsid w:val="00D27A10"/>
    <w:rsid w:val="00D315D2"/>
    <w:rsid w:val="00D31AF5"/>
    <w:rsid w:val="00D32291"/>
    <w:rsid w:val="00D326D2"/>
    <w:rsid w:val="00D32D7D"/>
    <w:rsid w:val="00D334BB"/>
    <w:rsid w:val="00D33CF1"/>
    <w:rsid w:val="00D33EC4"/>
    <w:rsid w:val="00D344EC"/>
    <w:rsid w:val="00D34629"/>
    <w:rsid w:val="00D34C12"/>
    <w:rsid w:val="00D3597F"/>
    <w:rsid w:val="00D3616D"/>
    <w:rsid w:val="00D361FE"/>
    <w:rsid w:val="00D36898"/>
    <w:rsid w:val="00D373DA"/>
    <w:rsid w:val="00D378B4"/>
    <w:rsid w:val="00D37AAA"/>
    <w:rsid w:val="00D405D0"/>
    <w:rsid w:val="00D41A6D"/>
    <w:rsid w:val="00D42049"/>
    <w:rsid w:val="00D43CAB"/>
    <w:rsid w:val="00D4451C"/>
    <w:rsid w:val="00D44883"/>
    <w:rsid w:val="00D44DCF"/>
    <w:rsid w:val="00D4542E"/>
    <w:rsid w:val="00D455D0"/>
    <w:rsid w:val="00D45772"/>
    <w:rsid w:val="00D468BE"/>
    <w:rsid w:val="00D50896"/>
    <w:rsid w:val="00D509EC"/>
    <w:rsid w:val="00D51850"/>
    <w:rsid w:val="00D5248B"/>
    <w:rsid w:val="00D529A0"/>
    <w:rsid w:val="00D53786"/>
    <w:rsid w:val="00D53F77"/>
    <w:rsid w:val="00D542F1"/>
    <w:rsid w:val="00D54CC1"/>
    <w:rsid w:val="00D5518C"/>
    <w:rsid w:val="00D561A2"/>
    <w:rsid w:val="00D56463"/>
    <w:rsid w:val="00D56DB2"/>
    <w:rsid w:val="00D57215"/>
    <w:rsid w:val="00D60020"/>
    <w:rsid w:val="00D602FF"/>
    <w:rsid w:val="00D60D64"/>
    <w:rsid w:val="00D61098"/>
    <w:rsid w:val="00D61355"/>
    <w:rsid w:val="00D61CBE"/>
    <w:rsid w:val="00D62FEF"/>
    <w:rsid w:val="00D637B3"/>
    <w:rsid w:val="00D652BC"/>
    <w:rsid w:val="00D66033"/>
    <w:rsid w:val="00D661D5"/>
    <w:rsid w:val="00D669DE"/>
    <w:rsid w:val="00D67DB9"/>
    <w:rsid w:val="00D70BBA"/>
    <w:rsid w:val="00D71E4E"/>
    <w:rsid w:val="00D72331"/>
    <w:rsid w:val="00D72FF4"/>
    <w:rsid w:val="00D73F87"/>
    <w:rsid w:val="00D7426B"/>
    <w:rsid w:val="00D7453E"/>
    <w:rsid w:val="00D74592"/>
    <w:rsid w:val="00D7493F"/>
    <w:rsid w:val="00D753D7"/>
    <w:rsid w:val="00D75DAC"/>
    <w:rsid w:val="00D761D5"/>
    <w:rsid w:val="00D767D3"/>
    <w:rsid w:val="00D77773"/>
    <w:rsid w:val="00D77A54"/>
    <w:rsid w:val="00D80348"/>
    <w:rsid w:val="00D805B7"/>
    <w:rsid w:val="00D808B1"/>
    <w:rsid w:val="00D808BA"/>
    <w:rsid w:val="00D81B40"/>
    <w:rsid w:val="00D81F20"/>
    <w:rsid w:val="00D82971"/>
    <w:rsid w:val="00D82C31"/>
    <w:rsid w:val="00D83264"/>
    <w:rsid w:val="00D834DA"/>
    <w:rsid w:val="00D8373A"/>
    <w:rsid w:val="00D83DF4"/>
    <w:rsid w:val="00D863A2"/>
    <w:rsid w:val="00D86577"/>
    <w:rsid w:val="00D8717A"/>
    <w:rsid w:val="00D87A52"/>
    <w:rsid w:val="00D917AC"/>
    <w:rsid w:val="00D91D84"/>
    <w:rsid w:val="00D92099"/>
    <w:rsid w:val="00D92432"/>
    <w:rsid w:val="00D9265B"/>
    <w:rsid w:val="00D92A52"/>
    <w:rsid w:val="00D94A6C"/>
    <w:rsid w:val="00D94EC4"/>
    <w:rsid w:val="00D95237"/>
    <w:rsid w:val="00D955B8"/>
    <w:rsid w:val="00D958A0"/>
    <w:rsid w:val="00DA05F0"/>
    <w:rsid w:val="00DA0E6A"/>
    <w:rsid w:val="00DA1EFF"/>
    <w:rsid w:val="00DA3672"/>
    <w:rsid w:val="00DA4264"/>
    <w:rsid w:val="00DA478E"/>
    <w:rsid w:val="00DA5215"/>
    <w:rsid w:val="00DA6F2A"/>
    <w:rsid w:val="00DA6F85"/>
    <w:rsid w:val="00DA7235"/>
    <w:rsid w:val="00DA7A65"/>
    <w:rsid w:val="00DA7CD3"/>
    <w:rsid w:val="00DA7D83"/>
    <w:rsid w:val="00DB0148"/>
    <w:rsid w:val="00DB026E"/>
    <w:rsid w:val="00DB0790"/>
    <w:rsid w:val="00DB15C7"/>
    <w:rsid w:val="00DB28E1"/>
    <w:rsid w:val="00DB3E44"/>
    <w:rsid w:val="00DB4073"/>
    <w:rsid w:val="00DB4907"/>
    <w:rsid w:val="00DB4FF0"/>
    <w:rsid w:val="00DB58F6"/>
    <w:rsid w:val="00DB5C5B"/>
    <w:rsid w:val="00DB65EB"/>
    <w:rsid w:val="00DB6EFC"/>
    <w:rsid w:val="00DB7CA5"/>
    <w:rsid w:val="00DC02E6"/>
    <w:rsid w:val="00DC12C8"/>
    <w:rsid w:val="00DC19E1"/>
    <w:rsid w:val="00DC1D17"/>
    <w:rsid w:val="00DC2156"/>
    <w:rsid w:val="00DC216E"/>
    <w:rsid w:val="00DC22C9"/>
    <w:rsid w:val="00DC241D"/>
    <w:rsid w:val="00DC2702"/>
    <w:rsid w:val="00DC2B84"/>
    <w:rsid w:val="00DC3360"/>
    <w:rsid w:val="00DC3A4D"/>
    <w:rsid w:val="00DC4746"/>
    <w:rsid w:val="00DC48AC"/>
    <w:rsid w:val="00DC6A1E"/>
    <w:rsid w:val="00DC6EB8"/>
    <w:rsid w:val="00DC7063"/>
    <w:rsid w:val="00DD0AB7"/>
    <w:rsid w:val="00DD12B0"/>
    <w:rsid w:val="00DD2FA3"/>
    <w:rsid w:val="00DD4651"/>
    <w:rsid w:val="00DD54E5"/>
    <w:rsid w:val="00DD5728"/>
    <w:rsid w:val="00DD609B"/>
    <w:rsid w:val="00DD6251"/>
    <w:rsid w:val="00DD64D2"/>
    <w:rsid w:val="00DD69CF"/>
    <w:rsid w:val="00DD6BE9"/>
    <w:rsid w:val="00DD6BF6"/>
    <w:rsid w:val="00DD7688"/>
    <w:rsid w:val="00DE129F"/>
    <w:rsid w:val="00DE178A"/>
    <w:rsid w:val="00DE279A"/>
    <w:rsid w:val="00DE321E"/>
    <w:rsid w:val="00DE42B0"/>
    <w:rsid w:val="00DE45A5"/>
    <w:rsid w:val="00DE4B6C"/>
    <w:rsid w:val="00DE4BA6"/>
    <w:rsid w:val="00DE5288"/>
    <w:rsid w:val="00DE547D"/>
    <w:rsid w:val="00DE57B1"/>
    <w:rsid w:val="00DE5B79"/>
    <w:rsid w:val="00DE5DBB"/>
    <w:rsid w:val="00DE69F6"/>
    <w:rsid w:val="00DE72B2"/>
    <w:rsid w:val="00DE7CB2"/>
    <w:rsid w:val="00DE7F5C"/>
    <w:rsid w:val="00DF070A"/>
    <w:rsid w:val="00DF1090"/>
    <w:rsid w:val="00DF160A"/>
    <w:rsid w:val="00DF18BE"/>
    <w:rsid w:val="00DF190F"/>
    <w:rsid w:val="00DF1958"/>
    <w:rsid w:val="00DF1DB7"/>
    <w:rsid w:val="00DF2061"/>
    <w:rsid w:val="00DF3962"/>
    <w:rsid w:val="00DF5418"/>
    <w:rsid w:val="00DF63C4"/>
    <w:rsid w:val="00DF6555"/>
    <w:rsid w:val="00DF70AD"/>
    <w:rsid w:val="00DF7295"/>
    <w:rsid w:val="00DF7573"/>
    <w:rsid w:val="00DF7955"/>
    <w:rsid w:val="00DF79C0"/>
    <w:rsid w:val="00DF79CF"/>
    <w:rsid w:val="00E001F0"/>
    <w:rsid w:val="00E007FD"/>
    <w:rsid w:val="00E01388"/>
    <w:rsid w:val="00E01969"/>
    <w:rsid w:val="00E01A5F"/>
    <w:rsid w:val="00E021BC"/>
    <w:rsid w:val="00E0266C"/>
    <w:rsid w:val="00E03A65"/>
    <w:rsid w:val="00E04097"/>
    <w:rsid w:val="00E04DEF"/>
    <w:rsid w:val="00E05148"/>
    <w:rsid w:val="00E054F5"/>
    <w:rsid w:val="00E05827"/>
    <w:rsid w:val="00E0587F"/>
    <w:rsid w:val="00E06616"/>
    <w:rsid w:val="00E067BA"/>
    <w:rsid w:val="00E06F2B"/>
    <w:rsid w:val="00E07425"/>
    <w:rsid w:val="00E07B52"/>
    <w:rsid w:val="00E07CBF"/>
    <w:rsid w:val="00E12037"/>
    <w:rsid w:val="00E128E9"/>
    <w:rsid w:val="00E139C2"/>
    <w:rsid w:val="00E13E3F"/>
    <w:rsid w:val="00E1402B"/>
    <w:rsid w:val="00E148A5"/>
    <w:rsid w:val="00E149EE"/>
    <w:rsid w:val="00E15261"/>
    <w:rsid w:val="00E154C8"/>
    <w:rsid w:val="00E16053"/>
    <w:rsid w:val="00E16341"/>
    <w:rsid w:val="00E16734"/>
    <w:rsid w:val="00E177E8"/>
    <w:rsid w:val="00E17CF8"/>
    <w:rsid w:val="00E20493"/>
    <w:rsid w:val="00E223D1"/>
    <w:rsid w:val="00E2240D"/>
    <w:rsid w:val="00E22D76"/>
    <w:rsid w:val="00E23482"/>
    <w:rsid w:val="00E268A7"/>
    <w:rsid w:val="00E26B94"/>
    <w:rsid w:val="00E2705D"/>
    <w:rsid w:val="00E304BA"/>
    <w:rsid w:val="00E30701"/>
    <w:rsid w:val="00E30AAB"/>
    <w:rsid w:val="00E3344F"/>
    <w:rsid w:val="00E3368A"/>
    <w:rsid w:val="00E342BC"/>
    <w:rsid w:val="00E34A2B"/>
    <w:rsid w:val="00E353B3"/>
    <w:rsid w:val="00E3562D"/>
    <w:rsid w:val="00E35791"/>
    <w:rsid w:val="00E35913"/>
    <w:rsid w:val="00E36105"/>
    <w:rsid w:val="00E3717B"/>
    <w:rsid w:val="00E375DD"/>
    <w:rsid w:val="00E40C53"/>
    <w:rsid w:val="00E4189B"/>
    <w:rsid w:val="00E43B22"/>
    <w:rsid w:val="00E44577"/>
    <w:rsid w:val="00E44683"/>
    <w:rsid w:val="00E450DB"/>
    <w:rsid w:val="00E454E6"/>
    <w:rsid w:val="00E45DAC"/>
    <w:rsid w:val="00E46B71"/>
    <w:rsid w:val="00E47567"/>
    <w:rsid w:val="00E47B5E"/>
    <w:rsid w:val="00E50104"/>
    <w:rsid w:val="00E50272"/>
    <w:rsid w:val="00E50936"/>
    <w:rsid w:val="00E509F5"/>
    <w:rsid w:val="00E50D3A"/>
    <w:rsid w:val="00E50ED4"/>
    <w:rsid w:val="00E517DC"/>
    <w:rsid w:val="00E51BD7"/>
    <w:rsid w:val="00E51D94"/>
    <w:rsid w:val="00E5222F"/>
    <w:rsid w:val="00E5280B"/>
    <w:rsid w:val="00E537EB"/>
    <w:rsid w:val="00E53C1E"/>
    <w:rsid w:val="00E53D2F"/>
    <w:rsid w:val="00E540E8"/>
    <w:rsid w:val="00E55AC8"/>
    <w:rsid w:val="00E55DF8"/>
    <w:rsid w:val="00E56113"/>
    <w:rsid w:val="00E56D26"/>
    <w:rsid w:val="00E56F9A"/>
    <w:rsid w:val="00E57BC6"/>
    <w:rsid w:val="00E57C0E"/>
    <w:rsid w:val="00E57D86"/>
    <w:rsid w:val="00E60A98"/>
    <w:rsid w:val="00E61563"/>
    <w:rsid w:val="00E61D55"/>
    <w:rsid w:val="00E62688"/>
    <w:rsid w:val="00E62D2D"/>
    <w:rsid w:val="00E633AC"/>
    <w:rsid w:val="00E646BD"/>
    <w:rsid w:val="00E6489F"/>
    <w:rsid w:val="00E65D8B"/>
    <w:rsid w:val="00E7068C"/>
    <w:rsid w:val="00E70A61"/>
    <w:rsid w:val="00E70C5B"/>
    <w:rsid w:val="00E71856"/>
    <w:rsid w:val="00E71B80"/>
    <w:rsid w:val="00E71CB6"/>
    <w:rsid w:val="00E71ECD"/>
    <w:rsid w:val="00E7247D"/>
    <w:rsid w:val="00E72987"/>
    <w:rsid w:val="00E72D37"/>
    <w:rsid w:val="00E7347F"/>
    <w:rsid w:val="00E738A9"/>
    <w:rsid w:val="00E73B29"/>
    <w:rsid w:val="00E7427E"/>
    <w:rsid w:val="00E74A06"/>
    <w:rsid w:val="00E76352"/>
    <w:rsid w:val="00E76994"/>
    <w:rsid w:val="00E76DCB"/>
    <w:rsid w:val="00E77CCB"/>
    <w:rsid w:val="00E802AC"/>
    <w:rsid w:val="00E8058B"/>
    <w:rsid w:val="00E80FF4"/>
    <w:rsid w:val="00E81093"/>
    <w:rsid w:val="00E8156B"/>
    <w:rsid w:val="00E81AF8"/>
    <w:rsid w:val="00E82074"/>
    <w:rsid w:val="00E8316E"/>
    <w:rsid w:val="00E83DC8"/>
    <w:rsid w:val="00E842B9"/>
    <w:rsid w:val="00E84856"/>
    <w:rsid w:val="00E84A35"/>
    <w:rsid w:val="00E86096"/>
    <w:rsid w:val="00E860DA"/>
    <w:rsid w:val="00E86139"/>
    <w:rsid w:val="00E86383"/>
    <w:rsid w:val="00E865D5"/>
    <w:rsid w:val="00E87849"/>
    <w:rsid w:val="00E904C4"/>
    <w:rsid w:val="00E90D9E"/>
    <w:rsid w:val="00E9148A"/>
    <w:rsid w:val="00E91BBB"/>
    <w:rsid w:val="00E9417C"/>
    <w:rsid w:val="00E95F4B"/>
    <w:rsid w:val="00E95FB2"/>
    <w:rsid w:val="00E968FD"/>
    <w:rsid w:val="00E96BEA"/>
    <w:rsid w:val="00E971B5"/>
    <w:rsid w:val="00E97278"/>
    <w:rsid w:val="00E97315"/>
    <w:rsid w:val="00E97AAC"/>
    <w:rsid w:val="00EA0180"/>
    <w:rsid w:val="00EA04D8"/>
    <w:rsid w:val="00EA0747"/>
    <w:rsid w:val="00EA10CD"/>
    <w:rsid w:val="00EA143B"/>
    <w:rsid w:val="00EA2BD1"/>
    <w:rsid w:val="00EA3864"/>
    <w:rsid w:val="00EA4305"/>
    <w:rsid w:val="00EA4B15"/>
    <w:rsid w:val="00EA684B"/>
    <w:rsid w:val="00EA6A51"/>
    <w:rsid w:val="00EA737E"/>
    <w:rsid w:val="00EB07BB"/>
    <w:rsid w:val="00EB0BBC"/>
    <w:rsid w:val="00EB175E"/>
    <w:rsid w:val="00EB1BB2"/>
    <w:rsid w:val="00EB1F9C"/>
    <w:rsid w:val="00EB211C"/>
    <w:rsid w:val="00EB2794"/>
    <w:rsid w:val="00EB287A"/>
    <w:rsid w:val="00EB378B"/>
    <w:rsid w:val="00EB3DC9"/>
    <w:rsid w:val="00EB40DD"/>
    <w:rsid w:val="00EB5F3D"/>
    <w:rsid w:val="00EB63CF"/>
    <w:rsid w:val="00EB648F"/>
    <w:rsid w:val="00EB657A"/>
    <w:rsid w:val="00EB6946"/>
    <w:rsid w:val="00EB6D39"/>
    <w:rsid w:val="00EB6ED4"/>
    <w:rsid w:val="00EB7459"/>
    <w:rsid w:val="00EB76BC"/>
    <w:rsid w:val="00EB793A"/>
    <w:rsid w:val="00EB7C72"/>
    <w:rsid w:val="00EB7ED2"/>
    <w:rsid w:val="00EC013E"/>
    <w:rsid w:val="00EC04F3"/>
    <w:rsid w:val="00EC1406"/>
    <w:rsid w:val="00EC1BB5"/>
    <w:rsid w:val="00EC2298"/>
    <w:rsid w:val="00EC27D2"/>
    <w:rsid w:val="00EC2B07"/>
    <w:rsid w:val="00EC2B35"/>
    <w:rsid w:val="00EC4E08"/>
    <w:rsid w:val="00EC5255"/>
    <w:rsid w:val="00EC64B2"/>
    <w:rsid w:val="00EC7B56"/>
    <w:rsid w:val="00ED1189"/>
    <w:rsid w:val="00ED2897"/>
    <w:rsid w:val="00ED2A83"/>
    <w:rsid w:val="00ED2EEC"/>
    <w:rsid w:val="00ED3A23"/>
    <w:rsid w:val="00ED3CDF"/>
    <w:rsid w:val="00ED4CF6"/>
    <w:rsid w:val="00ED5B28"/>
    <w:rsid w:val="00ED6286"/>
    <w:rsid w:val="00ED6318"/>
    <w:rsid w:val="00ED6554"/>
    <w:rsid w:val="00ED6668"/>
    <w:rsid w:val="00ED682D"/>
    <w:rsid w:val="00ED7E8F"/>
    <w:rsid w:val="00EE08F2"/>
    <w:rsid w:val="00EE0C07"/>
    <w:rsid w:val="00EE0C8D"/>
    <w:rsid w:val="00EE0DB2"/>
    <w:rsid w:val="00EE126F"/>
    <w:rsid w:val="00EE1491"/>
    <w:rsid w:val="00EE1EDC"/>
    <w:rsid w:val="00EE20C6"/>
    <w:rsid w:val="00EE26C8"/>
    <w:rsid w:val="00EE27C1"/>
    <w:rsid w:val="00EE3652"/>
    <w:rsid w:val="00EE3A19"/>
    <w:rsid w:val="00EE3AAC"/>
    <w:rsid w:val="00EE3C60"/>
    <w:rsid w:val="00EE3D7A"/>
    <w:rsid w:val="00EE5310"/>
    <w:rsid w:val="00EE599B"/>
    <w:rsid w:val="00EE61C0"/>
    <w:rsid w:val="00EE63E9"/>
    <w:rsid w:val="00EE690D"/>
    <w:rsid w:val="00EE73E4"/>
    <w:rsid w:val="00EE7418"/>
    <w:rsid w:val="00EE7557"/>
    <w:rsid w:val="00EE75F2"/>
    <w:rsid w:val="00EF098F"/>
    <w:rsid w:val="00EF0C63"/>
    <w:rsid w:val="00EF0C99"/>
    <w:rsid w:val="00EF3548"/>
    <w:rsid w:val="00EF3584"/>
    <w:rsid w:val="00EF3703"/>
    <w:rsid w:val="00EF45FE"/>
    <w:rsid w:val="00EF4C26"/>
    <w:rsid w:val="00EF4E86"/>
    <w:rsid w:val="00EF4F09"/>
    <w:rsid w:val="00EF600B"/>
    <w:rsid w:val="00EF61B0"/>
    <w:rsid w:val="00EF743C"/>
    <w:rsid w:val="00EF78C5"/>
    <w:rsid w:val="00F006D1"/>
    <w:rsid w:val="00F00A10"/>
    <w:rsid w:val="00F00C25"/>
    <w:rsid w:val="00F0201C"/>
    <w:rsid w:val="00F02C0F"/>
    <w:rsid w:val="00F0376A"/>
    <w:rsid w:val="00F03A40"/>
    <w:rsid w:val="00F049FC"/>
    <w:rsid w:val="00F050D9"/>
    <w:rsid w:val="00F05A34"/>
    <w:rsid w:val="00F05CD2"/>
    <w:rsid w:val="00F05FEF"/>
    <w:rsid w:val="00F066CA"/>
    <w:rsid w:val="00F0698C"/>
    <w:rsid w:val="00F06BB3"/>
    <w:rsid w:val="00F07048"/>
    <w:rsid w:val="00F07360"/>
    <w:rsid w:val="00F07859"/>
    <w:rsid w:val="00F1098D"/>
    <w:rsid w:val="00F10CE6"/>
    <w:rsid w:val="00F11A07"/>
    <w:rsid w:val="00F13269"/>
    <w:rsid w:val="00F13368"/>
    <w:rsid w:val="00F13BF1"/>
    <w:rsid w:val="00F15998"/>
    <w:rsid w:val="00F15EA4"/>
    <w:rsid w:val="00F167D5"/>
    <w:rsid w:val="00F207DE"/>
    <w:rsid w:val="00F20A7A"/>
    <w:rsid w:val="00F20CF3"/>
    <w:rsid w:val="00F21031"/>
    <w:rsid w:val="00F21A6D"/>
    <w:rsid w:val="00F21ABC"/>
    <w:rsid w:val="00F23381"/>
    <w:rsid w:val="00F233D6"/>
    <w:rsid w:val="00F23979"/>
    <w:rsid w:val="00F23DA1"/>
    <w:rsid w:val="00F245DD"/>
    <w:rsid w:val="00F2464A"/>
    <w:rsid w:val="00F24DA7"/>
    <w:rsid w:val="00F24ED0"/>
    <w:rsid w:val="00F25087"/>
    <w:rsid w:val="00F25748"/>
    <w:rsid w:val="00F26B99"/>
    <w:rsid w:val="00F30966"/>
    <w:rsid w:val="00F31129"/>
    <w:rsid w:val="00F31450"/>
    <w:rsid w:val="00F3155D"/>
    <w:rsid w:val="00F31F58"/>
    <w:rsid w:val="00F3207F"/>
    <w:rsid w:val="00F3269D"/>
    <w:rsid w:val="00F32B91"/>
    <w:rsid w:val="00F33417"/>
    <w:rsid w:val="00F339ED"/>
    <w:rsid w:val="00F360B7"/>
    <w:rsid w:val="00F36E08"/>
    <w:rsid w:val="00F37C2C"/>
    <w:rsid w:val="00F37F62"/>
    <w:rsid w:val="00F412C3"/>
    <w:rsid w:val="00F41E76"/>
    <w:rsid w:val="00F4441E"/>
    <w:rsid w:val="00F46C49"/>
    <w:rsid w:val="00F46DE8"/>
    <w:rsid w:val="00F47CDA"/>
    <w:rsid w:val="00F47D57"/>
    <w:rsid w:val="00F50003"/>
    <w:rsid w:val="00F50C44"/>
    <w:rsid w:val="00F51108"/>
    <w:rsid w:val="00F52DAE"/>
    <w:rsid w:val="00F53638"/>
    <w:rsid w:val="00F539EF"/>
    <w:rsid w:val="00F545A3"/>
    <w:rsid w:val="00F54893"/>
    <w:rsid w:val="00F5697D"/>
    <w:rsid w:val="00F56FBD"/>
    <w:rsid w:val="00F6016E"/>
    <w:rsid w:val="00F61D99"/>
    <w:rsid w:val="00F623CE"/>
    <w:rsid w:val="00F633E3"/>
    <w:rsid w:val="00F63A48"/>
    <w:rsid w:val="00F6451C"/>
    <w:rsid w:val="00F6491D"/>
    <w:rsid w:val="00F6621F"/>
    <w:rsid w:val="00F66652"/>
    <w:rsid w:val="00F667ED"/>
    <w:rsid w:val="00F677DE"/>
    <w:rsid w:val="00F677F0"/>
    <w:rsid w:val="00F702FD"/>
    <w:rsid w:val="00F70600"/>
    <w:rsid w:val="00F70D49"/>
    <w:rsid w:val="00F718F3"/>
    <w:rsid w:val="00F71B0A"/>
    <w:rsid w:val="00F724FB"/>
    <w:rsid w:val="00F72EE3"/>
    <w:rsid w:val="00F74150"/>
    <w:rsid w:val="00F7434F"/>
    <w:rsid w:val="00F74FB7"/>
    <w:rsid w:val="00F75937"/>
    <w:rsid w:val="00F75F70"/>
    <w:rsid w:val="00F7617F"/>
    <w:rsid w:val="00F764F4"/>
    <w:rsid w:val="00F76677"/>
    <w:rsid w:val="00F76810"/>
    <w:rsid w:val="00F76E41"/>
    <w:rsid w:val="00F7729F"/>
    <w:rsid w:val="00F77592"/>
    <w:rsid w:val="00F776B5"/>
    <w:rsid w:val="00F77B42"/>
    <w:rsid w:val="00F801CB"/>
    <w:rsid w:val="00F8027E"/>
    <w:rsid w:val="00F80A51"/>
    <w:rsid w:val="00F80BF9"/>
    <w:rsid w:val="00F81B55"/>
    <w:rsid w:val="00F81CE3"/>
    <w:rsid w:val="00F82298"/>
    <w:rsid w:val="00F833CF"/>
    <w:rsid w:val="00F84112"/>
    <w:rsid w:val="00F862C1"/>
    <w:rsid w:val="00F864F5"/>
    <w:rsid w:val="00F866D8"/>
    <w:rsid w:val="00F8697A"/>
    <w:rsid w:val="00F86B31"/>
    <w:rsid w:val="00F86E72"/>
    <w:rsid w:val="00F875EA"/>
    <w:rsid w:val="00F87715"/>
    <w:rsid w:val="00F87EF6"/>
    <w:rsid w:val="00F900BE"/>
    <w:rsid w:val="00F90539"/>
    <w:rsid w:val="00F90677"/>
    <w:rsid w:val="00F90AB1"/>
    <w:rsid w:val="00F91284"/>
    <w:rsid w:val="00F93468"/>
    <w:rsid w:val="00F93C87"/>
    <w:rsid w:val="00F94095"/>
    <w:rsid w:val="00F9461B"/>
    <w:rsid w:val="00F958DF"/>
    <w:rsid w:val="00F95CDF"/>
    <w:rsid w:val="00F961E1"/>
    <w:rsid w:val="00F9623F"/>
    <w:rsid w:val="00F96255"/>
    <w:rsid w:val="00F9625E"/>
    <w:rsid w:val="00F9664D"/>
    <w:rsid w:val="00F975D3"/>
    <w:rsid w:val="00FA0840"/>
    <w:rsid w:val="00FA0F32"/>
    <w:rsid w:val="00FA1AA1"/>
    <w:rsid w:val="00FA1AE2"/>
    <w:rsid w:val="00FA22FC"/>
    <w:rsid w:val="00FA31D7"/>
    <w:rsid w:val="00FA3B5A"/>
    <w:rsid w:val="00FA4D08"/>
    <w:rsid w:val="00FA4D5A"/>
    <w:rsid w:val="00FA6005"/>
    <w:rsid w:val="00FA69ED"/>
    <w:rsid w:val="00FA7043"/>
    <w:rsid w:val="00FA7718"/>
    <w:rsid w:val="00FB0D1C"/>
    <w:rsid w:val="00FB24B6"/>
    <w:rsid w:val="00FB2BAF"/>
    <w:rsid w:val="00FB2EA9"/>
    <w:rsid w:val="00FB36F2"/>
    <w:rsid w:val="00FB40D5"/>
    <w:rsid w:val="00FB411A"/>
    <w:rsid w:val="00FB4AA1"/>
    <w:rsid w:val="00FB4C68"/>
    <w:rsid w:val="00FB5579"/>
    <w:rsid w:val="00FB5AB1"/>
    <w:rsid w:val="00FB63EF"/>
    <w:rsid w:val="00FC1400"/>
    <w:rsid w:val="00FC148D"/>
    <w:rsid w:val="00FC1971"/>
    <w:rsid w:val="00FC1ADE"/>
    <w:rsid w:val="00FC1E0F"/>
    <w:rsid w:val="00FC22B1"/>
    <w:rsid w:val="00FC3089"/>
    <w:rsid w:val="00FC5998"/>
    <w:rsid w:val="00FC5C39"/>
    <w:rsid w:val="00FC61F5"/>
    <w:rsid w:val="00FC6A84"/>
    <w:rsid w:val="00FC6AC5"/>
    <w:rsid w:val="00FC6BA1"/>
    <w:rsid w:val="00FC7B4F"/>
    <w:rsid w:val="00FC7CEA"/>
    <w:rsid w:val="00FC7E95"/>
    <w:rsid w:val="00FD0869"/>
    <w:rsid w:val="00FD0FC6"/>
    <w:rsid w:val="00FD1145"/>
    <w:rsid w:val="00FD1B9A"/>
    <w:rsid w:val="00FD1D83"/>
    <w:rsid w:val="00FD22FB"/>
    <w:rsid w:val="00FD2A62"/>
    <w:rsid w:val="00FD409E"/>
    <w:rsid w:val="00FD46E9"/>
    <w:rsid w:val="00FD4990"/>
    <w:rsid w:val="00FD5114"/>
    <w:rsid w:val="00FD551A"/>
    <w:rsid w:val="00FD6009"/>
    <w:rsid w:val="00FD743A"/>
    <w:rsid w:val="00FE04B1"/>
    <w:rsid w:val="00FE0707"/>
    <w:rsid w:val="00FE0829"/>
    <w:rsid w:val="00FE10D7"/>
    <w:rsid w:val="00FE1832"/>
    <w:rsid w:val="00FE1852"/>
    <w:rsid w:val="00FE18E5"/>
    <w:rsid w:val="00FE2A1F"/>
    <w:rsid w:val="00FE2A88"/>
    <w:rsid w:val="00FE31B3"/>
    <w:rsid w:val="00FE35A8"/>
    <w:rsid w:val="00FE38F9"/>
    <w:rsid w:val="00FE3C01"/>
    <w:rsid w:val="00FE3C15"/>
    <w:rsid w:val="00FE4CCB"/>
    <w:rsid w:val="00FE5664"/>
    <w:rsid w:val="00FE5749"/>
    <w:rsid w:val="00FE58BC"/>
    <w:rsid w:val="00FE5C32"/>
    <w:rsid w:val="00FE62B7"/>
    <w:rsid w:val="00FE71DB"/>
    <w:rsid w:val="00FE758B"/>
    <w:rsid w:val="00FE7CC4"/>
    <w:rsid w:val="00FE7D96"/>
    <w:rsid w:val="00FF0823"/>
    <w:rsid w:val="00FF12B6"/>
    <w:rsid w:val="00FF1AA7"/>
    <w:rsid w:val="00FF23E2"/>
    <w:rsid w:val="00FF3245"/>
    <w:rsid w:val="00FF3F6C"/>
    <w:rsid w:val="00FF3F98"/>
    <w:rsid w:val="00FF42CA"/>
    <w:rsid w:val="00FF4D8E"/>
    <w:rsid w:val="00FF5D2C"/>
    <w:rsid w:val="00FF6471"/>
    <w:rsid w:val="00FF6A84"/>
    <w:rsid w:val="00FF735D"/>
    <w:rsid w:val="00FF7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09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E61FF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8F6F0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next w:val="Normal"/>
    <w:uiPriority w:val="99"/>
    <w:rsid w:val="00E860DA"/>
    <w:pPr>
      <w:widowControl w:val="0"/>
      <w:suppressAutoHyphens/>
      <w:autoSpaceDE w:val="0"/>
      <w:ind w:firstLine="720"/>
    </w:pPr>
    <w:rPr>
      <w:rFonts w:ascii="Arial" w:eastAsia="Times New Roman" w:hAnsi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164877"/>
    <w:pPr>
      <w:suppressAutoHyphens/>
      <w:spacing w:after="0" w:line="240" w:lineRule="auto"/>
      <w:ind w:firstLine="708"/>
      <w:jc w:val="both"/>
    </w:pPr>
    <w:rPr>
      <w:rFonts w:ascii="Times New Roman" w:hAnsi="Times New Roman" w:cs="Lucida Sans Unicode"/>
      <w:sz w:val="26"/>
      <w:szCs w:val="24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33417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ans.adm44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14</Pages>
  <Words>4514</Words>
  <Characters>25736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dc:description/>
  <cp:lastModifiedBy>user</cp:lastModifiedBy>
  <cp:revision>4</cp:revision>
  <cp:lastPrinted>2016-09-13T09:55:00Z</cp:lastPrinted>
  <dcterms:created xsi:type="dcterms:W3CDTF">2016-10-21T08:04:00Z</dcterms:created>
  <dcterms:modified xsi:type="dcterms:W3CDTF">2016-10-21T08:08:00Z</dcterms:modified>
</cp:coreProperties>
</file>